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E20" w:rsidRPr="003E754C" w:rsidRDefault="00784E20" w:rsidP="00996B9D">
      <w:pPr>
        <w:pStyle w:val="Default"/>
        <w:jc w:val="center"/>
        <w:rPr>
          <w:rFonts w:ascii="Calibri" w:hAnsi="Calibri" w:cs="Calibri"/>
          <w:b/>
          <w:bCs/>
          <w:sz w:val="26"/>
          <w:szCs w:val="26"/>
        </w:rPr>
      </w:pPr>
      <w:r w:rsidRPr="003E754C">
        <w:rPr>
          <w:rFonts w:ascii="Calibri" w:hAnsi="Calibri" w:cs="Calibri"/>
          <w:b/>
          <w:bCs/>
          <w:sz w:val="26"/>
          <w:szCs w:val="26"/>
        </w:rPr>
        <w:t>FIŞA DISCIPLINEI</w:t>
      </w:r>
      <w:r w:rsidRPr="003E754C">
        <w:rPr>
          <w:rStyle w:val="FootnoteReference"/>
          <w:rFonts w:ascii="Calibri" w:hAnsi="Calibri" w:cs="Calibri"/>
          <w:b/>
          <w:bCs/>
          <w:sz w:val="26"/>
          <w:szCs w:val="26"/>
          <w:lang w:val="fr-FR"/>
        </w:rPr>
        <w:footnoteReference w:id="1"/>
      </w:r>
    </w:p>
    <w:p w:rsidR="00784E20" w:rsidRPr="003E754C" w:rsidRDefault="00784E20" w:rsidP="00C47529">
      <w:pPr>
        <w:pStyle w:val="Default"/>
        <w:rPr>
          <w:rFonts w:ascii="Verdana" w:hAnsi="Verdana" w:cs="Calibri"/>
          <w:b/>
          <w:bCs/>
          <w:lang w:val="fr-FR"/>
        </w:rPr>
      </w:pPr>
    </w:p>
    <w:p w:rsidR="00784E20" w:rsidRPr="003E754C" w:rsidRDefault="00784E20" w:rsidP="00C47529">
      <w:pPr>
        <w:pStyle w:val="Default"/>
        <w:rPr>
          <w:rFonts w:ascii="Verdana" w:hAnsi="Verdana" w:cs="Calibri"/>
          <w:b/>
          <w:bCs/>
          <w:lang w:val="fr-FR"/>
        </w:rPr>
      </w:pPr>
    </w:p>
    <w:p w:rsidR="00784E20" w:rsidRPr="003E754C" w:rsidRDefault="00784E20" w:rsidP="00A30888">
      <w:pPr>
        <w:numPr>
          <w:ilvl w:val="0"/>
          <w:numId w:val="12"/>
        </w:numPr>
        <w:autoSpaceDE w:val="0"/>
        <w:autoSpaceDN w:val="0"/>
        <w:adjustRightInd w:val="0"/>
        <w:spacing w:after="120" w:line="240" w:lineRule="auto"/>
        <w:ind w:left="426" w:hanging="284"/>
        <w:jc w:val="both"/>
        <w:rPr>
          <w:rFonts w:ascii="Verdana" w:hAnsi="Verdana" w:cs="Gautami"/>
          <w:b/>
          <w:bCs/>
          <w:sz w:val="18"/>
          <w:szCs w:val="18"/>
          <w:lang w:val="ro-RO"/>
        </w:rPr>
      </w:pPr>
      <w:r w:rsidRPr="003E754C">
        <w:rPr>
          <w:rFonts w:ascii="Verdana" w:hAnsi="Verdana" w:cs="Gautami"/>
          <w:b/>
          <w:bCs/>
          <w:sz w:val="18"/>
          <w:szCs w:val="18"/>
          <w:lang w:val="ro-RO"/>
        </w:rPr>
        <w:t>Date despre program</w:t>
      </w:r>
    </w:p>
    <w:tbl>
      <w:tblPr>
        <w:tblW w:w="10454" w:type="dxa"/>
        <w:jc w:val="right"/>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53"/>
        <w:gridCol w:w="6201"/>
      </w:tblGrid>
      <w:tr w:rsidR="00784E20" w:rsidRPr="003E754C" w:rsidTr="00C47529">
        <w:trPr>
          <w:jc w:val="right"/>
        </w:trPr>
        <w:tc>
          <w:tcPr>
            <w:tcW w:w="4253"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1.1</w:t>
            </w:r>
            <w:r w:rsidRPr="003E754C">
              <w:rPr>
                <w:rFonts w:ascii="Gautami" w:hAnsi="Gautami" w:cs="Gautami"/>
                <w:bCs/>
                <w:sz w:val="18"/>
                <w:szCs w:val="18"/>
                <w:lang w:val="ro-RO"/>
              </w:rPr>
              <w:t xml:space="preserve"> Instituţia de învăţământ superior</w:t>
            </w:r>
          </w:p>
        </w:tc>
        <w:tc>
          <w:tcPr>
            <w:tcW w:w="6201"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ermStart w:id="1852012167" w:edGrp="everyone"/>
            <w:r w:rsidRPr="003E754C">
              <w:rPr>
                <w:rFonts w:ascii="Gautami" w:hAnsi="Gautami" w:cs="Gautami"/>
                <w:bCs/>
                <w:sz w:val="18"/>
                <w:szCs w:val="18"/>
                <w:lang w:val="ro-RO"/>
              </w:rPr>
              <w:t xml:space="preserve"> </w:t>
            </w:r>
            <w:r>
              <w:rPr>
                <w:rFonts w:ascii="Gautami" w:hAnsi="Gautami" w:cs="Gautami"/>
                <w:bCs/>
                <w:sz w:val="18"/>
                <w:szCs w:val="18"/>
                <w:lang w:val="ro-RO"/>
              </w:rPr>
              <w:t>Univers</w:t>
            </w:r>
            <w:r w:rsidR="006729DB">
              <w:rPr>
                <w:rFonts w:ascii="Gautami" w:hAnsi="Gautami" w:cs="Gautami"/>
                <w:bCs/>
                <w:sz w:val="18"/>
                <w:szCs w:val="18"/>
                <w:lang w:val="ro-RO"/>
              </w:rPr>
              <w:t>i</w:t>
            </w:r>
            <w:r>
              <w:rPr>
                <w:rFonts w:ascii="Gautami" w:hAnsi="Gautami" w:cs="Gautami"/>
                <w:bCs/>
                <w:sz w:val="18"/>
                <w:szCs w:val="18"/>
                <w:lang w:val="ro-RO"/>
              </w:rPr>
              <w:t>tatea Politehnica Timi</w:t>
            </w:r>
            <w:r w:rsidR="00DD2DCF">
              <w:rPr>
                <w:rFonts w:ascii="Gautami" w:hAnsi="Gautami" w:cs="Gautami"/>
                <w:bCs/>
                <w:sz w:val="18"/>
                <w:szCs w:val="18"/>
                <w:lang w:val="ro-RO"/>
              </w:rPr>
              <w:t>ş</w:t>
            </w:r>
            <w:r>
              <w:rPr>
                <w:rFonts w:ascii="Gautami" w:hAnsi="Gautami" w:cs="Gautami"/>
                <w:bCs/>
                <w:sz w:val="18"/>
                <w:szCs w:val="18"/>
                <w:lang w:val="ro-RO"/>
              </w:rPr>
              <w:t>oara</w:t>
            </w:r>
            <w:r w:rsidRPr="003E754C">
              <w:rPr>
                <w:rFonts w:ascii="Gautami" w:hAnsi="Gautami" w:cs="Gautami"/>
                <w:bCs/>
                <w:sz w:val="18"/>
                <w:szCs w:val="18"/>
                <w:lang w:val="ro-RO"/>
              </w:rPr>
              <w:t xml:space="preserve"> </w:t>
            </w:r>
            <w:permEnd w:id="1852012167"/>
          </w:p>
        </w:tc>
      </w:tr>
      <w:tr w:rsidR="00784E20" w:rsidRPr="003E754C" w:rsidTr="00C47529">
        <w:trPr>
          <w:jc w:val="right"/>
        </w:trPr>
        <w:tc>
          <w:tcPr>
            <w:tcW w:w="4253" w:type="dxa"/>
          </w:tcPr>
          <w:p w:rsidR="00784E20" w:rsidRPr="003E754C" w:rsidRDefault="00784E20" w:rsidP="005801BB">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1.2</w:t>
            </w:r>
            <w:r w:rsidRPr="003E754C">
              <w:rPr>
                <w:rFonts w:ascii="Gautami" w:hAnsi="Gautami" w:cs="Gautami"/>
                <w:bCs/>
                <w:sz w:val="18"/>
                <w:szCs w:val="18"/>
                <w:lang w:val="ro-RO"/>
              </w:rPr>
              <w:t xml:space="preserve"> Facultatea</w:t>
            </w:r>
            <w:r w:rsidRPr="003E754C">
              <w:rPr>
                <w:rStyle w:val="FootnoteReference"/>
                <w:rFonts w:ascii="Gautami" w:hAnsi="Gautami" w:cs="Gautami"/>
                <w:bCs/>
                <w:sz w:val="18"/>
                <w:szCs w:val="18"/>
                <w:lang w:val="ro-RO"/>
              </w:rPr>
              <w:footnoteReference w:id="2"/>
            </w:r>
            <w:r w:rsidRPr="003E754C">
              <w:rPr>
                <w:rFonts w:ascii="Gautami" w:hAnsi="Gautami" w:cs="Gautami"/>
                <w:bCs/>
                <w:sz w:val="18"/>
                <w:szCs w:val="18"/>
                <w:vertAlign w:val="superscript"/>
                <w:lang w:val="ro-RO"/>
              </w:rPr>
              <w:t xml:space="preserve"> </w:t>
            </w:r>
            <w:r w:rsidRPr="003E754C">
              <w:rPr>
                <w:rFonts w:ascii="Gautami" w:hAnsi="Gautami" w:cs="Gautami"/>
                <w:bCs/>
                <w:sz w:val="18"/>
                <w:szCs w:val="18"/>
                <w:lang w:val="ro-RO"/>
              </w:rPr>
              <w:t>/ Departamentul</w:t>
            </w:r>
            <w:r w:rsidRPr="003E754C">
              <w:rPr>
                <w:rStyle w:val="FootnoteReference"/>
                <w:rFonts w:ascii="Gautami" w:hAnsi="Gautami" w:cs="Gautami"/>
                <w:bCs/>
                <w:sz w:val="18"/>
                <w:szCs w:val="18"/>
                <w:lang w:val="ro-RO"/>
              </w:rPr>
              <w:footnoteReference w:id="3"/>
            </w:r>
          </w:p>
        </w:tc>
        <w:tc>
          <w:tcPr>
            <w:tcW w:w="6201" w:type="dxa"/>
          </w:tcPr>
          <w:p w:rsidR="00784E20" w:rsidRPr="003E754C" w:rsidRDefault="00DD2DCF" w:rsidP="00453904">
            <w:pPr>
              <w:autoSpaceDE w:val="0"/>
              <w:autoSpaceDN w:val="0"/>
              <w:adjustRightInd w:val="0"/>
              <w:spacing w:before="20" w:after="20" w:line="240" w:lineRule="auto"/>
              <w:rPr>
                <w:rFonts w:ascii="Gautami" w:hAnsi="Gautami" w:cs="Gautami"/>
                <w:bCs/>
                <w:sz w:val="18"/>
                <w:szCs w:val="18"/>
                <w:lang w:val="ro-RO"/>
              </w:rPr>
            </w:pPr>
            <w:permStart w:id="703403253" w:edGrp="everyone"/>
            <w:r>
              <w:rPr>
                <w:rFonts w:ascii="Gautami" w:hAnsi="Gautami" w:cs="Gautami"/>
                <w:bCs/>
                <w:sz w:val="18"/>
                <w:szCs w:val="18"/>
                <w:lang w:val="ro-RO"/>
              </w:rPr>
              <w:t>Mecanica/ Mecanică şi Rezistenţ</w:t>
            </w:r>
            <w:r w:rsidR="00784E20">
              <w:rPr>
                <w:rFonts w:ascii="Gautami" w:hAnsi="Gautami" w:cs="Gautami"/>
                <w:bCs/>
                <w:sz w:val="18"/>
                <w:szCs w:val="18"/>
                <w:lang w:val="ro-RO"/>
              </w:rPr>
              <w:t>a Materialelor</w:t>
            </w:r>
            <w:r w:rsidR="00784E20" w:rsidRPr="003E754C">
              <w:rPr>
                <w:rFonts w:ascii="Gautami" w:hAnsi="Gautami" w:cs="Gautami"/>
                <w:bCs/>
                <w:sz w:val="18"/>
                <w:szCs w:val="18"/>
                <w:lang w:val="ro-RO"/>
              </w:rPr>
              <w:t xml:space="preserve">  </w:t>
            </w:r>
            <w:permEnd w:id="703403253"/>
          </w:p>
        </w:tc>
      </w:tr>
      <w:tr w:rsidR="00784E20" w:rsidRPr="003E754C" w:rsidTr="00C47529">
        <w:trPr>
          <w:jc w:val="right"/>
        </w:trPr>
        <w:tc>
          <w:tcPr>
            <w:tcW w:w="4253"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1.3</w:t>
            </w:r>
            <w:r w:rsidRPr="003E754C">
              <w:rPr>
                <w:rFonts w:ascii="Gautami" w:hAnsi="Gautami" w:cs="Gautami"/>
                <w:bCs/>
                <w:sz w:val="18"/>
                <w:szCs w:val="18"/>
                <w:lang w:val="ro-RO"/>
              </w:rPr>
              <w:t xml:space="preserve"> Catedra</w:t>
            </w:r>
          </w:p>
        </w:tc>
        <w:tc>
          <w:tcPr>
            <w:tcW w:w="6201" w:type="dxa"/>
          </w:tcPr>
          <w:p w:rsidR="00784E20" w:rsidRPr="003E754C" w:rsidRDefault="00784E20" w:rsidP="006E6FBF">
            <w:pPr>
              <w:autoSpaceDE w:val="0"/>
              <w:autoSpaceDN w:val="0"/>
              <w:adjustRightInd w:val="0"/>
              <w:spacing w:before="20" w:after="20" w:line="240" w:lineRule="auto"/>
              <w:rPr>
                <w:rFonts w:ascii="Gautami" w:hAnsi="Gautami" w:cs="Gautami"/>
                <w:b/>
                <w:bCs/>
                <w:sz w:val="18"/>
                <w:szCs w:val="18"/>
                <w:lang w:val="ro-RO"/>
              </w:rPr>
            </w:pPr>
            <w:r w:rsidRPr="003E754C">
              <w:rPr>
                <w:rFonts w:ascii="Times New Roman" w:hAnsi="Times New Roman"/>
                <w:b/>
                <w:bCs/>
                <w:sz w:val="18"/>
                <w:szCs w:val="18"/>
                <w:lang w:val="ro-RO"/>
              </w:rPr>
              <w:t>▬</w:t>
            </w:r>
          </w:p>
        </w:tc>
      </w:tr>
      <w:tr w:rsidR="00784E20" w:rsidRPr="003E754C" w:rsidTr="00C47529">
        <w:trPr>
          <w:jc w:val="right"/>
        </w:trPr>
        <w:tc>
          <w:tcPr>
            <w:tcW w:w="4253"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1.4</w:t>
            </w:r>
            <w:r w:rsidRPr="003E754C">
              <w:rPr>
                <w:rFonts w:ascii="Gautami" w:hAnsi="Gautami" w:cs="Gautami"/>
                <w:bCs/>
                <w:sz w:val="18"/>
                <w:szCs w:val="18"/>
                <w:lang w:val="ro-RO"/>
              </w:rPr>
              <w:t xml:space="preserve"> Domeniul de studii</w:t>
            </w:r>
            <w:r>
              <w:rPr>
                <w:rFonts w:ascii="Gautami" w:hAnsi="Gautami" w:cs="Gautami"/>
                <w:bCs/>
                <w:sz w:val="18"/>
                <w:szCs w:val="18"/>
                <w:lang w:val="ro-RO"/>
              </w:rPr>
              <w:t xml:space="preserve"> </w:t>
            </w:r>
            <w:r w:rsidRPr="003E754C">
              <w:rPr>
                <w:rFonts w:ascii="Gautami" w:hAnsi="Gautami" w:cs="Gautami"/>
                <w:bCs/>
                <w:sz w:val="18"/>
                <w:szCs w:val="18"/>
                <w:lang w:val="ro-RO"/>
              </w:rPr>
              <w:t>(denumire/cod</w:t>
            </w:r>
            <w:r w:rsidRPr="003E754C">
              <w:rPr>
                <w:rStyle w:val="FootnoteReference"/>
                <w:rFonts w:ascii="Gautami" w:hAnsi="Gautami" w:cs="Gautami"/>
                <w:bCs/>
                <w:sz w:val="18"/>
                <w:szCs w:val="18"/>
                <w:lang w:val="ro-RO"/>
              </w:rPr>
              <w:footnoteReference w:id="4"/>
            </w:r>
            <w:r w:rsidRPr="003E754C">
              <w:rPr>
                <w:rFonts w:ascii="Gautami" w:hAnsi="Gautami" w:cs="Gautami"/>
                <w:bCs/>
                <w:sz w:val="18"/>
                <w:szCs w:val="18"/>
                <w:lang w:val="ro-RO"/>
              </w:rPr>
              <w:t>)</w:t>
            </w:r>
          </w:p>
        </w:tc>
        <w:tc>
          <w:tcPr>
            <w:tcW w:w="6201"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ermStart w:id="688530017" w:edGrp="everyone"/>
            <w:r w:rsidRPr="003E754C">
              <w:rPr>
                <w:rFonts w:ascii="Gautami" w:hAnsi="Gautami" w:cs="Gautami"/>
                <w:bCs/>
                <w:sz w:val="18"/>
                <w:szCs w:val="18"/>
                <w:lang w:val="ro-RO"/>
              </w:rPr>
              <w:t xml:space="preserve"> </w:t>
            </w:r>
            <w:r>
              <w:rPr>
                <w:rFonts w:ascii="Gautami" w:hAnsi="Gautami" w:cs="Gautami"/>
                <w:bCs/>
                <w:sz w:val="18"/>
                <w:szCs w:val="18"/>
                <w:lang w:val="ro-RO"/>
              </w:rPr>
              <w:t>Inginerie mecanic</w:t>
            </w:r>
            <w:r>
              <w:rPr>
                <w:rFonts w:ascii="Arial" w:hAnsi="Arial" w:cs="Arial"/>
                <w:bCs/>
                <w:sz w:val="18"/>
                <w:szCs w:val="18"/>
                <w:lang w:val="ro-RO"/>
              </w:rPr>
              <w:t xml:space="preserve">ă / </w:t>
            </w:r>
            <w:r w:rsidRPr="00E31AAD">
              <w:rPr>
                <w:rFonts w:ascii="Arial" w:hAnsi="Arial" w:cs="Arial"/>
                <w:bCs/>
                <w:sz w:val="18"/>
                <w:szCs w:val="18"/>
                <w:lang w:val="ro-RO"/>
              </w:rPr>
              <w:t>20.70.10.180.20</w:t>
            </w:r>
            <w:permEnd w:id="688530017"/>
          </w:p>
        </w:tc>
      </w:tr>
      <w:tr w:rsidR="00784E20" w:rsidRPr="003E754C" w:rsidTr="00C47529">
        <w:trPr>
          <w:jc w:val="right"/>
        </w:trPr>
        <w:tc>
          <w:tcPr>
            <w:tcW w:w="4253"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1.5</w:t>
            </w:r>
            <w:r w:rsidRPr="003E754C">
              <w:rPr>
                <w:rFonts w:ascii="Gautami" w:hAnsi="Gautami" w:cs="Gautami"/>
                <w:bCs/>
                <w:sz w:val="18"/>
                <w:szCs w:val="18"/>
                <w:lang w:val="ro-RO"/>
              </w:rPr>
              <w:t xml:space="preserve"> Ciclul de studii</w:t>
            </w:r>
          </w:p>
        </w:tc>
        <w:tc>
          <w:tcPr>
            <w:tcW w:w="6201" w:type="dxa"/>
          </w:tcPr>
          <w:p w:rsidR="00784E20" w:rsidRPr="003E754C" w:rsidRDefault="00DD2DCF" w:rsidP="00453904">
            <w:pPr>
              <w:autoSpaceDE w:val="0"/>
              <w:autoSpaceDN w:val="0"/>
              <w:adjustRightInd w:val="0"/>
              <w:spacing w:before="20" w:after="20" w:line="240" w:lineRule="auto"/>
              <w:rPr>
                <w:rFonts w:ascii="Gautami" w:hAnsi="Gautami" w:cs="Gautami"/>
                <w:bCs/>
                <w:sz w:val="18"/>
                <w:szCs w:val="18"/>
                <w:lang w:val="ro-RO"/>
              </w:rPr>
            </w:pPr>
            <w:permStart w:id="1213996999" w:edGrp="everyone"/>
            <w:r>
              <w:rPr>
                <w:rFonts w:ascii="Gautami" w:hAnsi="Gautami" w:cs="Gautami"/>
                <w:bCs/>
                <w:sz w:val="18"/>
                <w:szCs w:val="18"/>
                <w:lang w:val="ro-RO"/>
              </w:rPr>
              <w:t>Licenţă</w:t>
            </w:r>
            <w:r w:rsidR="00784E20" w:rsidRPr="003E754C">
              <w:rPr>
                <w:rFonts w:ascii="Gautami" w:hAnsi="Gautami" w:cs="Gautami"/>
                <w:bCs/>
                <w:sz w:val="18"/>
                <w:szCs w:val="18"/>
                <w:lang w:val="ro-RO"/>
              </w:rPr>
              <w:t xml:space="preserve">  </w:t>
            </w:r>
            <w:permEnd w:id="1213996999"/>
          </w:p>
        </w:tc>
      </w:tr>
      <w:tr w:rsidR="00784E20" w:rsidRPr="003E754C" w:rsidTr="00C47529">
        <w:trPr>
          <w:jc w:val="right"/>
        </w:trPr>
        <w:tc>
          <w:tcPr>
            <w:tcW w:w="4253" w:type="dxa"/>
          </w:tcPr>
          <w:p w:rsidR="00784E20" w:rsidRPr="003E754C" w:rsidRDefault="00784E20" w:rsidP="00566419">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1.6</w:t>
            </w:r>
            <w:r w:rsidRPr="003E754C">
              <w:rPr>
                <w:rFonts w:ascii="Gautami" w:hAnsi="Gautami" w:cs="Gautami"/>
                <w:bCs/>
                <w:sz w:val="18"/>
                <w:szCs w:val="18"/>
                <w:lang w:val="ro-RO"/>
              </w:rPr>
              <w:t xml:space="preserve"> Programul de studii (denumire/cod)</w:t>
            </w:r>
            <w:r w:rsidRPr="003E754C">
              <w:rPr>
                <w:rFonts w:ascii="Gautami" w:hAnsi="Gautami" w:cs="Gautami"/>
                <w:bCs/>
                <w:sz w:val="18"/>
                <w:szCs w:val="18"/>
              </w:rPr>
              <w:t>/</w:t>
            </w:r>
            <w:r w:rsidRPr="003E754C">
              <w:rPr>
                <w:rFonts w:ascii="Gautami" w:hAnsi="Gautami" w:cs="Gautami"/>
                <w:bCs/>
                <w:sz w:val="18"/>
                <w:szCs w:val="18"/>
                <w:lang w:val="ro-RO"/>
              </w:rPr>
              <w:t>Calificarea</w:t>
            </w:r>
          </w:p>
        </w:tc>
        <w:tc>
          <w:tcPr>
            <w:tcW w:w="6201"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ermStart w:id="935868367" w:edGrp="everyone"/>
            <w:r w:rsidRPr="00E31AAD">
              <w:rPr>
                <w:rFonts w:ascii="Gautami" w:hAnsi="Gautami" w:cs="Gautami"/>
                <w:bCs/>
                <w:sz w:val="18"/>
                <w:szCs w:val="18"/>
                <w:lang w:val="ro-RO"/>
              </w:rPr>
              <w:t>Ma</w:t>
            </w:r>
            <w:r w:rsidR="00E17359">
              <w:rPr>
                <w:rFonts w:ascii="Gautami" w:hAnsi="Gautami" w:cs="Gautami"/>
                <w:bCs/>
                <w:sz w:val="18"/>
                <w:szCs w:val="18"/>
                <w:lang w:val="ro-RO"/>
              </w:rPr>
              <w:t>ş</w:t>
            </w:r>
            <w:r w:rsidRPr="00E31AAD">
              <w:rPr>
                <w:rFonts w:ascii="Gautami" w:hAnsi="Gautami" w:cs="Gautami"/>
                <w:bCs/>
                <w:sz w:val="18"/>
                <w:szCs w:val="18"/>
                <w:lang w:val="ro-RO"/>
              </w:rPr>
              <w:t xml:space="preserve">ini </w:t>
            </w:r>
            <w:r w:rsidR="00E17359">
              <w:rPr>
                <w:rFonts w:ascii="Gautami" w:hAnsi="Gautami" w:cs="Gautami"/>
                <w:bCs/>
                <w:sz w:val="18"/>
                <w:szCs w:val="18"/>
                <w:lang w:val="ro-RO"/>
              </w:rPr>
              <w:t>ş</w:t>
            </w:r>
            <w:r w:rsidRPr="00E31AAD">
              <w:rPr>
                <w:rFonts w:ascii="Gautami" w:hAnsi="Gautami" w:cs="Gautami"/>
                <w:bCs/>
                <w:sz w:val="18"/>
                <w:szCs w:val="18"/>
                <w:lang w:val="ro-RO"/>
              </w:rPr>
              <w:t xml:space="preserve">i sisteme hidraulice </w:t>
            </w:r>
            <w:r w:rsidR="00E17359">
              <w:rPr>
                <w:rFonts w:ascii="Gautami" w:hAnsi="Gautami" w:cs="Gautami"/>
                <w:bCs/>
                <w:sz w:val="18"/>
                <w:szCs w:val="18"/>
                <w:lang w:val="ro-RO"/>
              </w:rPr>
              <w:t>ş</w:t>
            </w:r>
            <w:r w:rsidRPr="00E31AAD">
              <w:rPr>
                <w:rFonts w:ascii="Gautami" w:hAnsi="Gautami" w:cs="Gautami"/>
                <w:bCs/>
                <w:sz w:val="18"/>
                <w:szCs w:val="18"/>
                <w:lang w:val="ro-RO"/>
              </w:rPr>
              <w:t>i pneumatice</w:t>
            </w:r>
            <w:r>
              <w:rPr>
                <w:rFonts w:ascii="Gautami" w:hAnsi="Gautami" w:cs="Gautami"/>
                <w:bCs/>
                <w:sz w:val="18"/>
                <w:szCs w:val="18"/>
                <w:lang w:val="ro-RO"/>
              </w:rPr>
              <w:t xml:space="preserve"> / 180/ inginer</w:t>
            </w:r>
            <w:permEnd w:id="935868367"/>
          </w:p>
        </w:tc>
      </w:tr>
    </w:tbl>
    <w:p w:rsidR="00784E20" w:rsidRPr="003E754C" w:rsidRDefault="00784E20" w:rsidP="00C47529">
      <w:pPr>
        <w:autoSpaceDE w:val="0"/>
        <w:autoSpaceDN w:val="0"/>
        <w:adjustRightInd w:val="0"/>
        <w:spacing w:before="120" w:after="0" w:line="240" w:lineRule="auto"/>
        <w:ind w:left="720"/>
        <w:jc w:val="both"/>
        <w:rPr>
          <w:rFonts w:ascii="Verdana" w:hAnsi="Verdana"/>
          <w:bCs/>
          <w:sz w:val="24"/>
          <w:szCs w:val="24"/>
          <w:lang w:val="ro-RO"/>
        </w:rPr>
      </w:pPr>
    </w:p>
    <w:p w:rsidR="00784E20" w:rsidRPr="003E754C" w:rsidRDefault="00784E20" w:rsidP="00A30888">
      <w:pPr>
        <w:numPr>
          <w:ilvl w:val="0"/>
          <w:numId w:val="12"/>
        </w:num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Date despre disciplină</w:t>
      </w:r>
    </w:p>
    <w:tbl>
      <w:tblPr>
        <w:tblW w:w="0" w:type="auto"/>
        <w:jc w:val="right"/>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5"/>
        <w:gridCol w:w="567"/>
        <w:gridCol w:w="1380"/>
        <w:gridCol w:w="604"/>
        <w:gridCol w:w="1985"/>
        <w:gridCol w:w="709"/>
        <w:gridCol w:w="2126"/>
        <w:gridCol w:w="1240"/>
      </w:tblGrid>
      <w:tr w:rsidR="00784E20" w:rsidRPr="003E754C" w:rsidTr="004A32C3">
        <w:trPr>
          <w:jc w:val="right"/>
        </w:trPr>
        <w:tc>
          <w:tcPr>
            <w:tcW w:w="3792" w:type="dxa"/>
            <w:gridSpan w:val="3"/>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2.1</w:t>
            </w:r>
            <w:r w:rsidRPr="003E754C">
              <w:rPr>
                <w:rFonts w:ascii="Gautami" w:hAnsi="Gautami" w:cs="Gautami"/>
                <w:bCs/>
                <w:sz w:val="18"/>
                <w:szCs w:val="18"/>
                <w:lang w:val="ro-RO"/>
              </w:rPr>
              <w:t xml:space="preserve"> Denumirea disciplinei</w:t>
            </w:r>
          </w:p>
        </w:tc>
        <w:tc>
          <w:tcPr>
            <w:tcW w:w="6664" w:type="dxa"/>
            <w:gridSpan w:val="5"/>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ermStart w:id="602029854" w:edGrp="everyone"/>
            <w:r w:rsidRPr="003E754C">
              <w:rPr>
                <w:rFonts w:ascii="Gautami" w:hAnsi="Gautami" w:cs="Gautami"/>
                <w:bCs/>
                <w:sz w:val="18"/>
                <w:szCs w:val="18"/>
                <w:lang w:val="ro-RO"/>
              </w:rPr>
              <w:t xml:space="preserve"> </w:t>
            </w:r>
            <w:r>
              <w:rPr>
                <w:rFonts w:ascii="Gautami" w:hAnsi="Gautami" w:cs="Gautami"/>
                <w:bCs/>
                <w:sz w:val="18"/>
                <w:szCs w:val="18"/>
                <w:lang w:val="ro-RO"/>
              </w:rPr>
              <w:t>Mecanica I</w:t>
            </w:r>
            <w:r w:rsidRPr="003E754C">
              <w:rPr>
                <w:rFonts w:ascii="Gautami" w:hAnsi="Gautami" w:cs="Gautami"/>
                <w:bCs/>
                <w:sz w:val="18"/>
                <w:szCs w:val="18"/>
                <w:lang w:val="ro-RO"/>
              </w:rPr>
              <w:t xml:space="preserve"> </w:t>
            </w:r>
            <w:permEnd w:id="602029854"/>
          </w:p>
        </w:tc>
      </w:tr>
      <w:tr w:rsidR="00784E20" w:rsidRPr="003E754C" w:rsidTr="004A32C3">
        <w:trPr>
          <w:jc w:val="right"/>
        </w:trPr>
        <w:tc>
          <w:tcPr>
            <w:tcW w:w="3792" w:type="dxa"/>
            <w:gridSpan w:val="3"/>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2.2</w:t>
            </w:r>
            <w:r w:rsidRPr="003E754C">
              <w:rPr>
                <w:rFonts w:ascii="Gautami" w:hAnsi="Gautami" w:cs="Gautami"/>
                <w:bCs/>
                <w:sz w:val="18"/>
                <w:szCs w:val="18"/>
                <w:lang w:val="ro-RO"/>
              </w:rPr>
              <w:t xml:space="preserve"> Titularul activităţilor de curs</w:t>
            </w:r>
          </w:p>
        </w:tc>
        <w:tc>
          <w:tcPr>
            <w:tcW w:w="6664" w:type="dxa"/>
            <w:gridSpan w:val="5"/>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ermStart w:id="1014055531" w:edGrp="everyone"/>
            <w:r w:rsidRPr="003E754C">
              <w:rPr>
                <w:rFonts w:ascii="Gautami" w:hAnsi="Gautami" w:cs="Gautami"/>
                <w:bCs/>
                <w:sz w:val="18"/>
                <w:szCs w:val="18"/>
                <w:lang w:val="ro-RO"/>
              </w:rPr>
              <w:t xml:space="preserve"> </w:t>
            </w:r>
            <w:r>
              <w:rPr>
                <w:rFonts w:ascii="Gautami" w:hAnsi="Gautami" w:cs="Gautami"/>
                <w:bCs/>
                <w:sz w:val="18"/>
                <w:szCs w:val="18"/>
                <w:lang w:val="ro-RO"/>
              </w:rPr>
              <w:t>Prof. Univ. Dr. Vasile MARINCA</w:t>
            </w:r>
            <w:r w:rsidRPr="003E754C">
              <w:rPr>
                <w:rFonts w:ascii="Gautami" w:hAnsi="Gautami" w:cs="Gautami"/>
                <w:bCs/>
                <w:sz w:val="18"/>
                <w:szCs w:val="18"/>
                <w:lang w:val="ro-RO"/>
              </w:rPr>
              <w:t xml:space="preserve"> </w:t>
            </w:r>
            <w:permEnd w:id="1014055531"/>
          </w:p>
        </w:tc>
      </w:tr>
      <w:tr w:rsidR="00784E20" w:rsidRPr="003E754C" w:rsidTr="004A32C3">
        <w:trPr>
          <w:jc w:val="right"/>
        </w:trPr>
        <w:tc>
          <w:tcPr>
            <w:tcW w:w="3792" w:type="dxa"/>
            <w:gridSpan w:val="3"/>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2.3</w:t>
            </w:r>
            <w:r w:rsidRPr="003E754C">
              <w:rPr>
                <w:rFonts w:ascii="Gautami" w:hAnsi="Gautami" w:cs="Gautami"/>
                <w:bCs/>
                <w:sz w:val="18"/>
                <w:szCs w:val="18"/>
                <w:lang w:val="ro-RO"/>
              </w:rPr>
              <w:t xml:space="preserve"> Titularul activităţilor aplicative</w:t>
            </w:r>
            <w:r w:rsidRPr="003E754C">
              <w:rPr>
                <w:rStyle w:val="FootnoteReference"/>
                <w:rFonts w:ascii="Gautami" w:hAnsi="Gautami" w:cs="Gautami"/>
                <w:bCs/>
                <w:sz w:val="18"/>
                <w:szCs w:val="18"/>
                <w:lang w:val="ro-RO"/>
              </w:rPr>
              <w:footnoteReference w:id="5"/>
            </w:r>
          </w:p>
        </w:tc>
        <w:tc>
          <w:tcPr>
            <w:tcW w:w="6664" w:type="dxa"/>
            <w:gridSpan w:val="5"/>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ermStart w:id="500433076"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Asist. </w:t>
            </w:r>
            <w:r w:rsidR="00DD2DCF">
              <w:rPr>
                <w:rFonts w:ascii="Gautami" w:hAnsi="Gautami" w:cs="Gautami"/>
                <w:bCs/>
                <w:sz w:val="18"/>
                <w:szCs w:val="18"/>
                <w:lang w:val="ro-RO"/>
              </w:rPr>
              <w:t xml:space="preserve">Dr. </w:t>
            </w:r>
            <w:r>
              <w:rPr>
                <w:rFonts w:ascii="Gautami" w:hAnsi="Gautami" w:cs="Gautami"/>
                <w:bCs/>
                <w:sz w:val="18"/>
                <w:szCs w:val="18"/>
                <w:lang w:val="ro-RO"/>
              </w:rPr>
              <w:t xml:space="preserve">Ing. </w:t>
            </w:r>
            <w:r w:rsidR="00DD2DCF">
              <w:rPr>
                <w:rFonts w:ascii="Gautami" w:hAnsi="Gautami" w:cs="Gautami"/>
                <w:bCs/>
                <w:sz w:val="18"/>
                <w:szCs w:val="18"/>
                <w:lang w:val="ro-RO"/>
              </w:rPr>
              <w:t>Karoly MENYHARDT</w:t>
            </w:r>
            <w:r w:rsidRPr="003E754C">
              <w:rPr>
                <w:rFonts w:ascii="Gautami" w:hAnsi="Gautami" w:cs="Gautami"/>
                <w:bCs/>
                <w:sz w:val="18"/>
                <w:szCs w:val="18"/>
                <w:lang w:val="ro-RO"/>
              </w:rPr>
              <w:t xml:space="preserve"> </w:t>
            </w:r>
            <w:permEnd w:id="500433076"/>
          </w:p>
        </w:tc>
      </w:tr>
      <w:tr w:rsidR="00784E20" w:rsidRPr="003E754C" w:rsidTr="002932E8">
        <w:trPr>
          <w:jc w:val="right"/>
        </w:trPr>
        <w:tc>
          <w:tcPr>
            <w:tcW w:w="1845"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2.4</w:t>
            </w:r>
            <w:r w:rsidRPr="003E754C">
              <w:rPr>
                <w:rFonts w:ascii="Gautami" w:hAnsi="Gautami" w:cs="Gautami"/>
                <w:bCs/>
                <w:sz w:val="18"/>
                <w:szCs w:val="18"/>
                <w:lang w:val="ro-RO"/>
              </w:rPr>
              <w:t xml:space="preserve"> Anul de studiu</w:t>
            </w:r>
            <w:r w:rsidRPr="003E754C">
              <w:rPr>
                <w:rStyle w:val="FootnoteReference"/>
                <w:rFonts w:ascii="Gautami" w:hAnsi="Gautami" w:cs="Gautami"/>
                <w:bCs/>
                <w:sz w:val="18"/>
                <w:szCs w:val="18"/>
                <w:lang w:val="ro-RO"/>
              </w:rPr>
              <w:footnoteReference w:id="6"/>
            </w:r>
          </w:p>
        </w:tc>
        <w:tc>
          <w:tcPr>
            <w:tcW w:w="567"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rPr>
            </w:pPr>
            <w:permStart w:id="1051068947" w:edGrp="everyone"/>
            <w:r w:rsidRPr="003E754C">
              <w:rPr>
                <w:rFonts w:ascii="Gautami" w:hAnsi="Gautami" w:cs="Gautami"/>
                <w:bCs/>
                <w:sz w:val="18"/>
                <w:szCs w:val="18"/>
                <w:lang w:val="ro-RO"/>
              </w:rPr>
              <w:t xml:space="preserve"> </w:t>
            </w:r>
            <w:r>
              <w:rPr>
                <w:rFonts w:ascii="Gautami" w:hAnsi="Gautami" w:cs="Gautami"/>
                <w:bCs/>
                <w:sz w:val="18"/>
                <w:szCs w:val="18"/>
                <w:lang w:val="ro-RO"/>
              </w:rPr>
              <w:t>2</w:t>
            </w:r>
            <w:r w:rsidRPr="003E754C">
              <w:rPr>
                <w:rFonts w:ascii="Gautami" w:hAnsi="Gautami" w:cs="Gautami"/>
                <w:bCs/>
                <w:sz w:val="18"/>
                <w:szCs w:val="18"/>
                <w:lang w:val="ro-RO"/>
              </w:rPr>
              <w:t xml:space="preserve"> </w:t>
            </w:r>
            <w:permEnd w:id="1051068947"/>
          </w:p>
        </w:tc>
        <w:tc>
          <w:tcPr>
            <w:tcW w:w="1380"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2.5</w:t>
            </w:r>
            <w:r w:rsidRPr="003E754C">
              <w:rPr>
                <w:rFonts w:ascii="Gautami" w:hAnsi="Gautami" w:cs="Gautami"/>
                <w:bCs/>
                <w:sz w:val="18"/>
                <w:szCs w:val="18"/>
                <w:lang w:val="ro-RO"/>
              </w:rPr>
              <w:t xml:space="preserve"> Semestrul</w:t>
            </w:r>
          </w:p>
        </w:tc>
        <w:tc>
          <w:tcPr>
            <w:tcW w:w="604" w:type="dxa"/>
          </w:tcPr>
          <w:p w:rsidR="00784E20" w:rsidRPr="003E754C" w:rsidRDefault="00784E20" w:rsidP="00453904">
            <w:pPr>
              <w:autoSpaceDE w:val="0"/>
              <w:autoSpaceDN w:val="0"/>
              <w:adjustRightInd w:val="0"/>
              <w:spacing w:before="20" w:after="20" w:line="240" w:lineRule="auto"/>
              <w:jc w:val="both"/>
              <w:rPr>
                <w:rFonts w:ascii="Gautami" w:hAnsi="Gautami" w:cs="Gautami"/>
                <w:bCs/>
                <w:sz w:val="18"/>
                <w:szCs w:val="18"/>
                <w:lang w:val="ro-RO"/>
              </w:rPr>
            </w:pPr>
            <w:permStart w:id="69022436" w:edGrp="everyone"/>
            <w:r w:rsidRPr="003E754C">
              <w:rPr>
                <w:rFonts w:ascii="Gautami" w:hAnsi="Gautami" w:cs="Gautami"/>
                <w:bCs/>
                <w:sz w:val="18"/>
                <w:szCs w:val="18"/>
                <w:lang w:val="ro-RO"/>
              </w:rPr>
              <w:t xml:space="preserve"> </w:t>
            </w:r>
            <w:r>
              <w:rPr>
                <w:rFonts w:ascii="Gautami" w:hAnsi="Gautami" w:cs="Gautami"/>
                <w:bCs/>
                <w:sz w:val="18"/>
                <w:szCs w:val="18"/>
                <w:lang w:val="ro-RO"/>
              </w:rPr>
              <w:t>3</w:t>
            </w:r>
            <w:r w:rsidRPr="003E754C">
              <w:rPr>
                <w:rFonts w:ascii="Gautami" w:hAnsi="Gautami" w:cs="Gautami"/>
                <w:bCs/>
                <w:sz w:val="18"/>
                <w:szCs w:val="18"/>
                <w:lang w:val="ro-RO"/>
              </w:rPr>
              <w:t xml:space="preserve"> </w:t>
            </w:r>
            <w:permEnd w:id="69022436"/>
          </w:p>
        </w:tc>
        <w:tc>
          <w:tcPr>
            <w:tcW w:w="1985"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2.6</w:t>
            </w:r>
            <w:r w:rsidRPr="003E754C">
              <w:rPr>
                <w:rFonts w:ascii="Gautami" w:hAnsi="Gautami" w:cs="Gautami"/>
                <w:bCs/>
                <w:sz w:val="18"/>
                <w:szCs w:val="18"/>
                <w:lang w:val="ro-RO"/>
              </w:rPr>
              <w:t xml:space="preserve"> Tipul de evaluare</w:t>
            </w:r>
          </w:p>
        </w:tc>
        <w:tc>
          <w:tcPr>
            <w:tcW w:w="709" w:type="dxa"/>
          </w:tcPr>
          <w:p w:rsidR="00784E20" w:rsidRPr="003E754C" w:rsidRDefault="00784E20" w:rsidP="00453904">
            <w:pPr>
              <w:autoSpaceDE w:val="0"/>
              <w:autoSpaceDN w:val="0"/>
              <w:adjustRightInd w:val="0"/>
              <w:spacing w:before="20" w:after="20" w:line="240" w:lineRule="auto"/>
              <w:jc w:val="both"/>
              <w:rPr>
                <w:rFonts w:ascii="Gautami" w:hAnsi="Gautami" w:cs="Gautami"/>
                <w:bCs/>
                <w:sz w:val="18"/>
                <w:szCs w:val="18"/>
                <w:lang w:val="ro-RO"/>
              </w:rPr>
            </w:pPr>
            <w:permStart w:id="2120446679" w:edGrp="everyone"/>
            <w:r w:rsidRPr="003E754C">
              <w:rPr>
                <w:rFonts w:ascii="Gautami" w:hAnsi="Gautami" w:cs="Gautami"/>
                <w:bCs/>
                <w:sz w:val="18"/>
                <w:szCs w:val="18"/>
                <w:lang w:val="ro-RO"/>
              </w:rPr>
              <w:t xml:space="preserve"> </w:t>
            </w:r>
            <w:r>
              <w:rPr>
                <w:rFonts w:ascii="Gautami" w:hAnsi="Gautami" w:cs="Gautami"/>
                <w:bCs/>
                <w:sz w:val="18"/>
                <w:szCs w:val="18"/>
                <w:lang w:val="ro-RO"/>
              </w:rPr>
              <w:t>E</w:t>
            </w:r>
            <w:r w:rsidRPr="003E754C">
              <w:rPr>
                <w:rFonts w:ascii="Gautami" w:hAnsi="Gautami" w:cs="Gautami"/>
                <w:bCs/>
                <w:sz w:val="18"/>
                <w:szCs w:val="18"/>
                <w:lang w:val="ro-RO"/>
              </w:rPr>
              <w:t xml:space="preserve"> </w:t>
            </w:r>
            <w:permEnd w:id="2120446679"/>
          </w:p>
        </w:tc>
        <w:tc>
          <w:tcPr>
            <w:tcW w:w="2126"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2.7</w:t>
            </w:r>
            <w:r w:rsidRPr="003E754C">
              <w:rPr>
                <w:rFonts w:ascii="Gautami" w:hAnsi="Gautami" w:cs="Gautami"/>
                <w:bCs/>
                <w:sz w:val="18"/>
                <w:szCs w:val="18"/>
                <w:lang w:val="ro-RO"/>
              </w:rPr>
              <w:t xml:space="preserve"> Regimul disciplinei</w:t>
            </w:r>
          </w:p>
        </w:tc>
        <w:tc>
          <w:tcPr>
            <w:tcW w:w="1240" w:type="dxa"/>
          </w:tcPr>
          <w:p w:rsidR="00784E20" w:rsidRPr="003E754C" w:rsidRDefault="00784E20" w:rsidP="00453904">
            <w:pPr>
              <w:autoSpaceDE w:val="0"/>
              <w:autoSpaceDN w:val="0"/>
              <w:adjustRightInd w:val="0"/>
              <w:spacing w:before="20" w:after="20" w:line="240" w:lineRule="auto"/>
              <w:jc w:val="both"/>
              <w:rPr>
                <w:rFonts w:ascii="Gautami" w:hAnsi="Gautami" w:cs="Gautami"/>
                <w:bCs/>
                <w:sz w:val="18"/>
                <w:szCs w:val="18"/>
                <w:lang w:val="ro-RO"/>
              </w:rPr>
            </w:pPr>
            <w:permStart w:id="856031799" w:edGrp="everyone"/>
            <w:r w:rsidRPr="003E754C">
              <w:rPr>
                <w:rFonts w:ascii="Gautami" w:hAnsi="Gautami" w:cs="Gautami"/>
                <w:bCs/>
                <w:sz w:val="18"/>
                <w:szCs w:val="18"/>
                <w:lang w:val="ro-RO"/>
              </w:rPr>
              <w:t xml:space="preserve"> </w:t>
            </w:r>
            <w:r>
              <w:rPr>
                <w:rFonts w:ascii="Gautami" w:hAnsi="Gautami" w:cs="Gautami"/>
                <w:bCs/>
                <w:sz w:val="18"/>
                <w:szCs w:val="18"/>
                <w:lang w:val="ro-RO"/>
              </w:rPr>
              <w:t>DD</w:t>
            </w:r>
            <w:r w:rsidRPr="003E754C">
              <w:rPr>
                <w:rFonts w:ascii="Gautami" w:hAnsi="Gautami" w:cs="Gautami"/>
                <w:bCs/>
                <w:sz w:val="18"/>
                <w:szCs w:val="18"/>
                <w:lang w:val="ro-RO"/>
              </w:rPr>
              <w:t xml:space="preserve"> </w:t>
            </w:r>
            <w:permEnd w:id="856031799"/>
          </w:p>
        </w:tc>
      </w:tr>
    </w:tbl>
    <w:p w:rsidR="00784E20" w:rsidRPr="003E754C" w:rsidRDefault="00784E20" w:rsidP="00C47529">
      <w:pPr>
        <w:autoSpaceDE w:val="0"/>
        <w:autoSpaceDN w:val="0"/>
        <w:adjustRightInd w:val="0"/>
        <w:spacing w:before="120" w:after="0" w:line="240" w:lineRule="auto"/>
        <w:ind w:firstLine="720"/>
        <w:jc w:val="both"/>
        <w:rPr>
          <w:rFonts w:ascii="Verdana" w:hAnsi="Verdana"/>
          <w:bCs/>
          <w:sz w:val="24"/>
          <w:szCs w:val="24"/>
          <w:lang w:val="ro-RO"/>
        </w:rPr>
      </w:pPr>
    </w:p>
    <w:p w:rsidR="00784E20" w:rsidRPr="003E754C" w:rsidRDefault="00784E20" w:rsidP="00A30888">
      <w:pPr>
        <w:numPr>
          <w:ilvl w:val="0"/>
          <w:numId w:val="12"/>
        </w:numPr>
        <w:autoSpaceDE w:val="0"/>
        <w:autoSpaceDN w:val="0"/>
        <w:adjustRightInd w:val="0"/>
        <w:spacing w:after="120" w:line="240" w:lineRule="auto"/>
        <w:ind w:left="425" w:hanging="357"/>
        <w:jc w:val="both"/>
        <w:rPr>
          <w:rFonts w:ascii="Verdana" w:hAnsi="Verdana"/>
          <w:b/>
          <w:bCs/>
          <w:sz w:val="18"/>
          <w:szCs w:val="18"/>
          <w:lang w:val="ro-RO"/>
        </w:rPr>
      </w:pPr>
      <w:r w:rsidRPr="003E754C">
        <w:rPr>
          <w:rFonts w:ascii="Verdana" w:hAnsi="Verdana"/>
          <w:b/>
          <w:bCs/>
          <w:sz w:val="18"/>
          <w:szCs w:val="18"/>
          <w:lang w:val="ro-RO"/>
        </w:rPr>
        <w:t xml:space="preserve">Timpul total estimat </w:t>
      </w:r>
      <w:r w:rsidRPr="003E754C">
        <w:rPr>
          <w:rFonts w:ascii="Verdana" w:hAnsi="Verdana"/>
          <w:bCs/>
          <w:sz w:val="18"/>
          <w:szCs w:val="18"/>
          <w:lang w:val="ro-RO"/>
        </w:rPr>
        <w:t>(ore pe semestru al activităţilor didactice)</w:t>
      </w:r>
    </w:p>
    <w:tbl>
      <w:tblPr>
        <w:tblW w:w="10470" w:type="dxa"/>
        <w:jc w:val="right"/>
        <w:tblInd w:w="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76"/>
        <w:gridCol w:w="1785"/>
        <w:gridCol w:w="909"/>
        <w:gridCol w:w="567"/>
        <w:gridCol w:w="3260"/>
        <w:gridCol w:w="673"/>
      </w:tblGrid>
      <w:tr w:rsidR="00784E20" w:rsidRPr="003E754C" w:rsidTr="004A32C3">
        <w:trPr>
          <w:jc w:val="right"/>
        </w:trPr>
        <w:tc>
          <w:tcPr>
            <w:tcW w:w="3276" w:type="dxa"/>
            <w:vAlign w:val="center"/>
          </w:tcPr>
          <w:p w:rsidR="00784E20" w:rsidRPr="003E754C" w:rsidRDefault="00784E20"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3.1</w:t>
            </w:r>
            <w:r w:rsidRPr="003E754C">
              <w:rPr>
                <w:rFonts w:ascii="Gautami" w:hAnsi="Gautami" w:cs="Gautami"/>
                <w:bCs/>
                <w:sz w:val="18"/>
                <w:szCs w:val="18"/>
                <w:lang w:val="ro-RO"/>
              </w:rPr>
              <w:t xml:space="preserve"> Număr de ore pe săptămână</w:t>
            </w:r>
          </w:p>
        </w:tc>
        <w:tc>
          <w:tcPr>
            <w:tcW w:w="1785" w:type="dxa"/>
            <w:vAlign w:val="center"/>
          </w:tcPr>
          <w:p w:rsidR="00784E20" w:rsidRPr="003E754C" w:rsidRDefault="00784E20" w:rsidP="00441CEF">
            <w:pPr>
              <w:autoSpaceDE w:val="0"/>
              <w:autoSpaceDN w:val="0"/>
              <w:adjustRightInd w:val="0"/>
              <w:spacing w:before="20" w:after="20" w:line="240" w:lineRule="auto"/>
              <w:rPr>
                <w:rFonts w:ascii="Gautami" w:hAnsi="Gautami" w:cs="Gautami"/>
                <w:bCs/>
                <w:sz w:val="18"/>
                <w:szCs w:val="18"/>
                <w:lang w:val="ro-RO"/>
              </w:rPr>
            </w:pPr>
            <w:permStart w:id="56499421" w:edGrp="everyone"/>
            <w:r w:rsidRPr="003E754C">
              <w:rPr>
                <w:rFonts w:ascii="Gautami" w:hAnsi="Gautami" w:cs="Gautami"/>
                <w:bCs/>
                <w:sz w:val="18"/>
                <w:szCs w:val="18"/>
                <w:lang w:val="ro-RO"/>
              </w:rPr>
              <w:t xml:space="preserve"> </w:t>
            </w:r>
            <w:r>
              <w:rPr>
                <w:rFonts w:ascii="Gautami" w:hAnsi="Gautami" w:cs="Gautami"/>
                <w:bCs/>
                <w:sz w:val="18"/>
                <w:szCs w:val="18"/>
                <w:lang w:val="ro-RO"/>
              </w:rPr>
              <w:t>3,5</w:t>
            </w:r>
            <w:r w:rsidRPr="003E754C">
              <w:rPr>
                <w:rFonts w:ascii="Gautami" w:hAnsi="Gautami" w:cs="Gautami"/>
                <w:bCs/>
                <w:sz w:val="18"/>
                <w:szCs w:val="18"/>
                <w:lang w:val="ro-RO"/>
              </w:rPr>
              <w:t xml:space="preserve"> </w:t>
            </w:r>
            <w:permEnd w:id="56499421"/>
            <w:r w:rsidRPr="003E754C">
              <w:rPr>
                <w:rFonts w:ascii="Gautami" w:hAnsi="Gautami" w:cs="Gautami"/>
                <w:bCs/>
                <w:sz w:val="18"/>
                <w:szCs w:val="18"/>
                <w:lang w:val="ro-RO"/>
              </w:rPr>
              <w:t xml:space="preserve"> </w:t>
            </w:r>
            <w:r>
              <w:rPr>
                <w:rFonts w:ascii="Gautami" w:hAnsi="Gautami" w:cs="Gautami"/>
                <w:bCs/>
                <w:sz w:val="18"/>
                <w:szCs w:val="18"/>
                <w:lang w:val="ro-RO"/>
              </w:rPr>
              <w:t xml:space="preserve">, </w:t>
            </w:r>
            <w:r w:rsidRPr="003E754C">
              <w:rPr>
                <w:rFonts w:ascii="Gautami" w:hAnsi="Gautami" w:cs="Gautami"/>
                <w:bCs/>
                <w:sz w:val="18"/>
                <w:szCs w:val="18"/>
                <w:lang w:val="ro-RO"/>
              </w:rPr>
              <w:t xml:space="preserve">din care:   </w:t>
            </w:r>
          </w:p>
        </w:tc>
        <w:tc>
          <w:tcPr>
            <w:tcW w:w="909" w:type="dxa"/>
            <w:vAlign w:val="center"/>
          </w:tcPr>
          <w:p w:rsidR="00784E20" w:rsidRPr="003E754C" w:rsidRDefault="00784E20"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3.2</w:t>
            </w:r>
            <w:r w:rsidRPr="003E754C">
              <w:rPr>
                <w:rFonts w:ascii="Gautami" w:hAnsi="Gautami" w:cs="Gautami"/>
                <w:bCs/>
                <w:sz w:val="18"/>
                <w:szCs w:val="18"/>
                <w:lang w:val="ro-RO"/>
              </w:rPr>
              <w:t xml:space="preserve"> curs</w:t>
            </w:r>
          </w:p>
        </w:tc>
        <w:tc>
          <w:tcPr>
            <w:tcW w:w="567" w:type="dxa"/>
            <w:vAlign w:val="center"/>
          </w:tcPr>
          <w:p w:rsidR="00784E20" w:rsidRPr="003E754C" w:rsidRDefault="00784E20" w:rsidP="00441CEF">
            <w:pPr>
              <w:autoSpaceDE w:val="0"/>
              <w:autoSpaceDN w:val="0"/>
              <w:adjustRightInd w:val="0"/>
              <w:spacing w:before="20" w:after="20" w:line="240" w:lineRule="auto"/>
              <w:rPr>
                <w:rFonts w:ascii="Gautami" w:hAnsi="Gautami" w:cs="Gautami"/>
                <w:bCs/>
                <w:sz w:val="18"/>
                <w:szCs w:val="18"/>
                <w:lang w:val="ro-RO"/>
              </w:rPr>
            </w:pPr>
            <w:permStart w:id="1227772551" w:edGrp="everyone"/>
            <w:r w:rsidRPr="003E754C">
              <w:rPr>
                <w:rFonts w:ascii="Gautami" w:hAnsi="Gautami" w:cs="Gautami"/>
                <w:bCs/>
                <w:sz w:val="18"/>
                <w:szCs w:val="18"/>
                <w:lang w:val="ro-RO"/>
              </w:rPr>
              <w:t xml:space="preserve"> </w:t>
            </w:r>
            <w:r>
              <w:rPr>
                <w:rFonts w:ascii="Gautami" w:hAnsi="Gautami" w:cs="Gautami"/>
                <w:bCs/>
                <w:sz w:val="18"/>
                <w:szCs w:val="18"/>
                <w:lang w:val="ro-RO"/>
              </w:rPr>
              <w:t>2</w:t>
            </w:r>
            <w:r w:rsidRPr="003E754C">
              <w:rPr>
                <w:rFonts w:ascii="Gautami" w:hAnsi="Gautami" w:cs="Gautami"/>
                <w:bCs/>
                <w:sz w:val="18"/>
                <w:szCs w:val="18"/>
                <w:lang w:val="ro-RO"/>
              </w:rPr>
              <w:t xml:space="preserve"> </w:t>
            </w:r>
            <w:permEnd w:id="1227772551"/>
          </w:p>
        </w:tc>
        <w:tc>
          <w:tcPr>
            <w:tcW w:w="3260"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3.3</w:t>
            </w:r>
            <w:r w:rsidRPr="003E754C">
              <w:rPr>
                <w:rFonts w:ascii="Gautami" w:hAnsi="Gautami" w:cs="Gautami"/>
                <w:bCs/>
                <w:sz w:val="18"/>
                <w:szCs w:val="18"/>
                <w:lang w:val="ro-RO"/>
              </w:rPr>
              <w:t xml:space="preserve"> seminar/laborator/ proiect/practică</w:t>
            </w:r>
          </w:p>
        </w:tc>
        <w:tc>
          <w:tcPr>
            <w:tcW w:w="673" w:type="dxa"/>
            <w:vAlign w:val="center"/>
          </w:tcPr>
          <w:p w:rsidR="00784E20" w:rsidRPr="003E754C" w:rsidRDefault="00784E20" w:rsidP="00441CEF">
            <w:pPr>
              <w:autoSpaceDE w:val="0"/>
              <w:autoSpaceDN w:val="0"/>
              <w:adjustRightInd w:val="0"/>
              <w:spacing w:before="20" w:after="20" w:line="240" w:lineRule="auto"/>
              <w:rPr>
                <w:rFonts w:ascii="Gautami" w:hAnsi="Gautami" w:cs="Gautami"/>
                <w:bCs/>
                <w:sz w:val="18"/>
                <w:szCs w:val="18"/>
                <w:lang w:val="ro-RO"/>
              </w:rPr>
            </w:pPr>
            <w:permStart w:id="287514846" w:edGrp="everyone"/>
            <w:r w:rsidRPr="003E754C">
              <w:rPr>
                <w:rFonts w:ascii="Gautami" w:hAnsi="Gautami" w:cs="Gautami"/>
                <w:bCs/>
                <w:sz w:val="18"/>
                <w:szCs w:val="18"/>
                <w:lang w:val="ro-RO"/>
              </w:rPr>
              <w:t xml:space="preserve"> </w:t>
            </w:r>
            <w:r>
              <w:rPr>
                <w:rFonts w:ascii="Gautami" w:hAnsi="Gautami" w:cs="Gautami"/>
                <w:bCs/>
                <w:sz w:val="18"/>
                <w:szCs w:val="18"/>
                <w:lang w:val="ro-RO"/>
              </w:rPr>
              <w:t>1,5</w:t>
            </w:r>
            <w:r w:rsidRPr="003E754C">
              <w:rPr>
                <w:rFonts w:ascii="Gautami" w:hAnsi="Gautami" w:cs="Gautami"/>
                <w:bCs/>
                <w:sz w:val="18"/>
                <w:szCs w:val="18"/>
                <w:lang w:val="ro-RO"/>
              </w:rPr>
              <w:t xml:space="preserve"> </w:t>
            </w:r>
            <w:permEnd w:id="287514846"/>
          </w:p>
        </w:tc>
      </w:tr>
      <w:tr w:rsidR="00784E20" w:rsidRPr="003E754C" w:rsidTr="004A32C3">
        <w:trPr>
          <w:jc w:val="right"/>
        </w:trPr>
        <w:tc>
          <w:tcPr>
            <w:tcW w:w="3276" w:type="dxa"/>
            <w:shd w:val="clear" w:color="auto" w:fill="D9D9D9"/>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3.4</w:t>
            </w:r>
            <w:r w:rsidRPr="003E754C">
              <w:rPr>
                <w:rFonts w:ascii="Gautami" w:hAnsi="Gautami" w:cs="Gautami"/>
                <w:bCs/>
                <w:sz w:val="18"/>
                <w:szCs w:val="18"/>
                <w:lang w:val="ro-RO"/>
              </w:rPr>
              <w:t xml:space="preserve"> Total ore din planul de învăţământ</w:t>
            </w:r>
          </w:p>
        </w:tc>
        <w:tc>
          <w:tcPr>
            <w:tcW w:w="1785" w:type="dxa"/>
            <w:shd w:val="clear" w:color="auto" w:fill="D9D9D9"/>
          </w:tcPr>
          <w:p w:rsidR="00784E20" w:rsidRPr="003E754C" w:rsidRDefault="00784E20" w:rsidP="00453904">
            <w:pPr>
              <w:autoSpaceDE w:val="0"/>
              <w:autoSpaceDN w:val="0"/>
              <w:adjustRightInd w:val="0"/>
              <w:spacing w:before="20" w:after="20" w:line="240" w:lineRule="auto"/>
              <w:jc w:val="both"/>
              <w:rPr>
                <w:rFonts w:ascii="Gautami" w:hAnsi="Gautami" w:cs="Gautami"/>
                <w:bCs/>
                <w:sz w:val="18"/>
                <w:szCs w:val="18"/>
                <w:lang w:val="ro-RO"/>
              </w:rPr>
            </w:pPr>
            <w:permStart w:id="1289296782" w:edGrp="everyone"/>
            <w:r w:rsidRPr="003E754C">
              <w:rPr>
                <w:rFonts w:ascii="Gautami" w:hAnsi="Gautami" w:cs="Gautami"/>
                <w:bCs/>
                <w:sz w:val="18"/>
                <w:szCs w:val="18"/>
                <w:lang w:val="ro-RO"/>
              </w:rPr>
              <w:t xml:space="preserve"> </w:t>
            </w:r>
            <w:r>
              <w:rPr>
                <w:rFonts w:ascii="Gautami" w:hAnsi="Gautami" w:cs="Gautami"/>
                <w:bCs/>
                <w:sz w:val="18"/>
                <w:szCs w:val="18"/>
                <w:lang w:val="ro-RO"/>
              </w:rPr>
              <w:t>49</w:t>
            </w:r>
            <w:r w:rsidRPr="003E754C">
              <w:rPr>
                <w:rFonts w:ascii="Gautami" w:hAnsi="Gautami" w:cs="Gautami"/>
                <w:bCs/>
                <w:sz w:val="18"/>
                <w:szCs w:val="18"/>
                <w:lang w:val="ro-RO"/>
              </w:rPr>
              <w:t xml:space="preserve"> </w:t>
            </w:r>
            <w:permEnd w:id="1289296782"/>
            <w:r w:rsidRPr="003E754C">
              <w:rPr>
                <w:rFonts w:ascii="Gautami" w:hAnsi="Gautami" w:cs="Gautami"/>
                <w:bCs/>
                <w:sz w:val="18"/>
                <w:szCs w:val="18"/>
                <w:lang w:val="ro-RO"/>
              </w:rPr>
              <w:t xml:space="preserve"> </w:t>
            </w:r>
            <w:r>
              <w:rPr>
                <w:rFonts w:ascii="Gautami" w:hAnsi="Gautami" w:cs="Gautami"/>
                <w:bCs/>
                <w:sz w:val="18"/>
                <w:szCs w:val="18"/>
                <w:lang w:val="ro-RO"/>
              </w:rPr>
              <w:t xml:space="preserve">, </w:t>
            </w:r>
            <w:r w:rsidRPr="003E754C">
              <w:rPr>
                <w:rFonts w:ascii="Gautami" w:hAnsi="Gautami" w:cs="Gautami"/>
                <w:bCs/>
                <w:sz w:val="18"/>
                <w:szCs w:val="18"/>
                <w:lang w:val="ro-RO"/>
              </w:rPr>
              <w:t xml:space="preserve">din care: </w:t>
            </w:r>
          </w:p>
        </w:tc>
        <w:tc>
          <w:tcPr>
            <w:tcW w:w="909" w:type="dxa"/>
            <w:shd w:val="clear" w:color="auto" w:fill="D9D9D9"/>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ermStart w:id="2062963837" w:edGrp="everyone"/>
            <w:permEnd w:id="2062963837"/>
            <w:r w:rsidRPr="003E754C">
              <w:rPr>
                <w:rFonts w:ascii="Gautami" w:hAnsi="Gautami" w:cs="Gautami"/>
                <w:b/>
                <w:bCs/>
                <w:sz w:val="18"/>
                <w:szCs w:val="18"/>
                <w:lang w:val="ro-RO"/>
              </w:rPr>
              <w:t>3.5</w:t>
            </w:r>
            <w:r w:rsidRPr="003E754C">
              <w:rPr>
                <w:rFonts w:ascii="Gautami" w:hAnsi="Gautami" w:cs="Gautami"/>
                <w:bCs/>
                <w:sz w:val="18"/>
                <w:szCs w:val="18"/>
                <w:lang w:val="ro-RO"/>
              </w:rPr>
              <w:t xml:space="preserve"> curs</w:t>
            </w:r>
          </w:p>
        </w:tc>
        <w:tc>
          <w:tcPr>
            <w:tcW w:w="567" w:type="dxa"/>
            <w:shd w:val="clear" w:color="auto" w:fill="D9D9D9"/>
          </w:tcPr>
          <w:p w:rsidR="00784E20" w:rsidRPr="003E754C" w:rsidRDefault="00784E20" w:rsidP="00453904">
            <w:pPr>
              <w:autoSpaceDE w:val="0"/>
              <w:autoSpaceDN w:val="0"/>
              <w:adjustRightInd w:val="0"/>
              <w:spacing w:before="20" w:after="20" w:line="240" w:lineRule="auto"/>
              <w:jc w:val="both"/>
              <w:rPr>
                <w:rFonts w:ascii="Gautami" w:hAnsi="Gautami" w:cs="Gautami"/>
                <w:bCs/>
                <w:sz w:val="18"/>
                <w:szCs w:val="18"/>
                <w:lang w:val="ro-RO"/>
              </w:rPr>
            </w:pPr>
            <w:permStart w:id="1650921885" w:edGrp="everyone"/>
            <w:r w:rsidRPr="003E754C">
              <w:rPr>
                <w:rFonts w:ascii="Gautami" w:hAnsi="Gautami" w:cs="Gautami"/>
                <w:bCs/>
                <w:sz w:val="18"/>
                <w:szCs w:val="18"/>
                <w:lang w:val="ro-RO"/>
              </w:rPr>
              <w:t xml:space="preserve"> </w:t>
            </w:r>
            <w:r>
              <w:rPr>
                <w:rFonts w:ascii="Gautami" w:hAnsi="Gautami" w:cs="Gautami"/>
                <w:bCs/>
                <w:sz w:val="18"/>
                <w:szCs w:val="18"/>
                <w:lang w:val="ro-RO"/>
              </w:rPr>
              <w:t>28</w:t>
            </w:r>
            <w:r w:rsidRPr="003E754C">
              <w:rPr>
                <w:rFonts w:ascii="Gautami" w:hAnsi="Gautami" w:cs="Gautami"/>
                <w:bCs/>
                <w:sz w:val="18"/>
                <w:szCs w:val="18"/>
                <w:lang w:val="ro-RO"/>
              </w:rPr>
              <w:t xml:space="preserve"> </w:t>
            </w:r>
            <w:permEnd w:id="1650921885"/>
          </w:p>
        </w:tc>
        <w:tc>
          <w:tcPr>
            <w:tcW w:w="3260" w:type="dxa"/>
            <w:shd w:val="clear" w:color="auto" w:fill="D9D9D9"/>
          </w:tcPr>
          <w:p w:rsidR="00784E20" w:rsidRPr="003E754C" w:rsidRDefault="00784E20" w:rsidP="00B1411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3.6</w:t>
            </w:r>
            <w:r w:rsidRPr="003E754C">
              <w:rPr>
                <w:rFonts w:ascii="Gautami" w:hAnsi="Gautami" w:cs="Gautami"/>
                <w:bCs/>
                <w:sz w:val="18"/>
                <w:szCs w:val="18"/>
                <w:lang w:val="ro-RO"/>
              </w:rPr>
              <w:t xml:space="preserve"> activităţi aplicative</w:t>
            </w:r>
          </w:p>
        </w:tc>
        <w:tc>
          <w:tcPr>
            <w:tcW w:w="673" w:type="dxa"/>
            <w:shd w:val="clear" w:color="auto" w:fill="D9D9D9"/>
          </w:tcPr>
          <w:p w:rsidR="00784E20" w:rsidRPr="003E754C" w:rsidRDefault="00784E20" w:rsidP="00453904">
            <w:pPr>
              <w:autoSpaceDE w:val="0"/>
              <w:autoSpaceDN w:val="0"/>
              <w:adjustRightInd w:val="0"/>
              <w:spacing w:before="20" w:after="20" w:line="240" w:lineRule="auto"/>
              <w:jc w:val="both"/>
              <w:rPr>
                <w:rFonts w:ascii="Gautami" w:hAnsi="Gautami" w:cs="Gautami"/>
                <w:bCs/>
                <w:sz w:val="18"/>
                <w:szCs w:val="18"/>
                <w:lang w:val="ro-RO"/>
              </w:rPr>
            </w:pPr>
            <w:permStart w:id="693982347" w:edGrp="everyone"/>
            <w:r w:rsidRPr="003E754C">
              <w:rPr>
                <w:rFonts w:ascii="Gautami" w:hAnsi="Gautami" w:cs="Gautami"/>
                <w:bCs/>
                <w:sz w:val="18"/>
                <w:szCs w:val="18"/>
                <w:lang w:val="ro-RO"/>
              </w:rPr>
              <w:t xml:space="preserve"> </w:t>
            </w:r>
            <w:r>
              <w:rPr>
                <w:rFonts w:ascii="Gautami" w:hAnsi="Gautami" w:cs="Gautami"/>
                <w:bCs/>
                <w:sz w:val="18"/>
                <w:szCs w:val="18"/>
                <w:lang w:val="ro-RO"/>
              </w:rPr>
              <w:t>21</w:t>
            </w:r>
            <w:r w:rsidRPr="003E754C">
              <w:rPr>
                <w:rFonts w:ascii="Gautami" w:hAnsi="Gautami" w:cs="Gautami"/>
                <w:bCs/>
                <w:sz w:val="18"/>
                <w:szCs w:val="18"/>
                <w:lang w:val="ro-RO"/>
              </w:rPr>
              <w:t xml:space="preserve"> </w:t>
            </w:r>
            <w:permEnd w:id="693982347"/>
          </w:p>
        </w:tc>
      </w:tr>
      <w:tr w:rsidR="00784E20" w:rsidRPr="003E754C" w:rsidTr="004A32C3">
        <w:trPr>
          <w:jc w:val="right"/>
        </w:trPr>
        <w:tc>
          <w:tcPr>
            <w:tcW w:w="9797" w:type="dxa"/>
            <w:gridSpan w:val="5"/>
          </w:tcPr>
          <w:p w:rsidR="00784E20" w:rsidRPr="003E754C" w:rsidRDefault="00784E20" w:rsidP="006A1695">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3.7</w:t>
            </w:r>
            <w:r w:rsidRPr="003E754C">
              <w:rPr>
                <w:rFonts w:ascii="Gautami" w:hAnsi="Gautami" w:cs="Gautami"/>
                <w:bCs/>
                <w:sz w:val="18"/>
                <w:szCs w:val="18"/>
                <w:lang w:val="ro-RO"/>
              </w:rPr>
              <w:t xml:space="preserve"> Distribuţia fondului de timp pentru activităţi individuale asociate disciplinei</w:t>
            </w:r>
          </w:p>
        </w:tc>
        <w:tc>
          <w:tcPr>
            <w:tcW w:w="673" w:type="dxa"/>
          </w:tcPr>
          <w:p w:rsidR="00784E20" w:rsidRPr="003E754C" w:rsidRDefault="00784E20"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ore</w:t>
            </w:r>
          </w:p>
        </w:tc>
      </w:tr>
      <w:tr w:rsidR="00784E20" w:rsidRPr="003E754C" w:rsidTr="004A32C3">
        <w:trPr>
          <w:jc w:val="right"/>
        </w:trPr>
        <w:tc>
          <w:tcPr>
            <w:tcW w:w="9797" w:type="dxa"/>
            <w:gridSpan w:val="5"/>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Studiul după manual, suport de curs, bibliografie şi notiţe</w:t>
            </w:r>
          </w:p>
        </w:tc>
        <w:tc>
          <w:tcPr>
            <w:tcW w:w="673" w:type="dxa"/>
          </w:tcPr>
          <w:p w:rsidR="00784E20" w:rsidRPr="003E754C" w:rsidRDefault="00784E20" w:rsidP="00453904">
            <w:pPr>
              <w:autoSpaceDE w:val="0"/>
              <w:autoSpaceDN w:val="0"/>
              <w:adjustRightInd w:val="0"/>
              <w:spacing w:before="20" w:after="20" w:line="240" w:lineRule="auto"/>
              <w:jc w:val="both"/>
              <w:rPr>
                <w:rFonts w:ascii="Gautami" w:hAnsi="Gautami" w:cs="Gautami"/>
                <w:bCs/>
                <w:sz w:val="18"/>
                <w:szCs w:val="18"/>
                <w:lang w:val="ro-RO"/>
              </w:rPr>
            </w:pPr>
            <w:permStart w:id="616699365" w:edGrp="everyone"/>
            <w:r w:rsidRPr="003E754C">
              <w:rPr>
                <w:rFonts w:ascii="Gautami" w:hAnsi="Gautami" w:cs="Gautami"/>
                <w:bCs/>
                <w:sz w:val="18"/>
                <w:szCs w:val="18"/>
                <w:lang w:val="ro-RO"/>
              </w:rPr>
              <w:t xml:space="preserve"> </w:t>
            </w:r>
            <w:r w:rsidR="00E17359">
              <w:rPr>
                <w:rFonts w:ascii="Gautami" w:hAnsi="Gautami" w:cs="Gautami"/>
                <w:bCs/>
                <w:sz w:val="18"/>
                <w:szCs w:val="18"/>
                <w:lang w:val="ro-RO"/>
              </w:rPr>
              <w:t>10</w:t>
            </w:r>
            <w:r w:rsidRPr="003E754C">
              <w:rPr>
                <w:rFonts w:ascii="Gautami" w:hAnsi="Gautami" w:cs="Gautami"/>
                <w:bCs/>
                <w:sz w:val="18"/>
                <w:szCs w:val="18"/>
                <w:lang w:val="ro-RO"/>
              </w:rPr>
              <w:t xml:space="preserve"> </w:t>
            </w:r>
            <w:permEnd w:id="616699365"/>
          </w:p>
        </w:tc>
      </w:tr>
      <w:tr w:rsidR="00784E20" w:rsidRPr="003E754C" w:rsidTr="004A32C3">
        <w:trPr>
          <w:jc w:val="right"/>
        </w:trPr>
        <w:tc>
          <w:tcPr>
            <w:tcW w:w="9797" w:type="dxa"/>
            <w:gridSpan w:val="5"/>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Documentare suplimentară în bibliotecă, pe platformele electronice de specialitate şi pe teren</w:t>
            </w:r>
          </w:p>
        </w:tc>
        <w:tc>
          <w:tcPr>
            <w:tcW w:w="673" w:type="dxa"/>
          </w:tcPr>
          <w:p w:rsidR="00784E20" w:rsidRPr="003E754C" w:rsidRDefault="00E17359" w:rsidP="00453904">
            <w:pPr>
              <w:autoSpaceDE w:val="0"/>
              <w:autoSpaceDN w:val="0"/>
              <w:adjustRightInd w:val="0"/>
              <w:spacing w:before="20" w:after="20" w:line="240" w:lineRule="auto"/>
              <w:jc w:val="both"/>
              <w:rPr>
                <w:rFonts w:ascii="Gautami" w:hAnsi="Gautami" w:cs="Gautami"/>
                <w:bCs/>
                <w:sz w:val="18"/>
                <w:szCs w:val="18"/>
                <w:lang w:val="ro-RO"/>
              </w:rPr>
            </w:pPr>
            <w:permStart w:id="1559779048" w:edGrp="everyone"/>
            <w:r>
              <w:rPr>
                <w:rFonts w:ascii="Gautami" w:hAnsi="Gautami" w:cs="Gautami"/>
                <w:bCs/>
                <w:sz w:val="18"/>
                <w:szCs w:val="18"/>
                <w:lang w:val="ro-RO"/>
              </w:rPr>
              <w:t xml:space="preserve"> 9 </w:t>
            </w:r>
            <w:permEnd w:id="1559779048"/>
          </w:p>
        </w:tc>
      </w:tr>
      <w:tr w:rsidR="00784E20" w:rsidRPr="003E754C" w:rsidTr="004A32C3">
        <w:trPr>
          <w:jc w:val="right"/>
        </w:trPr>
        <w:tc>
          <w:tcPr>
            <w:tcW w:w="9797" w:type="dxa"/>
            <w:gridSpan w:val="5"/>
          </w:tcPr>
          <w:p w:rsidR="00784E20" w:rsidRPr="003E754C" w:rsidRDefault="00784E20"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Pregătire seminarii/laboratoare, teme, referate, portofolii şi eseuri</w:t>
            </w:r>
          </w:p>
        </w:tc>
        <w:tc>
          <w:tcPr>
            <w:tcW w:w="673" w:type="dxa"/>
          </w:tcPr>
          <w:p w:rsidR="00784E20" w:rsidRPr="003E754C" w:rsidRDefault="00E17359" w:rsidP="00453904">
            <w:pPr>
              <w:autoSpaceDE w:val="0"/>
              <w:autoSpaceDN w:val="0"/>
              <w:adjustRightInd w:val="0"/>
              <w:spacing w:before="20" w:after="20" w:line="240" w:lineRule="auto"/>
              <w:jc w:val="both"/>
              <w:rPr>
                <w:rFonts w:ascii="Gautami" w:hAnsi="Gautami" w:cs="Gautami"/>
                <w:bCs/>
                <w:sz w:val="18"/>
                <w:szCs w:val="18"/>
                <w:lang w:val="ro-RO"/>
              </w:rPr>
            </w:pPr>
            <w:permStart w:id="1276144325" w:edGrp="everyone"/>
            <w:r>
              <w:rPr>
                <w:rFonts w:ascii="Gautami" w:hAnsi="Gautami" w:cs="Gautami"/>
                <w:bCs/>
                <w:sz w:val="18"/>
                <w:szCs w:val="18"/>
                <w:lang w:val="ro-RO"/>
              </w:rPr>
              <w:t xml:space="preserve">14 </w:t>
            </w:r>
            <w:permEnd w:id="1276144325"/>
          </w:p>
        </w:tc>
      </w:tr>
      <w:tr w:rsidR="00784E20" w:rsidRPr="003E754C" w:rsidTr="004A32C3">
        <w:trPr>
          <w:jc w:val="right"/>
        </w:trPr>
        <w:tc>
          <w:tcPr>
            <w:tcW w:w="9797" w:type="dxa"/>
            <w:gridSpan w:val="5"/>
          </w:tcPr>
          <w:p w:rsidR="00784E20" w:rsidRPr="003E754C" w:rsidRDefault="00784E20"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Tutoriat</w:t>
            </w:r>
          </w:p>
        </w:tc>
        <w:tc>
          <w:tcPr>
            <w:tcW w:w="673" w:type="dxa"/>
          </w:tcPr>
          <w:p w:rsidR="00784E20" w:rsidRPr="003E754C" w:rsidRDefault="00784E20" w:rsidP="00453904">
            <w:pPr>
              <w:autoSpaceDE w:val="0"/>
              <w:autoSpaceDN w:val="0"/>
              <w:adjustRightInd w:val="0"/>
              <w:spacing w:before="20" w:after="20" w:line="240" w:lineRule="auto"/>
              <w:jc w:val="both"/>
              <w:rPr>
                <w:rFonts w:ascii="Gautami" w:hAnsi="Gautami" w:cs="Gautami"/>
                <w:bCs/>
                <w:sz w:val="18"/>
                <w:szCs w:val="18"/>
                <w:lang w:val="ro-RO"/>
              </w:rPr>
            </w:pPr>
            <w:permStart w:id="1210923330" w:edGrp="everyone"/>
            <w:r w:rsidRPr="003E754C">
              <w:rPr>
                <w:rFonts w:ascii="Gautami" w:hAnsi="Gautami" w:cs="Gautami"/>
                <w:bCs/>
                <w:sz w:val="18"/>
                <w:szCs w:val="18"/>
                <w:lang w:val="ro-RO"/>
              </w:rPr>
              <w:t xml:space="preserve"> </w:t>
            </w:r>
            <w:r w:rsidR="00E17359">
              <w:rPr>
                <w:rFonts w:ascii="Gautami" w:hAnsi="Gautami" w:cs="Gautami"/>
                <w:bCs/>
                <w:sz w:val="18"/>
                <w:szCs w:val="18"/>
                <w:lang w:val="ro-RO"/>
              </w:rPr>
              <w:t>-</w:t>
            </w:r>
            <w:r w:rsidRPr="003E754C">
              <w:rPr>
                <w:rFonts w:ascii="Gautami" w:hAnsi="Gautami" w:cs="Gautami"/>
                <w:bCs/>
                <w:sz w:val="18"/>
                <w:szCs w:val="18"/>
                <w:lang w:val="ro-RO"/>
              </w:rPr>
              <w:t xml:space="preserve"> </w:t>
            </w:r>
            <w:permEnd w:id="1210923330"/>
          </w:p>
        </w:tc>
      </w:tr>
      <w:tr w:rsidR="00784E20" w:rsidRPr="003E754C" w:rsidTr="004A32C3">
        <w:trPr>
          <w:jc w:val="right"/>
        </w:trPr>
        <w:tc>
          <w:tcPr>
            <w:tcW w:w="9797" w:type="dxa"/>
            <w:gridSpan w:val="5"/>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Examinări</w:t>
            </w:r>
          </w:p>
        </w:tc>
        <w:tc>
          <w:tcPr>
            <w:tcW w:w="673" w:type="dxa"/>
          </w:tcPr>
          <w:p w:rsidR="00784E20" w:rsidRPr="003E754C" w:rsidRDefault="00E17359" w:rsidP="00453904">
            <w:pPr>
              <w:autoSpaceDE w:val="0"/>
              <w:autoSpaceDN w:val="0"/>
              <w:adjustRightInd w:val="0"/>
              <w:spacing w:before="20" w:after="20" w:line="240" w:lineRule="auto"/>
              <w:jc w:val="both"/>
              <w:rPr>
                <w:rFonts w:ascii="Gautami" w:hAnsi="Gautami" w:cs="Gautami"/>
                <w:bCs/>
                <w:sz w:val="18"/>
                <w:szCs w:val="18"/>
                <w:lang w:val="ro-RO"/>
              </w:rPr>
            </w:pPr>
            <w:permStart w:id="1865885107" w:edGrp="everyone"/>
            <w:r>
              <w:rPr>
                <w:rFonts w:ascii="Gautami" w:hAnsi="Gautami" w:cs="Gautami"/>
                <w:bCs/>
                <w:sz w:val="18"/>
                <w:szCs w:val="18"/>
                <w:lang w:val="ro-RO"/>
              </w:rPr>
              <w:t xml:space="preserve"> 2 </w:t>
            </w:r>
            <w:permEnd w:id="1865885107"/>
          </w:p>
        </w:tc>
      </w:tr>
      <w:tr w:rsidR="00784E20" w:rsidRPr="003E754C" w:rsidTr="004A32C3">
        <w:trPr>
          <w:jc w:val="right"/>
        </w:trPr>
        <w:tc>
          <w:tcPr>
            <w:tcW w:w="9797" w:type="dxa"/>
            <w:gridSpan w:val="5"/>
          </w:tcPr>
          <w:p w:rsidR="00784E20" w:rsidRPr="003E754C" w:rsidRDefault="00784E20"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 xml:space="preserve">Alte activităţi </w:t>
            </w:r>
            <w:permStart w:id="905602079" w:edGrp="everyone"/>
            <w:r w:rsidRPr="003E754C">
              <w:rPr>
                <w:rFonts w:ascii="Gautami" w:hAnsi="Gautami" w:cs="Gautami"/>
                <w:bCs/>
                <w:sz w:val="18"/>
                <w:szCs w:val="18"/>
                <w:lang w:val="ro-RO"/>
              </w:rPr>
              <w:t xml:space="preserve">  </w:t>
            </w:r>
            <w:permEnd w:id="905602079"/>
          </w:p>
        </w:tc>
        <w:tc>
          <w:tcPr>
            <w:tcW w:w="673" w:type="dxa"/>
          </w:tcPr>
          <w:p w:rsidR="00784E20" w:rsidRPr="003E754C" w:rsidRDefault="00E17359" w:rsidP="00453904">
            <w:pPr>
              <w:autoSpaceDE w:val="0"/>
              <w:autoSpaceDN w:val="0"/>
              <w:adjustRightInd w:val="0"/>
              <w:spacing w:before="20" w:after="20" w:line="240" w:lineRule="auto"/>
              <w:jc w:val="both"/>
              <w:rPr>
                <w:rFonts w:ascii="Gautami" w:hAnsi="Gautami" w:cs="Gautami"/>
                <w:bCs/>
                <w:sz w:val="18"/>
                <w:szCs w:val="18"/>
                <w:lang w:val="ro-RO"/>
              </w:rPr>
            </w:pPr>
            <w:permStart w:id="1927374660" w:edGrp="everyone"/>
            <w:r w:rsidRPr="00E17359">
              <w:rPr>
                <w:rFonts w:ascii="Gautami" w:hAnsi="Gautami" w:cs="Gautami"/>
                <w:bCs/>
                <w:sz w:val="18"/>
                <w:szCs w:val="18"/>
                <w:lang w:val="ro-RO"/>
              </w:rPr>
              <w:t>-</w:t>
            </w:r>
            <w:r>
              <w:rPr>
                <w:rFonts w:ascii="Gautami" w:hAnsi="Gautami" w:cs="Gautami"/>
                <w:bCs/>
                <w:sz w:val="18"/>
                <w:szCs w:val="18"/>
                <w:lang w:val="ro-RO"/>
              </w:rPr>
              <w:t xml:space="preserve"> </w:t>
            </w:r>
            <w:permEnd w:id="1927374660"/>
          </w:p>
        </w:tc>
      </w:tr>
      <w:tr w:rsidR="00784E20" w:rsidRPr="003E754C" w:rsidTr="004A32C3">
        <w:trPr>
          <w:jc w:val="right"/>
        </w:trPr>
        <w:tc>
          <w:tcPr>
            <w:tcW w:w="9797" w:type="dxa"/>
            <w:gridSpan w:val="5"/>
            <w:shd w:val="clear" w:color="auto" w:fill="D9D9D9"/>
          </w:tcPr>
          <w:p w:rsidR="00784E20" w:rsidRPr="003E754C" w:rsidRDefault="00784E20"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Total ore activităţi individuale</w:t>
            </w:r>
          </w:p>
        </w:tc>
        <w:tc>
          <w:tcPr>
            <w:tcW w:w="673" w:type="dxa"/>
            <w:shd w:val="clear" w:color="auto" w:fill="D9D9D9"/>
          </w:tcPr>
          <w:p w:rsidR="00784E20" w:rsidRPr="003E754C" w:rsidRDefault="00E17359" w:rsidP="00453904">
            <w:pPr>
              <w:autoSpaceDE w:val="0"/>
              <w:autoSpaceDN w:val="0"/>
              <w:adjustRightInd w:val="0"/>
              <w:spacing w:before="20" w:after="20" w:line="240" w:lineRule="auto"/>
              <w:jc w:val="both"/>
              <w:rPr>
                <w:rFonts w:ascii="Gautami" w:hAnsi="Gautami" w:cs="Gautami"/>
                <w:bCs/>
                <w:sz w:val="18"/>
                <w:szCs w:val="18"/>
                <w:lang w:val="ro-RO"/>
              </w:rPr>
            </w:pPr>
            <w:permStart w:id="595294870" w:edGrp="everyone"/>
            <w:r>
              <w:rPr>
                <w:rFonts w:ascii="Gautami" w:hAnsi="Gautami" w:cs="Gautami"/>
                <w:bCs/>
                <w:sz w:val="18"/>
                <w:szCs w:val="18"/>
                <w:lang w:val="ro-RO"/>
              </w:rPr>
              <w:t xml:space="preserve"> 35 </w:t>
            </w:r>
            <w:permEnd w:id="595294870"/>
          </w:p>
        </w:tc>
      </w:tr>
      <w:tr w:rsidR="00784E20" w:rsidRPr="003E754C" w:rsidTr="004A32C3">
        <w:trPr>
          <w:gridAfter w:val="4"/>
          <w:wAfter w:w="5409" w:type="dxa"/>
          <w:jc w:val="right"/>
        </w:trPr>
        <w:tc>
          <w:tcPr>
            <w:tcW w:w="3276" w:type="dxa"/>
            <w:shd w:val="clear" w:color="auto" w:fill="D9D9D9"/>
          </w:tcPr>
          <w:p w:rsidR="00784E20" w:rsidRPr="003E754C" w:rsidRDefault="00784E20" w:rsidP="00453904">
            <w:pPr>
              <w:autoSpaceDE w:val="0"/>
              <w:autoSpaceDN w:val="0"/>
              <w:adjustRightInd w:val="0"/>
              <w:spacing w:before="20" w:after="20" w:line="240" w:lineRule="auto"/>
              <w:rPr>
                <w:rFonts w:ascii="Gautami" w:hAnsi="Gautami" w:cs="Gautami"/>
                <w:b/>
                <w:bCs/>
                <w:sz w:val="18"/>
                <w:szCs w:val="18"/>
                <w:lang w:val="ro-RO"/>
              </w:rPr>
            </w:pPr>
            <w:r w:rsidRPr="003E754C">
              <w:rPr>
                <w:rFonts w:ascii="Gautami" w:hAnsi="Gautami" w:cs="Gautami"/>
                <w:b/>
                <w:bCs/>
                <w:sz w:val="18"/>
                <w:szCs w:val="18"/>
                <w:lang w:val="ro-RO"/>
              </w:rPr>
              <w:t>3.8 Total ore pe semestru</w:t>
            </w:r>
            <w:r w:rsidRPr="003E754C">
              <w:rPr>
                <w:rStyle w:val="FootnoteReference"/>
                <w:rFonts w:ascii="Gautami" w:hAnsi="Gautami" w:cs="Gautami"/>
                <w:b/>
                <w:bCs/>
                <w:sz w:val="18"/>
                <w:szCs w:val="18"/>
                <w:lang w:val="ro-RO"/>
              </w:rPr>
              <w:footnoteReference w:id="7"/>
            </w:r>
          </w:p>
        </w:tc>
        <w:tc>
          <w:tcPr>
            <w:tcW w:w="1785" w:type="dxa"/>
            <w:shd w:val="clear" w:color="auto" w:fill="D9D9D9"/>
          </w:tcPr>
          <w:p w:rsidR="00784E20" w:rsidRPr="003E754C" w:rsidRDefault="00E17359" w:rsidP="00453904">
            <w:pPr>
              <w:autoSpaceDE w:val="0"/>
              <w:autoSpaceDN w:val="0"/>
              <w:adjustRightInd w:val="0"/>
              <w:spacing w:before="20" w:after="20" w:line="240" w:lineRule="auto"/>
              <w:jc w:val="both"/>
              <w:rPr>
                <w:rFonts w:ascii="Gautami" w:hAnsi="Gautami" w:cs="Gautami"/>
                <w:bCs/>
                <w:sz w:val="18"/>
                <w:szCs w:val="18"/>
                <w:lang w:val="ro-RO"/>
              </w:rPr>
            </w:pPr>
            <w:permStart w:id="45569446" w:edGrp="everyone"/>
            <w:r>
              <w:rPr>
                <w:rFonts w:ascii="Gautami" w:hAnsi="Gautami" w:cs="Gautami"/>
                <w:bCs/>
                <w:sz w:val="18"/>
                <w:szCs w:val="18"/>
                <w:lang w:val="ro-RO"/>
              </w:rPr>
              <w:t xml:space="preserve">84 </w:t>
            </w:r>
            <w:permEnd w:id="45569446"/>
          </w:p>
        </w:tc>
      </w:tr>
      <w:tr w:rsidR="00784E20" w:rsidRPr="003E754C" w:rsidTr="004A32C3">
        <w:trPr>
          <w:gridAfter w:val="4"/>
          <w:wAfter w:w="5409" w:type="dxa"/>
          <w:jc w:val="right"/>
        </w:trPr>
        <w:tc>
          <w:tcPr>
            <w:tcW w:w="3276" w:type="dxa"/>
            <w:shd w:val="clear" w:color="auto" w:fill="D9D9D9"/>
          </w:tcPr>
          <w:p w:rsidR="00784E20" w:rsidRPr="003E754C" w:rsidRDefault="00784E20" w:rsidP="00453904">
            <w:pPr>
              <w:numPr>
                <w:ilvl w:val="1"/>
                <w:numId w:val="12"/>
              </w:numPr>
              <w:autoSpaceDE w:val="0"/>
              <w:autoSpaceDN w:val="0"/>
              <w:adjustRightInd w:val="0"/>
              <w:spacing w:before="20" w:after="20" w:line="240" w:lineRule="auto"/>
              <w:ind w:left="407" w:hanging="407"/>
              <w:rPr>
                <w:rFonts w:ascii="Gautami" w:hAnsi="Gautami" w:cs="Gautami"/>
                <w:b/>
                <w:bCs/>
                <w:sz w:val="18"/>
                <w:szCs w:val="18"/>
                <w:lang w:val="ro-RO"/>
              </w:rPr>
            </w:pPr>
            <w:r w:rsidRPr="003E754C">
              <w:rPr>
                <w:rFonts w:ascii="Gautami" w:hAnsi="Gautami" w:cs="Gautami"/>
                <w:b/>
                <w:bCs/>
                <w:sz w:val="18"/>
                <w:szCs w:val="18"/>
                <w:lang w:val="ro-RO"/>
              </w:rPr>
              <w:t>Numărul de credite</w:t>
            </w:r>
          </w:p>
        </w:tc>
        <w:tc>
          <w:tcPr>
            <w:tcW w:w="1785" w:type="dxa"/>
            <w:shd w:val="clear" w:color="auto" w:fill="D9D9D9"/>
          </w:tcPr>
          <w:p w:rsidR="00784E20" w:rsidRPr="003E754C" w:rsidRDefault="00E17359" w:rsidP="00453904">
            <w:pPr>
              <w:autoSpaceDE w:val="0"/>
              <w:autoSpaceDN w:val="0"/>
              <w:adjustRightInd w:val="0"/>
              <w:spacing w:before="20" w:after="20" w:line="240" w:lineRule="auto"/>
              <w:jc w:val="both"/>
              <w:rPr>
                <w:rFonts w:ascii="Gautami" w:hAnsi="Gautami" w:cs="Gautami"/>
                <w:bCs/>
                <w:sz w:val="18"/>
                <w:szCs w:val="18"/>
                <w:lang w:val="ro-RO"/>
              </w:rPr>
            </w:pPr>
            <w:permStart w:id="809718063" w:edGrp="everyone"/>
            <w:r>
              <w:rPr>
                <w:rFonts w:ascii="Gautami" w:hAnsi="Gautami" w:cs="Gautami"/>
                <w:bCs/>
                <w:sz w:val="18"/>
                <w:szCs w:val="18"/>
                <w:lang w:val="ro-RO"/>
              </w:rPr>
              <w:t xml:space="preserve"> 3 </w:t>
            </w:r>
            <w:permEnd w:id="809718063"/>
          </w:p>
        </w:tc>
      </w:tr>
    </w:tbl>
    <w:p w:rsidR="00784E20" w:rsidRPr="003E754C" w:rsidRDefault="00784E20" w:rsidP="00C47529">
      <w:pPr>
        <w:autoSpaceDE w:val="0"/>
        <w:autoSpaceDN w:val="0"/>
        <w:adjustRightInd w:val="0"/>
        <w:spacing w:before="120" w:after="0" w:line="240" w:lineRule="auto"/>
        <w:ind w:firstLine="720"/>
        <w:jc w:val="both"/>
        <w:rPr>
          <w:rFonts w:ascii="Verdana" w:hAnsi="Verdana"/>
          <w:bCs/>
          <w:sz w:val="24"/>
          <w:szCs w:val="24"/>
          <w:lang w:val="ro-RO"/>
        </w:rPr>
      </w:pPr>
    </w:p>
    <w:p w:rsidR="00784E20" w:rsidRPr="003E754C" w:rsidRDefault="00784E20"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4.</w:t>
      </w:r>
      <w:r w:rsidRPr="003E754C">
        <w:rPr>
          <w:rFonts w:ascii="Verdana" w:hAnsi="Verdana"/>
          <w:b/>
          <w:bCs/>
          <w:sz w:val="18"/>
          <w:szCs w:val="18"/>
          <w:lang w:val="ro-RO"/>
        </w:rPr>
        <w:tab/>
        <w:t xml:space="preserve">Precondiţii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72"/>
        <w:gridCol w:w="7054"/>
      </w:tblGrid>
      <w:tr w:rsidR="00784E20" w:rsidRPr="003E754C" w:rsidTr="0076356B">
        <w:trPr>
          <w:jc w:val="right"/>
        </w:trPr>
        <w:tc>
          <w:tcPr>
            <w:tcW w:w="3472"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4.1</w:t>
            </w:r>
            <w:r w:rsidRPr="003E754C">
              <w:rPr>
                <w:rFonts w:ascii="Gautami" w:hAnsi="Gautami" w:cs="Gautami"/>
                <w:bCs/>
                <w:sz w:val="18"/>
                <w:szCs w:val="18"/>
                <w:lang w:val="ro-RO"/>
              </w:rPr>
              <w:t xml:space="preserve"> de curriculum</w:t>
            </w:r>
          </w:p>
        </w:tc>
        <w:tc>
          <w:tcPr>
            <w:tcW w:w="7054" w:type="dxa"/>
          </w:tcPr>
          <w:p w:rsidR="00784E20" w:rsidRPr="003E754C" w:rsidRDefault="00784E20"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984636963" w:edGrp="everyone"/>
            <w:r w:rsidRPr="003E754C">
              <w:rPr>
                <w:rFonts w:ascii="Gautami" w:hAnsi="Gautami" w:cs="Gautami"/>
                <w:bCs/>
                <w:sz w:val="18"/>
                <w:szCs w:val="18"/>
                <w:lang w:val="ro-RO"/>
              </w:rPr>
              <w:t xml:space="preserve"> </w:t>
            </w:r>
            <w:r w:rsidRPr="00AE0595">
              <w:rPr>
                <w:rFonts w:ascii="Verdana" w:hAnsi="Verdana"/>
                <w:sz w:val="16"/>
                <w:szCs w:val="16"/>
                <w:lang w:val="ro-RO"/>
              </w:rPr>
              <w:t>Algebră, Analiză matematică şi Fizică</w:t>
            </w:r>
            <w:r w:rsidRPr="003E754C">
              <w:rPr>
                <w:rFonts w:ascii="Gautami" w:hAnsi="Gautami" w:cs="Gautami"/>
                <w:bCs/>
                <w:sz w:val="18"/>
                <w:szCs w:val="18"/>
                <w:lang w:val="ro-RO"/>
              </w:rPr>
              <w:t xml:space="preserve"> </w:t>
            </w:r>
            <w:permEnd w:id="1984636963"/>
          </w:p>
        </w:tc>
      </w:tr>
      <w:tr w:rsidR="00784E20" w:rsidRPr="003E754C" w:rsidTr="0076356B">
        <w:trPr>
          <w:jc w:val="right"/>
        </w:trPr>
        <w:tc>
          <w:tcPr>
            <w:tcW w:w="3472"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4.2</w:t>
            </w:r>
            <w:r w:rsidRPr="003E754C">
              <w:rPr>
                <w:rFonts w:ascii="Gautami" w:hAnsi="Gautami" w:cs="Gautami"/>
                <w:bCs/>
                <w:sz w:val="18"/>
                <w:szCs w:val="18"/>
                <w:lang w:val="ro-RO"/>
              </w:rPr>
              <w:t xml:space="preserve"> de competenţe</w:t>
            </w:r>
          </w:p>
        </w:tc>
        <w:tc>
          <w:tcPr>
            <w:tcW w:w="7054" w:type="dxa"/>
          </w:tcPr>
          <w:p w:rsidR="00784E20" w:rsidRPr="003E754C" w:rsidRDefault="00784E20"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482188475" w:edGrp="everyone"/>
            <w:r w:rsidRPr="003E754C">
              <w:rPr>
                <w:rFonts w:ascii="Gautami" w:hAnsi="Gautami" w:cs="Gautami"/>
                <w:bCs/>
                <w:sz w:val="18"/>
                <w:szCs w:val="18"/>
                <w:lang w:val="ro-RO"/>
              </w:rPr>
              <w:t xml:space="preserve">  </w:t>
            </w:r>
            <w:permEnd w:id="1482188475"/>
          </w:p>
        </w:tc>
      </w:tr>
    </w:tbl>
    <w:p w:rsidR="00784E20" w:rsidRPr="003E754C" w:rsidRDefault="00784E20" w:rsidP="00C47529">
      <w:pPr>
        <w:autoSpaceDE w:val="0"/>
        <w:autoSpaceDN w:val="0"/>
        <w:adjustRightInd w:val="0"/>
        <w:spacing w:before="120" w:after="0" w:line="240" w:lineRule="auto"/>
        <w:ind w:firstLine="720"/>
        <w:jc w:val="both"/>
        <w:rPr>
          <w:rFonts w:ascii="Verdana" w:hAnsi="Verdana"/>
          <w:bCs/>
          <w:sz w:val="24"/>
          <w:szCs w:val="24"/>
          <w:lang w:val="ro-RO"/>
        </w:rPr>
      </w:pPr>
    </w:p>
    <w:p w:rsidR="00784E20" w:rsidRPr="003E754C" w:rsidRDefault="00784E20"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5.</w:t>
      </w:r>
      <w:r w:rsidRPr="003E754C">
        <w:rPr>
          <w:rFonts w:ascii="Verdana" w:hAnsi="Verdana"/>
          <w:b/>
          <w:bCs/>
          <w:sz w:val="18"/>
          <w:szCs w:val="18"/>
          <w:lang w:val="ro-RO"/>
        </w:rPr>
        <w:tab/>
        <w:t xml:space="preserv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74"/>
        <w:gridCol w:w="7052"/>
      </w:tblGrid>
      <w:tr w:rsidR="00784E20" w:rsidRPr="003E754C" w:rsidTr="006A1695">
        <w:trPr>
          <w:jc w:val="right"/>
        </w:trPr>
        <w:tc>
          <w:tcPr>
            <w:tcW w:w="3474"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5.1</w:t>
            </w:r>
            <w:r w:rsidRPr="003E754C">
              <w:rPr>
                <w:rFonts w:ascii="Gautami" w:hAnsi="Gautami" w:cs="Gautami"/>
                <w:bCs/>
                <w:sz w:val="18"/>
                <w:szCs w:val="18"/>
                <w:lang w:val="ro-RO"/>
              </w:rPr>
              <w:t xml:space="preserve"> de desfăşurare a cursului</w:t>
            </w:r>
          </w:p>
        </w:tc>
        <w:tc>
          <w:tcPr>
            <w:tcW w:w="7052" w:type="dxa"/>
          </w:tcPr>
          <w:p w:rsidR="00784E20" w:rsidRPr="003E754C" w:rsidRDefault="00784E20"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573813498" w:edGrp="everyone"/>
            <w:r w:rsidRPr="003E754C">
              <w:rPr>
                <w:rFonts w:ascii="Gautami" w:hAnsi="Gautami" w:cs="Gautami"/>
                <w:bCs/>
                <w:sz w:val="18"/>
                <w:szCs w:val="18"/>
                <w:lang w:val="ro-RO"/>
              </w:rPr>
              <w:t xml:space="preserve">  </w:t>
            </w:r>
            <w:permEnd w:id="1573813498"/>
          </w:p>
        </w:tc>
      </w:tr>
      <w:tr w:rsidR="00784E20" w:rsidRPr="003E754C" w:rsidTr="006A1695">
        <w:trPr>
          <w:jc w:val="right"/>
        </w:trPr>
        <w:tc>
          <w:tcPr>
            <w:tcW w:w="3474" w:type="dxa"/>
          </w:tcPr>
          <w:p w:rsidR="00784E20" w:rsidRPr="003E754C" w:rsidRDefault="00784E20" w:rsidP="006A169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5.2</w:t>
            </w:r>
            <w:r w:rsidRPr="003E754C">
              <w:rPr>
                <w:rFonts w:ascii="Gautami" w:hAnsi="Gautami" w:cs="Gautami"/>
                <w:bCs/>
                <w:sz w:val="18"/>
                <w:szCs w:val="18"/>
                <w:lang w:val="ro-RO"/>
              </w:rPr>
              <w:t xml:space="preserve"> de desfăşurare a activităţilor practice</w:t>
            </w:r>
          </w:p>
        </w:tc>
        <w:tc>
          <w:tcPr>
            <w:tcW w:w="7052" w:type="dxa"/>
          </w:tcPr>
          <w:p w:rsidR="00784E20" w:rsidRPr="003E754C" w:rsidRDefault="00784E20"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540387726" w:edGrp="everyone"/>
            <w:r w:rsidRPr="003E754C">
              <w:rPr>
                <w:rFonts w:ascii="Gautami" w:hAnsi="Gautami" w:cs="Gautami"/>
                <w:bCs/>
                <w:sz w:val="18"/>
                <w:szCs w:val="18"/>
                <w:lang w:val="ro-RO"/>
              </w:rPr>
              <w:t xml:space="preserve">  </w:t>
            </w:r>
            <w:permEnd w:id="1540387726"/>
          </w:p>
        </w:tc>
      </w:tr>
    </w:tbl>
    <w:p w:rsidR="00784E20" w:rsidRPr="00875BC6" w:rsidRDefault="00784E20" w:rsidP="00875BC6">
      <w:pPr>
        <w:autoSpaceDE w:val="0"/>
        <w:autoSpaceDN w:val="0"/>
        <w:adjustRightInd w:val="0"/>
        <w:spacing w:before="120" w:after="0" w:line="240" w:lineRule="auto"/>
        <w:ind w:left="426" w:hanging="284"/>
        <w:jc w:val="both"/>
        <w:rPr>
          <w:rFonts w:ascii="Verdana" w:hAnsi="Verdana"/>
          <w:b/>
          <w:bCs/>
          <w:sz w:val="24"/>
          <w:szCs w:val="24"/>
          <w:lang w:val="ro-RO"/>
        </w:rPr>
      </w:pPr>
    </w:p>
    <w:p w:rsidR="00784E20" w:rsidRPr="003E754C" w:rsidRDefault="00784E20"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6.</w:t>
      </w:r>
      <w:r w:rsidRPr="003E754C">
        <w:rPr>
          <w:rFonts w:ascii="Verdana" w:hAnsi="Verdana"/>
          <w:b/>
          <w:bCs/>
          <w:sz w:val="18"/>
          <w:szCs w:val="18"/>
          <w:lang w:val="ro-RO"/>
        </w:rPr>
        <w:tab/>
        <w:t>Competenţe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53"/>
        <w:gridCol w:w="9073"/>
      </w:tblGrid>
      <w:tr w:rsidR="00784E20" w:rsidRPr="003E754C" w:rsidTr="00C47529">
        <w:trPr>
          <w:trHeight w:val="2195"/>
          <w:jc w:val="right"/>
        </w:trPr>
        <w:tc>
          <w:tcPr>
            <w:tcW w:w="1453" w:type="dxa"/>
            <w:shd w:val="clear" w:color="auto" w:fill="D9D9D9"/>
          </w:tcPr>
          <w:p w:rsidR="00784E20" w:rsidRPr="003E754C" w:rsidRDefault="00784E20"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lastRenderedPageBreak/>
              <w:t>Competenţe profesionale</w:t>
            </w:r>
            <w:r w:rsidRPr="003E754C">
              <w:rPr>
                <w:rStyle w:val="FootnoteReference"/>
                <w:rFonts w:ascii="Gautami" w:hAnsi="Gautami" w:cs="Gautami"/>
                <w:bCs/>
                <w:sz w:val="18"/>
                <w:szCs w:val="18"/>
                <w:lang w:val="ro-RO"/>
              </w:rPr>
              <w:footnoteReference w:id="8"/>
            </w:r>
          </w:p>
        </w:tc>
        <w:tc>
          <w:tcPr>
            <w:tcW w:w="9073" w:type="dxa"/>
            <w:shd w:val="clear" w:color="auto" w:fill="D9D9D9"/>
          </w:tcPr>
          <w:p w:rsidR="00E17359" w:rsidRPr="00E17359" w:rsidRDefault="00784E20" w:rsidP="00E17359">
            <w:pPr>
              <w:numPr>
                <w:ilvl w:val="0"/>
                <w:numId w:val="17"/>
              </w:numPr>
              <w:autoSpaceDE w:val="0"/>
              <w:autoSpaceDN w:val="0"/>
              <w:adjustRightInd w:val="0"/>
              <w:spacing w:before="40" w:after="40" w:line="240" w:lineRule="auto"/>
              <w:rPr>
                <w:rFonts w:ascii="Gautami" w:hAnsi="Gautami" w:cs="Gautami"/>
                <w:bCs/>
                <w:sz w:val="18"/>
                <w:szCs w:val="18"/>
                <w:lang w:val="ro-RO"/>
              </w:rPr>
            </w:pPr>
            <w:permStart w:id="852719942" w:edGrp="everyone"/>
            <w:proofErr w:type="spellStart"/>
            <w:r w:rsidRPr="00E17359">
              <w:rPr>
                <w:rFonts w:ascii="Gautami" w:hAnsi="Gautami" w:cs="Gautami"/>
                <w:sz w:val="18"/>
                <w:szCs w:val="18"/>
                <w:lang w:val="it-IT"/>
              </w:rPr>
              <w:t>Identificarea</w:t>
            </w:r>
            <w:proofErr w:type="spellEnd"/>
            <w:r w:rsidRPr="00E17359">
              <w:rPr>
                <w:rFonts w:ascii="Gautami" w:hAnsi="Gautami" w:cs="Gautami"/>
                <w:sz w:val="18"/>
                <w:szCs w:val="18"/>
                <w:lang w:val="it-IT"/>
              </w:rPr>
              <w:t xml:space="preserve">, </w:t>
            </w:r>
            <w:proofErr w:type="spellStart"/>
            <w:r w:rsidRPr="00E17359">
              <w:rPr>
                <w:rFonts w:ascii="Gautami" w:hAnsi="Gautami" w:cs="Gautami"/>
                <w:sz w:val="18"/>
                <w:szCs w:val="18"/>
                <w:lang w:val="it-IT"/>
              </w:rPr>
              <w:t>definirea</w:t>
            </w:r>
            <w:proofErr w:type="spellEnd"/>
            <w:r w:rsidRPr="00E17359">
              <w:rPr>
                <w:rFonts w:ascii="Gautami" w:hAnsi="Gautami" w:cs="Gautami"/>
                <w:sz w:val="18"/>
                <w:szCs w:val="18"/>
                <w:lang w:val="it-IT"/>
              </w:rPr>
              <w:t xml:space="preserve">, </w:t>
            </w:r>
            <w:proofErr w:type="spellStart"/>
            <w:r w:rsidRPr="00E17359">
              <w:rPr>
                <w:rFonts w:ascii="Gautami" w:hAnsi="Gautami" w:cs="Gautami"/>
                <w:sz w:val="18"/>
                <w:szCs w:val="18"/>
                <w:lang w:val="it-IT"/>
              </w:rPr>
              <w:t>utilizarea</w:t>
            </w:r>
            <w:proofErr w:type="spellEnd"/>
            <w:r w:rsidRPr="00E17359">
              <w:rPr>
                <w:rFonts w:ascii="Gautami" w:hAnsi="Gautami" w:cs="Gautami"/>
                <w:sz w:val="18"/>
                <w:szCs w:val="18"/>
                <w:lang w:val="it-IT"/>
              </w:rPr>
              <w:t xml:space="preserve"> </w:t>
            </w:r>
            <w:proofErr w:type="spellStart"/>
            <w:r w:rsidRPr="00E17359">
              <w:rPr>
                <w:rFonts w:ascii="Gautami" w:hAnsi="Gautami" w:cs="Gautami"/>
                <w:sz w:val="18"/>
                <w:szCs w:val="18"/>
                <w:lang w:val="it-IT"/>
              </w:rPr>
              <w:t>noţiunilor</w:t>
            </w:r>
            <w:proofErr w:type="spellEnd"/>
            <w:r w:rsidRPr="00E17359">
              <w:rPr>
                <w:rFonts w:ascii="Gautami" w:hAnsi="Gautami" w:cs="Gautami"/>
                <w:sz w:val="18"/>
                <w:szCs w:val="18"/>
                <w:lang w:val="it-IT"/>
              </w:rPr>
              <w:t xml:space="preserve"> </w:t>
            </w:r>
            <w:proofErr w:type="spellStart"/>
            <w:r w:rsidRPr="00E17359">
              <w:rPr>
                <w:rFonts w:ascii="Gautami" w:hAnsi="Gautami" w:cs="Gautami"/>
                <w:sz w:val="18"/>
                <w:szCs w:val="18"/>
                <w:lang w:val="it-IT"/>
              </w:rPr>
              <w:t>din</w:t>
            </w:r>
            <w:proofErr w:type="spellEnd"/>
            <w:r w:rsidRPr="00E17359">
              <w:rPr>
                <w:rFonts w:ascii="Gautami" w:hAnsi="Gautami" w:cs="Gautami"/>
                <w:sz w:val="18"/>
                <w:szCs w:val="18"/>
                <w:lang w:val="it-IT"/>
              </w:rPr>
              <w:t xml:space="preserve"> </w:t>
            </w:r>
            <w:proofErr w:type="spellStart"/>
            <w:r w:rsidRPr="00E17359">
              <w:rPr>
                <w:rFonts w:ascii="Gautami" w:hAnsi="Gautami" w:cs="Gautami"/>
                <w:sz w:val="18"/>
                <w:szCs w:val="18"/>
                <w:lang w:val="it-IT"/>
              </w:rPr>
              <w:t>ştiinţele</w:t>
            </w:r>
            <w:proofErr w:type="spellEnd"/>
            <w:r w:rsidRPr="00E17359">
              <w:rPr>
                <w:rFonts w:ascii="Gautami" w:hAnsi="Gautami" w:cs="Gautami"/>
                <w:sz w:val="18"/>
                <w:szCs w:val="18"/>
                <w:lang w:val="it-IT"/>
              </w:rPr>
              <w:t xml:space="preserve"> </w:t>
            </w:r>
            <w:proofErr w:type="spellStart"/>
            <w:r w:rsidRPr="00E17359">
              <w:rPr>
                <w:rFonts w:ascii="Gautami" w:hAnsi="Gautami" w:cs="Gautami"/>
                <w:sz w:val="18"/>
                <w:szCs w:val="18"/>
                <w:lang w:val="it-IT"/>
              </w:rPr>
              <w:t>fundamentale</w:t>
            </w:r>
            <w:proofErr w:type="spellEnd"/>
            <w:r w:rsidRPr="00E17359">
              <w:rPr>
                <w:rFonts w:ascii="Gautami" w:hAnsi="Gautami" w:cs="Gautami"/>
                <w:sz w:val="18"/>
                <w:szCs w:val="18"/>
                <w:lang w:val="it-IT"/>
              </w:rPr>
              <w:t xml:space="preserve"> </w:t>
            </w:r>
            <w:proofErr w:type="spellStart"/>
            <w:r w:rsidRPr="00E17359">
              <w:rPr>
                <w:rFonts w:ascii="Gautami" w:hAnsi="Gautami" w:cs="Gautami"/>
                <w:sz w:val="18"/>
                <w:szCs w:val="18"/>
                <w:lang w:val="it-IT"/>
              </w:rPr>
              <w:t>specifice</w:t>
            </w:r>
            <w:proofErr w:type="spellEnd"/>
            <w:r w:rsidRPr="00E17359">
              <w:rPr>
                <w:rFonts w:ascii="Gautami" w:hAnsi="Gautami" w:cs="Gautami"/>
                <w:sz w:val="18"/>
                <w:szCs w:val="18"/>
                <w:lang w:val="it-IT"/>
              </w:rPr>
              <w:t xml:space="preserve"> </w:t>
            </w:r>
            <w:proofErr w:type="spellStart"/>
            <w:r w:rsidRPr="00E17359">
              <w:rPr>
                <w:rFonts w:ascii="Gautami" w:hAnsi="Gautami" w:cs="Gautami"/>
                <w:sz w:val="18"/>
                <w:szCs w:val="18"/>
                <w:lang w:val="it-IT"/>
              </w:rPr>
              <w:t>domeniului</w:t>
            </w:r>
            <w:proofErr w:type="spellEnd"/>
            <w:r w:rsidRPr="00E17359">
              <w:rPr>
                <w:rFonts w:ascii="Gautami" w:hAnsi="Gautami" w:cs="Gautami"/>
                <w:sz w:val="18"/>
                <w:szCs w:val="18"/>
                <w:lang w:val="it-IT"/>
              </w:rPr>
              <w:t xml:space="preserve"> </w:t>
            </w:r>
            <w:proofErr w:type="spellStart"/>
            <w:proofErr w:type="gramStart"/>
            <w:r w:rsidRPr="00E17359">
              <w:rPr>
                <w:rFonts w:ascii="Gautami" w:hAnsi="Gautami" w:cs="Gautami"/>
                <w:sz w:val="18"/>
                <w:szCs w:val="18"/>
                <w:lang w:val="it-IT"/>
              </w:rPr>
              <w:t>ingineriei</w:t>
            </w:r>
            <w:proofErr w:type="spellEnd"/>
            <w:proofErr w:type="gramEnd"/>
            <w:r w:rsidR="00E17359" w:rsidRPr="00E17359">
              <w:rPr>
                <w:rFonts w:ascii="Gautami" w:hAnsi="Gautami" w:cs="Gautami"/>
                <w:sz w:val="18"/>
                <w:szCs w:val="18"/>
                <w:lang w:val="it-IT"/>
              </w:rPr>
              <w:t xml:space="preserve"> </w:t>
            </w:r>
          </w:p>
          <w:p w:rsidR="00784E20" w:rsidRPr="003E754C" w:rsidRDefault="00DD2DCF" w:rsidP="00E17359">
            <w:pPr>
              <w:numPr>
                <w:ilvl w:val="0"/>
                <w:numId w:val="17"/>
              </w:numPr>
              <w:autoSpaceDE w:val="0"/>
              <w:autoSpaceDN w:val="0"/>
              <w:adjustRightInd w:val="0"/>
              <w:spacing w:before="40" w:after="40" w:line="240" w:lineRule="auto"/>
              <w:rPr>
                <w:rFonts w:ascii="Gautami" w:hAnsi="Gautami" w:cs="Gautami"/>
                <w:bCs/>
                <w:sz w:val="18"/>
                <w:szCs w:val="18"/>
                <w:lang w:val="ro-RO"/>
              </w:rPr>
            </w:pPr>
            <w:r>
              <w:rPr>
                <w:rFonts w:ascii="Gautami" w:hAnsi="Gautami" w:cs="Gautami"/>
                <w:bCs/>
                <w:sz w:val="18"/>
                <w:szCs w:val="18"/>
                <w:lang w:val="ro-RO"/>
              </w:rPr>
              <w:t>Interpretarea</w:t>
            </w:r>
            <w:r w:rsidR="00E17359" w:rsidRPr="00E17359">
              <w:rPr>
                <w:rFonts w:ascii="Gautami" w:hAnsi="Gautami" w:cs="Gautami"/>
                <w:bCs/>
                <w:sz w:val="18"/>
                <w:szCs w:val="18"/>
                <w:lang w:val="ro-RO"/>
              </w:rPr>
              <w:t xml:space="preserve"> şi fundamentarea tehnică prin investigaţii teoretice şi experimentale în scopul rezolvării de probleme tehnice din domeniul maşinilor şi sistemelor hidraulice şi pneumatice</w:t>
            </w:r>
            <w:permEnd w:id="852719942"/>
          </w:p>
        </w:tc>
      </w:tr>
      <w:tr w:rsidR="00784E20" w:rsidRPr="003E754C" w:rsidTr="0076356B">
        <w:trPr>
          <w:trHeight w:val="2278"/>
          <w:jc w:val="right"/>
        </w:trPr>
        <w:tc>
          <w:tcPr>
            <w:tcW w:w="1453" w:type="dxa"/>
            <w:shd w:val="clear" w:color="auto" w:fill="D9D9D9"/>
          </w:tcPr>
          <w:p w:rsidR="00784E20" w:rsidRPr="003E754C" w:rsidRDefault="00784E20"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Competenţe transversale</w:t>
            </w:r>
          </w:p>
        </w:tc>
        <w:tc>
          <w:tcPr>
            <w:tcW w:w="9073" w:type="dxa"/>
            <w:shd w:val="clear" w:color="auto" w:fill="D9D9D9"/>
          </w:tcPr>
          <w:p w:rsidR="00784E20" w:rsidRPr="003E754C" w:rsidRDefault="00784E20"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permStart w:id="1753940790" w:edGrp="everyone"/>
            <w:r w:rsidRPr="003E754C">
              <w:rPr>
                <w:rFonts w:ascii="Gautami" w:hAnsi="Gautami" w:cs="Gautami"/>
                <w:bCs/>
                <w:sz w:val="18"/>
                <w:szCs w:val="18"/>
                <w:lang w:val="ro-RO"/>
              </w:rPr>
              <w:t xml:space="preserve"> </w:t>
            </w:r>
            <w:r w:rsidR="00E17359">
              <w:rPr>
                <w:rFonts w:ascii="Gautami" w:hAnsi="Gautami" w:cs="Gautami"/>
                <w:bCs/>
                <w:sz w:val="18"/>
                <w:szCs w:val="18"/>
                <w:lang w:val="ro-RO"/>
              </w:rPr>
              <w:t xml:space="preserve"> </w:t>
            </w:r>
            <w:permEnd w:id="1753940790"/>
          </w:p>
        </w:tc>
      </w:tr>
    </w:tbl>
    <w:p w:rsidR="00784E20" w:rsidRPr="003E754C" w:rsidRDefault="00784E20" w:rsidP="00552C44">
      <w:pPr>
        <w:autoSpaceDE w:val="0"/>
        <w:autoSpaceDN w:val="0"/>
        <w:adjustRightInd w:val="0"/>
        <w:spacing w:after="0" w:line="240" w:lineRule="auto"/>
        <w:ind w:firstLine="720"/>
        <w:jc w:val="both"/>
        <w:rPr>
          <w:rFonts w:ascii="Verdana" w:hAnsi="Verdana"/>
          <w:bCs/>
          <w:sz w:val="24"/>
          <w:szCs w:val="24"/>
          <w:lang w:val="ro-RO"/>
        </w:rPr>
      </w:pPr>
    </w:p>
    <w:p w:rsidR="00784E20" w:rsidRPr="003E754C" w:rsidRDefault="00784E20" w:rsidP="0076356B">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7.</w:t>
      </w:r>
      <w:r w:rsidRPr="003E754C">
        <w:rPr>
          <w:rFonts w:ascii="Verdana" w:hAnsi="Verdana"/>
          <w:b/>
          <w:bCs/>
          <w:sz w:val="18"/>
          <w:szCs w:val="18"/>
          <w:lang w:val="ro-RO"/>
        </w:rPr>
        <w:tab/>
        <w:t xml:space="preserve">Obiectivele disciplinei </w:t>
      </w:r>
      <w:r w:rsidRPr="003E754C">
        <w:rPr>
          <w:rFonts w:ascii="Verdana" w:hAnsi="Verdana"/>
          <w:bCs/>
          <w:sz w:val="18"/>
          <w:szCs w:val="18"/>
          <w:lang w:val="ro-RO"/>
        </w:rPr>
        <w:t>(reieşind din grila competenţelor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10"/>
        <w:gridCol w:w="7516"/>
      </w:tblGrid>
      <w:tr w:rsidR="00784E20" w:rsidRPr="003E754C" w:rsidTr="009A4B9A">
        <w:trPr>
          <w:jc w:val="right"/>
        </w:trPr>
        <w:tc>
          <w:tcPr>
            <w:tcW w:w="3010" w:type="dxa"/>
            <w:vAlign w:val="center"/>
          </w:tcPr>
          <w:p w:rsidR="00784E20" w:rsidRPr="003E754C" w:rsidRDefault="00784E20" w:rsidP="00053F67">
            <w:pPr>
              <w:autoSpaceDE w:val="0"/>
              <w:autoSpaceDN w:val="0"/>
              <w:adjustRightInd w:val="0"/>
              <w:spacing w:before="20" w:after="20" w:line="240" w:lineRule="auto"/>
              <w:ind w:left="312" w:hanging="312"/>
              <w:rPr>
                <w:rFonts w:ascii="Gautami" w:hAnsi="Gautami" w:cs="Gautami"/>
                <w:bCs/>
                <w:sz w:val="18"/>
                <w:szCs w:val="18"/>
                <w:lang w:val="ro-RO"/>
              </w:rPr>
            </w:pPr>
            <w:r w:rsidRPr="003E754C">
              <w:rPr>
                <w:rFonts w:ascii="Gautami" w:hAnsi="Gautami" w:cs="Gautami"/>
                <w:b/>
                <w:bCs/>
                <w:sz w:val="18"/>
                <w:szCs w:val="18"/>
                <w:lang w:val="ro-RO"/>
              </w:rPr>
              <w:t>7.1</w:t>
            </w:r>
            <w:r w:rsidRPr="003E754C">
              <w:rPr>
                <w:rFonts w:ascii="Gautami" w:hAnsi="Gautami" w:cs="Gautami"/>
                <w:bCs/>
                <w:sz w:val="18"/>
                <w:szCs w:val="18"/>
                <w:lang w:val="ro-RO"/>
              </w:rPr>
              <w:t xml:space="preserve"> Obiectivul general al disciplinei</w:t>
            </w:r>
          </w:p>
        </w:tc>
        <w:tc>
          <w:tcPr>
            <w:tcW w:w="7516" w:type="dxa"/>
          </w:tcPr>
          <w:p w:rsidR="00784E20" w:rsidRPr="003E754C" w:rsidRDefault="00784E20"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885172926" w:edGrp="everyone"/>
            <w:r w:rsidRPr="003E754C">
              <w:rPr>
                <w:rFonts w:ascii="Gautami" w:hAnsi="Gautami" w:cs="Gautami"/>
                <w:bCs/>
                <w:sz w:val="18"/>
                <w:szCs w:val="18"/>
                <w:lang w:val="ro-RO"/>
              </w:rPr>
              <w:t xml:space="preserve"> </w:t>
            </w:r>
            <w:r w:rsidRPr="00AE0595">
              <w:rPr>
                <w:rFonts w:ascii="Verdana" w:hAnsi="Verdana"/>
                <w:sz w:val="16"/>
                <w:szCs w:val="16"/>
                <w:lang w:val="ro-RO"/>
              </w:rPr>
              <w:t>Consolidarea cunoştinţelor în domeniul Mecanicii Tehnice şi Aplicate precum şi înţelegerea relaţiei dintre Mecanica tehnică şi celelalte discipline tehnice generale</w:t>
            </w:r>
            <w:r w:rsidRPr="003E754C">
              <w:rPr>
                <w:rFonts w:ascii="Gautami" w:hAnsi="Gautami" w:cs="Gautami"/>
                <w:bCs/>
                <w:sz w:val="18"/>
                <w:szCs w:val="18"/>
                <w:lang w:val="ro-RO"/>
              </w:rPr>
              <w:t xml:space="preserve"> </w:t>
            </w:r>
            <w:permEnd w:id="1885172926"/>
          </w:p>
        </w:tc>
      </w:tr>
      <w:tr w:rsidR="00784E20" w:rsidRPr="003E754C" w:rsidTr="009A4B9A">
        <w:trPr>
          <w:jc w:val="right"/>
        </w:trPr>
        <w:tc>
          <w:tcPr>
            <w:tcW w:w="3010" w:type="dxa"/>
            <w:vAlign w:val="center"/>
          </w:tcPr>
          <w:p w:rsidR="00784E20" w:rsidRPr="003E754C" w:rsidRDefault="00784E20" w:rsidP="00053F67">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7.2</w:t>
            </w:r>
            <w:r w:rsidRPr="003E754C">
              <w:rPr>
                <w:rFonts w:ascii="Gautami" w:hAnsi="Gautami" w:cs="Gautami"/>
                <w:bCs/>
                <w:sz w:val="18"/>
                <w:szCs w:val="18"/>
                <w:lang w:val="ro-RO"/>
              </w:rPr>
              <w:t xml:space="preserve"> Obiectivele specifice</w:t>
            </w:r>
          </w:p>
        </w:tc>
        <w:tc>
          <w:tcPr>
            <w:tcW w:w="7516" w:type="dxa"/>
          </w:tcPr>
          <w:p w:rsidR="00784E20" w:rsidRPr="003E754C" w:rsidRDefault="00784E20"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956085017" w:edGrp="everyone"/>
            <w:r w:rsidRPr="003E754C">
              <w:rPr>
                <w:rFonts w:ascii="Gautami" w:hAnsi="Gautami" w:cs="Gautami"/>
                <w:bCs/>
                <w:sz w:val="18"/>
                <w:szCs w:val="18"/>
                <w:lang w:val="ro-RO"/>
              </w:rPr>
              <w:t xml:space="preserve"> </w:t>
            </w:r>
            <w:proofErr w:type="spellStart"/>
            <w:r w:rsidRPr="00AE0595">
              <w:rPr>
                <w:rFonts w:ascii="Verdana" w:hAnsi="Verdana"/>
                <w:sz w:val="16"/>
                <w:szCs w:val="16"/>
                <w:lang w:val="it-IT"/>
              </w:rPr>
              <w:t>Asimilarea</w:t>
            </w:r>
            <w:proofErr w:type="spellEnd"/>
            <w:r w:rsidRPr="00AE0595">
              <w:rPr>
                <w:rFonts w:ascii="Verdana" w:hAnsi="Verdana"/>
                <w:sz w:val="16"/>
                <w:szCs w:val="16"/>
                <w:lang w:val="it-IT"/>
              </w:rPr>
              <w:t xml:space="preserve"> </w:t>
            </w:r>
            <w:proofErr w:type="spellStart"/>
            <w:r w:rsidRPr="00AE0595">
              <w:rPr>
                <w:rFonts w:ascii="Verdana" w:hAnsi="Verdana"/>
                <w:sz w:val="16"/>
                <w:szCs w:val="16"/>
                <w:lang w:val="it-IT"/>
              </w:rPr>
              <w:t>unor</w:t>
            </w:r>
            <w:proofErr w:type="spellEnd"/>
            <w:r w:rsidRPr="00AE0595">
              <w:rPr>
                <w:rFonts w:ascii="Verdana" w:hAnsi="Verdana"/>
                <w:sz w:val="16"/>
                <w:szCs w:val="16"/>
                <w:lang w:val="it-IT"/>
              </w:rPr>
              <w:t xml:space="preserve"> </w:t>
            </w:r>
            <w:proofErr w:type="spellStart"/>
            <w:r w:rsidRPr="00AE0595">
              <w:rPr>
                <w:rFonts w:ascii="Verdana" w:hAnsi="Verdana"/>
                <w:sz w:val="16"/>
                <w:szCs w:val="16"/>
                <w:lang w:val="it-IT"/>
              </w:rPr>
              <w:t>cunoştinţe</w:t>
            </w:r>
            <w:proofErr w:type="spellEnd"/>
            <w:r w:rsidRPr="00AE0595">
              <w:rPr>
                <w:rFonts w:ascii="Verdana" w:hAnsi="Verdana"/>
                <w:sz w:val="16"/>
                <w:szCs w:val="16"/>
                <w:lang w:val="it-IT"/>
              </w:rPr>
              <w:t xml:space="preserve"> de </w:t>
            </w:r>
            <w:proofErr w:type="spellStart"/>
            <w:r w:rsidRPr="00AE0595">
              <w:rPr>
                <w:rFonts w:ascii="Verdana" w:hAnsi="Verdana"/>
                <w:sz w:val="16"/>
                <w:szCs w:val="16"/>
                <w:lang w:val="it-IT"/>
              </w:rPr>
              <w:t>bază</w:t>
            </w:r>
            <w:proofErr w:type="spellEnd"/>
            <w:r w:rsidRPr="00AE0595">
              <w:rPr>
                <w:rFonts w:ascii="Verdana" w:hAnsi="Verdana"/>
                <w:sz w:val="16"/>
                <w:szCs w:val="16"/>
                <w:lang w:val="it-IT"/>
              </w:rPr>
              <w:t xml:space="preserve"> </w:t>
            </w:r>
            <w:proofErr w:type="spellStart"/>
            <w:r w:rsidRPr="00AE0595">
              <w:rPr>
                <w:rFonts w:ascii="Verdana" w:hAnsi="Verdana"/>
                <w:sz w:val="16"/>
                <w:szCs w:val="16"/>
                <w:lang w:val="it-IT"/>
              </w:rPr>
              <w:t>aplicabile</w:t>
            </w:r>
            <w:proofErr w:type="spellEnd"/>
            <w:r w:rsidRPr="00AE0595">
              <w:rPr>
                <w:rFonts w:ascii="Verdana" w:hAnsi="Verdana"/>
                <w:sz w:val="16"/>
                <w:szCs w:val="16"/>
                <w:lang w:val="it-IT"/>
              </w:rPr>
              <w:t xml:space="preserve"> </w:t>
            </w:r>
            <w:proofErr w:type="spellStart"/>
            <w:r w:rsidRPr="00AE0595">
              <w:rPr>
                <w:rFonts w:ascii="Verdana" w:hAnsi="Verdana"/>
                <w:sz w:val="16"/>
                <w:szCs w:val="16"/>
                <w:lang w:val="it-IT"/>
              </w:rPr>
              <w:t>în</w:t>
            </w:r>
            <w:proofErr w:type="spellEnd"/>
            <w:r w:rsidRPr="00AE0595">
              <w:rPr>
                <w:rFonts w:ascii="Verdana" w:hAnsi="Verdana"/>
                <w:sz w:val="16"/>
                <w:szCs w:val="16"/>
                <w:lang w:val="it-IT"/>
              </w:rPr>
              <w:t xml:space="preserve"> </w:t>
            </w:r>
            <w:proofErr w:type="spellStart"/>
            <w:r w:rsidRPr="00AE0595">
              <w:rPr>
                <w:rFonts w:ascii="Verdana" w:hAnsi="Verdana"/>
                <w:sz w:val="16"/>
                <w:szCs w:val="16"/>
                <w:lang w:val="it-IT"/>
              </w:rPr>
              <w:t>dezvoltarea</w:t>
            </w:r>
            <w:proofErr w:type="spellEnd"/>
            <w:r w:rsidRPr="00AE0595">
              <w:rPr>
                <w:rFonts w:ascii="Verdana" w:hAnsi="Verdana"/>
                <w:sz w:val="16"/>
                <w:szCs w:val="16"/>
                <w:lang w:val="it-IT"/>
              </w:rPr>
              <w:t xml:space="preserve"> altor discipline de </w:t>
            </w:r>
            <w:proofErr w:type="spellStart"/>
            <w:r w:rsidRPr="00AE0595">
              <w:rPr>
                <w:rFonts w:ascii="Verdana" w:hAnsi="Verdana"/>
                <w:sz w:val="16"/>
                <w:szCs w:val="16"/>
                <w:lang w:val="it-IT"/>
              </w:rPr>
              <w:t>specialitate</w:t>
            </w:r>
            <w:proofErr w:type="spellEnd"/>
            <w:r>
              <w:rPr>
                <w:rFonts w:ascii="Verdana" w:hAnsi="Verdana"/>
                <w:sz w:val="16"/>
                <w:szCs w:val="16"/>
                <w:lang w:val="it-IT"/>
              </w:rPr>
              <w:t xml:space="preserve">. </w:t>
            </w:r>
            <w:proofErr w:type="spellStart"/>
            <w:r w:rsidRPr="00AE0595">
              <w:rPr>
                <w:rFonts w:ascii="Verdana" w:hAnsi="Verdana"/>
                <w:sz w:val="16"/>
                <w:szCs w:val="16"/>
                <w:lang w:val="it-IT"/>
              </w:rPr>
              <w:t>Dezvoltarea</w:t>
            </w:r>
            <w:proofErr w:type="spellEnd"/>
            <w:r w:rsidRPr="00AE0595">
              <w:rPr>
                <w:rFonts w:ascii="Verdana" w:hAnsi="Verdana"/>
                <w:sz w:val="16"/>
                <w:szCs w:val="16"/>
                <w:lang w:val="it-IT"/>
              </w:rPr>
              <w:t xml:space="preserve"> </w:t>
            </w:r>
            <w:proofErr w:type="spellStart"/>
            <w:r w:rsidRPr="00AE0595">
              <w:rPr>
                <w:rFonts w:ascii="Verdana" w:hAnsi="Verdana"/>
                <w:sz w:val="16"/>
                <w:szCs w:val="16"/>
                <w:lang w:val="it-IT"/>
              </w:rPr>
              <w:t>capacitatii</w:t>
            </w:r>
            <w:proofErr w:type="spellEnd"/>
            <w:r w:rsidRPr="00AE0595">
              <w:rPr>
                <w:rFonts w:ascii="Verdana" w:hAnsi="Verdana"/>
                <w:sz w:val="16"/>
                <w:szCs w:val="16"/>
                <w:lang w:val="it-IT"/>
              </w:rPr>
              <w:t xml:space="preserve"> de </w:t>
            </w:r>
            <w:proofErr w:type="spellStart"/>
            <w:r w:rsidRPr="00AE0595">
              <w:rPr>
                <w:rFonts w:ascii="Verdana" w:hAnsi="Verdana"/>
                <w:sz w:val="16"/>
                <w:szCs w:val="16"/>
                <w:lang w:val="it-IT"/>
              </w:rPr>
              <w:t>rezolvare</w:t>
            </w:r>
            <w:proofErr w:type="spellEnd"/>
            <w:r w:rsidRPr="00AE0595">
              <w:rPr>
                <w:rFonts w:ascii="Verdana" w:hAnsi="Verdana"/>
                <w:sz w:val="16"/>
                <w:szCs w:val="16"/>
                <w:lang w:val="it-IT"/>
              </w:rPr>
              <w:t xml:space="preserve"> a </w:t>
            </w:r>
            <w:proofErr w:type="spellStart"/>
            <w:r w:rsidRPr="00AE0595">
              <w:rPr>
                <w:rFonts w:ascii="Verdana" w:hAnsi="Verdana"/>
                <w:sz w:val="16"/>
                <w:szCs w:val="16"/>
                <w:lang w:val="it-IT"/>
              </w:rPr>
              <w:t>unor</w:t>
            </w:r>
            <w:proofErr w:type="spellEnd"/>
            <w:r w:rsidRPr="00AE0595">
              <w:rPr>
                <w:rFonts w:ascii="Verdana" w:hAnsi="Verdana"/>
                <w:sz w:val="16"/>
                <w:szCs w:val="16"/>
                <w:lang w:val="it-IT"/>
              </w:rPr>
              <w:t xml:space="preserve"> </w:t>
            </w:r>
            <w:proofErr w:type="spellStart"/>
            <w:r w:rsidRPr="00AE0595">
              <w:rPr>
                <w:rFonts w:ascii="Verdana" w:hAnsi="Verdana"/>
                <w:sz w:val="16"/>
                <w:szCs w:val="16"/>
                <w:lang w:val="it-IT"/>
              </w:rPr>
              <w:t>probleme</w:t>
            </w:r>
            <w:proofErr w:type="spellEnd"/>
            <w:r w:rsidRPr="00AE0595">
              <w:rPr>
                <w:rFonts w:ascii="Verdana" w:hAnsi="Verdana"/>
                <w:sz w:val="16"/>
                <w:szCs w:val="16"/>
                <w:lang w:val="it-IT"/>
              </w:rPr>
              <w:t xml:space="preserve"> </w:t>
            </w:r>
            <w:proofErr w:type="spellStart"/>
            <w:r w:rsidRPr="00AE0595">
              <w:rPr>
                <w:rFonts w:ascii="Verdana" w:hAnsi="Verdana"/>
                <w:sz w:val="16"/>
                <w:szCs w:val="16"/>
                <w:lang w:val="it-IT"/>
              </w:rPr>
              <w:t>fundamentale</w:t>
            </w:r>
            <w:proofErr w:type="spellEnd"/>
            <w:r w:rsidRPr="00AE0595">
              <w:rPr>
                <w:rFonts w:ascii="Verdana" w:hAnsi="Verdana"/>
                <w:sz w:val="16"/>
                <w:szCs w:val="16"/>
                <w:lang w:val="it-IT"/>
              </w:rPr>
              <w:t xml:space="preserve"> elementare de </w:t>
            </w:r>
            <w:proofErr w:type="spellStart"/>
            <w:r w:rsidRPr="00AE0595">
              <w:rPr>
                <w:rFonts w:ascii="Verdana" w:hAnsi="Verdana"/>
                <w:sz w:val="16"/>
                <w:szCs w:val="16"/>
                <w:lang w:val="it-IT"/>
              </w:rPr>
              <w:t>inginerie</w:t>
            </w:r>
            <w:proofErr w:type="spellEnd"/>
            <w:r w:rsidRPr="00AE0595">
              <w:rPr>
                <w:rFonts w:ascii="Verdana" w:hAnsi="Verdana"/>
                <w:sz w:val="16"/>
                <w:szCs w:val="16"/>
                <w:lang w:val="it-IT"/>
              </w:rPr>
              <w:t xml:space="preserve"> </w:t>
            </w:r>
            <w:proofErr w:type="spellStart"/>
            <w:proofErr w:type="gramStart"/>
            <w:r w:rsidRPr="00AE0595">
              <w:rPr>
                <w:rFonts w:ascii="Verdana" w:hAnsi="Verdana"/>
                <w:sz w:val="16"/>
                <w:szCs w:val="16"/>
                <w:lang w:val="it-IT"/>
              </w:rPr>
              <w:t>mecanică</w:t>
            </w:r>
            <w:proofErr w:type="spellEnd"/>
            <w:proofErr w:type="gramEnd"/>
            <w:r w:rsidRPr="003E754C">
              <w:rPr>
                <w:rFonts w:ascii="Gautami" w:hAnsi="Gautami" w:cs="Gautami"/>
                <w:bCs/>
                <w:sz w:val="18"/>
                <w:szCs w:val="18"/>
                <w:lang w:val="ro-RO"/>
              </w:rPr>
              <w:t xml:space="preserve"> </w:t>
            </w:r>
            <w:permEnd w:id="1956085017"/>
          </w:p>
        </w:tc>
      </w:tr>
    </w:tbl>
    <w:p w:rsidR="00784E20" w:rsidRPr="003E754C" w:rsidRDefault="00784E20" w:rsidP="0076356B">
      <w:pPr>
        <w:autoSpaceDE w:val="0"/>
        <w:autoSpaceDN w:val="0"/>
        <w:adjustRightInd w:val="0"/>
        <w:spacing w:after="0" w:line="240" w:lineRule="auto"/>
        <w:ind w:firstLine="720"/>
        <w:jc w:val="both"/>
        <w:rPr>
          <w:rFonts w:ascii="Verdana" w:hAnsi="Verdana"/>
          <w:bCs/>
          <w:sz w:val="24"/>
          <w:szCs w:val="24"/>
          <w:lang w:val="ro-RO"/>
        </w:rPr>
      </w:pPr>
    </w:p>
    <w:p w:rsidR="00784E20" w:rsidRPr="003E754C" w:rsidRDefault="00784E20"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8.</w:t>
      </w:r>
      <w:r w:rsidRPr="003E754C">
        <w:rPr>
          <w:rFonts w:ascii="Verdana" w:hAnsi="Verdana"/>
          <w:b/>
          <w:bCs/>
          <w:sz w:val="18"/>
          <w:szCs w:val="18"/>
          <w:lang w:val="ro-RO"/>
        </w:rPr>
        <w:tab/>
        <w:t>Conţinuturi</w:t>
      </w:r>
    </w:p>
    <w:tbl>
      <w:tblPr>
        <w:tblW w:w="10582" w:type="dxa"/>
        <w:jc w:val="right"/>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98"/>
        <w:gridCol w:w="2693"/>
        <w:gridCol w:w="2091"/>
      </w:tblGrid>
      <w:tr w:rsidR="00784E20" w:rsidRPr="003E754C" w:rsidTr="00C12BE1">
        <w:trPr>
          <w:jc w:val="right"/>
        </w:trPr>
        <w:tc>
          <w:tcPr>
            <w:tcW w:w="5798" w:type="dxa"/>
            <w:shd w:val="clear" w:color="auto" w:fill="FFFFFF"/>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8.1</w:t>
            </w:r>
            <w:r w:rsidRPr="003E754C">
              <w:rPr>
                <w:rFonts w:ascii="Gautami" w:hAnsi="Gautami" w:cs="Gautami"/>
                <w:bCs/>
                <w:sz w:val="18"/>
                <w:szCs w:val="18"/>
                <w:lang w:val="ro-RO"/>
              </w:rPr>
              <w:t xml:space="preserve"> Curs</w:t>
            </w:r>
          </w:p>
        </w:tc>
        <w:tc>
          <w:tcPr>
            <w:tcW w:w="2693" w:type="dxa"/>
          </w:tcPr>
          <w:p w:rsidR="00784E20" w:rsidRPr="006C420B" w:rsidRDefault="00784E20" w:rsidP="00875BC6">
            <w:pPr>
              <w:autoSpaceDE w:val="0"/>
              <w:autoSpaceDN w:val="0"/>
              <w:adjustRightInd w:val="0"/>
              <w:spacing w:before="20" w:after="20" w:line="240" w:lineRule="auto"/>
              <w:jc w:val="center"/>
              <w:rPr>
                <w:rFonts w:cs="Gautami"/>
                <w:bCs/>
                <w:sz w:val="18"/>
                <w:szCs w:val="18"/>
                <w:lang w:val="ro-RO"/>
              </w:rPr>
            </w:pPr>
            <w:r>
              <w:rPr>
                <w:rFonts w:ascii="Gautami" w:hAnsi="Gautami" w:cs="Gautami"/>
                <w:bCs/>
                <w:sz w:val="18"/>
                <w:szCs w:val="18"/>
                <w:lang w:val="ro-RO"/>
              </w:rPr>
              <w:t>Număr de ore</w:t>
            </w:r>
          </w:p>
        </w:tc>
        <w:tc>
          <w:tcPr>
            <w:tcW w:w="2091" w:type="dxa"/>
          </w:tcPr>
          <w:p w:rsidR="00784E20" w:rsidRPr="003E754C" w:rsidRDefault="00784E20"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784E20" w:rsidRPr="003E754C" w:rsidTr="00C12BE1">
        <w:trPr>
          <w:jc w:val="right"/>
        </w:trPr>
        <w:tc>
          <w:tcPr>
            <w:tcW w:w="5798" w:type="dxa"/>
            <w:shd w:val="clear" w:color="auto" w:fill="D9D9D9"/>
          </w:tcPr>
          <w:p w:rsidR="00784E20" w:rsidRPr="003E754C" w:rsidRDefault="00784E20" w:rsidP="00DD61AF">
            <w:pPr>
              <w:autoSpaceDE w:val="0"/>
              <w:autoSpaceDN w:val="0"/>
              <w:adjustRightInd w:val="0"/>
              <w:spacing w:before="20" w:after="20" w:line="240" w:lineRule="auto"/>
              <w:ind w:left="389" w:hanging="389"/>
              <w:rPr>
                <w:rFonts w:ascii="Gautami" w:hAnsi="Gautami" w:cs="Gautami"/>
                <w:bCs/>
                <w:sz w:val="18"/>
                <w:szCs w:val="18"/>
                <w:lang w:val="ro-RO"/>
              </w:rPr>
            </w:pPr>
            <w:permStart w:id="1673791824" w:edGrp="everyone"/>
            <w:r>
              <w:rPr>
                <w:rFonts w:ascii="Gautami" w:hAnsi="Gautami" w:cs="Gautami"/>
                <w:bCs/>
                <w:sz w:val="18"/>
                <w:szCs w:val="18"/>
                <w:lang w:val="ro-RO"/>
              </w:rPr>
              <w:t xml:space="preserve">Dinamica punctului material. </w:t>
            </w:r>
            <w:proofErr w:type="spellStart"/>
            <w:r>
              <w:rPr>
                <w:rFonts w:ascii="Gautami" w:hAnsi="Gautami" w:cs="Gautami"/>
                <w:bCs/>
                <w:sz w:val="18"/>
                <w:szCs w:val="18"/>
                <w:lang w:val="ro-RO"/>
              </w:rPr>
              <w:t>Miscarea</w:t>
            </w:r>
            <w:proofErr w:type="spellEnd"/>
            <w:r>
              <w:rPr>
                <w:rFonts w:ascii="Gautami" w:hAnsi="Gautami" w:cs="Gautami"/>
                <w:bCs/>
                <w:sz w:val="18"/>
                <w:szCs w:val="18"/>
                <w:lang w:val="ro-RO"/>
              </w:rPr>
              <w:t xml:space="preserve"> in vid, lucrul mecanic, impulsul, momentul cinetic, energia cinetica, energia </w:t>
            </w:r>
            <w:proofErr w:type="spellStart"/>
            <w:r>
              <w:rPr>
                <w:rFonts w:ascii="Gautami" w:hAnsi="Gautami" w:cs="Gautami"/>
                <w:bCs/>
                <w:sz w:val="18"/>
                <w:szCs w:val="18"/>
                <w:lang w:val="ro-RO"/>
              </w:rPr>
              <w:t>potentiala</w:t>
            </w:r>
            <w:proofErr w:type="spellEnd"/>
            <w:r w:rsidRPr="003E754C">
              <w:rPr>
                <w:rFonts w:ascii="Gautami" w:hAnsi="Gautami" w:cs="Gautami"/>
                <w:bCs/>
                <w:sz w:val="18"/>
                <w:szCs w:val="18"/>
                <w:lang w:val="ro-RO"/>
              </w:rPr>
              <w:t xml:space="preserve">  </w:t>
            </w:r>
            <w:permEnd w:id="1673791824"/>
          </w:p>
        </w:tc>
        <w:tc>
          <w:tcPr>
            <w:tcW w:w="2693" w:type="dxa"/>
          </w:tcPr>
          <w:p w:rsidR="00784E20" w:rsidRPr="003E754C" w:rsidRDefault="00DD2DCF" w:rsidP="00453904">
            <w:pPr>
              <w:autoSpaceDE w:val="0"/>
              <w:autoSpaceDN w:val="0"/>
              <w:adjustRightInd w:val="0"/>
              <w:spacing w:before="20" w:after="20" w:line="240" w:lineRule="auto"/>
              <w:rPr>
                <w:rFonts w:ascii="Gautami" w:hAnsi="Gautami" w:cs="Gautami"/>
                <w:bCs/>
                <w:sz w:val="18"/>
                <w:szCs w:val="18"/>
                <w:lang w:val="ro-RO"/>
              </w:rPr>
            </w:pPr>
            <w:permStart w:id="204352334" w:edGrp="everyone"/>
            <w:r>
              <w:rPr>
                <w:rFonts w:ascii="Gautami" w:hAnsi="Gautami" w:cs="Gautami"/>
                <w:bCs/>
                <w:sz w:val="18"/>
                <w:szCs w:val="18"/>
                <w:lang w:val="ro-RO"/>
              </w:rPr>
              <w:t xml:space="preserve"> </w:t>
            </w:r>
            <w:r w:rsidR="00784E20">
              <w:rPr>
                <w:rFonts w:ascii="Gautami" w:hAnsi="Gautami" w:cs="Gautami"/>
                <w:bCs/>
                <w:sz w:val="18"/>
                <w:szCs w:val="18"/>
                <w:lang w:val="ro-RO"/>
              </w:rPr>
              <w:t>4</w:t>
            </w:r>
            <w:r>
              <w:rPr>
                <w:rFonts w:ascii="Gautami" w:hAnsi="Gautami" w:cs="Gautami"/>
                <w:bCs/>
                <w:sz w:val="18"/>
                <w:szCs w:val="18"/>
                <w:lang w:val="ro-RO"/>
              </w:rPr>
              <w:t xml:space="preserve"> </w:t>
            </w:r>
            <w:permEnd w:id="204352334"/>
          </w:p>
        </w:tc>
        <w:tc>
          <w:tcPr>
            <w:tcW w:w="2091" w:type="dxa"/>
            <w:vMerge w:val="restart"/>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ermStart w:id="1952514110" w:edGrp="everyone"/>
            <w:r>
              <w:rPr>
                <w:rFonts w:ascii="Gautami" w:hAnsi="Gautami" w:cs="Gautami"/>
                <w:bCs/>
                <w:sz w:val="18"/>
                <w:szCs w:val="18"/>
                <w:lang w:val="ro-RO"/>
              </w:rPr>
              <w:t>Expozitiva</w:t>
            </w:r>
            <w:permEnd w:id="1952514110"/>
          </w:p>
        </w:tc>
      </w:tr>
      <w:tr w:rsidR="00784E20" w:rsidRPr="003E754C" w:rsidTr="00C12BE1">
        <w:trPr>
          <w:jc w:val="right"/>
        </w:trPr>
        <w:tc>
          <w:tcPr>
            <w:tcW w:w="5798" w:type="dxa"/>
            <w:shd w:val="clear" w:color="auto" w:fill="D9D9D9"/>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permStart w:id="1605829090" w:edGrp="everyone"/>
            <w:r>
              <w:rPr>
                <w:rFonts w:ascii="Gautami" w:hAnsi="Gautami" w:cs="Gautami"/>
                <w:bCs/>
                <w:sz w:val="18"/>
                <w:szCs w:val="18"/>
                <w:lang w:val="ro-RO"/>
              </w:rPr>
              <w:t xml:space="preserve">Teoremele dinamicii punctului material. Pendulul matematic. Dinamica </w:t>
            </w:r>
            <w:proofErr w:type="spellStart"/>
            <w:r>
              <w:rPr>
                <w:rFonts w:ascii="Gautami" w:hAnsi="Gautami" w:cs="Gautami"/>
                <w:bCs/>
                <w:sz w:val="18"/>
                <w:szCs w:val="18"/>
                <w:lang w:val="ro-RO"/>
              </w:rPr>
              <w:t>miscarii</w:t>
            </w:r>
            <w:proofErr w:type="spellEnd"/>
            <w:r>
              <w:rPr>
                <w:rFonts w:ascii="Gautami" w:hAnsi="Gautami" w:cs="Gautami"/>
                <w:bCs/>
                <w:sz w:val="18"/>
                <w:szCs w:val="18"/>
                <w:lang w:val="ro-RO"/>
              </w:rPr>
              <w:t xml:space="preserve"> relative a punctului </w:t>
            </w:r>
            <w:proofErr w:type="spellStart"/>
            <w:r>
              <w:rPr>
                <w:rFonts w:ascii="Gautami" w:hAnsi="Gautami" w:cs="Gautami"/>
                <w:bCs/>
                <w:sz w:val="18"/>
                <w:szCs w:val="18"/>
                <w:lang w:val="ro-RO"/>
              </w:rPr>
              <w:t>materiall</w:t>
            </w:r>
            <w:permEnd w:id="1605829090"/>
            <w:proofErr w:type="spellEnd"/>
          </w:p>
        </w:tc>
        <w:tc>
          <w:tcPr>
            <w:tcW w:w="2693" w:type="dxa"/>
          </w:tcPr>
          <w:p w:rsidR="00784E20" w:rsidRPr="003E754C" w:rsidRDefault="00DD2DCF" w:rsidP="00453904">
            <w:pPr>
              <w:autoSpaceDE w:val="0"/>
              <w:autoSpaceDN w:val="0"/>
              <w:adjustRightInd w:val="0"/>
              <w:spacing w:before="20" w:after="20" w:line="240" w:lineRule="auto"/>
              <w:rPr>
                <w:rFonts w:ascii="Gautami" w:hAnsi="Gautami" w:cs="Gautami"/>
                <w:bCs/>
                <w:sz w:val="18"/>
                <w:szCs w:val="18"/>
                <w:lang w:val="ro-RO"/>
              </w:rPr>
            </w:pPr>
            <w:permStart w:id="578176398" w:edGrp="everyone"/>
            <w:r>
              <w:rPr>
                <w:rFonts w:ascii="Gautami" w:hAnsi="Gautami" w:cs="Gautami"/>
                <w:bCs/>
                <w:sz w:val="18"/>
                <w:szCs w:val="18"/>
                <w:lang w:val="ro-RO"/>
              </w:rPr>
              <w:t xml:space="preserve"> </w:t>
            </w:r>
            <w:r w:rsidR="00784E20">
              <w:rPr>
                <w:rFonts w:ascii="Gautami" w:hAnsi="Gautami" w:cs="Gautami"/>
                <w:bCs/>
                <w:sz w:val="18"/>
                <w:szCs w:val="18"/>
                <w:lang w:val="ro-RO"/>
              </w:rPr>
              <w:t>3</w:t>
            </w:r>
            <w:r>
              <w:rPr>
                <w:rFonts w:ascii="Gautami" w:hAnsi="Gautami" w:cs="Gautami"/>
                <w:bCs/>
                <w:sz w:val="18"/>
                <w:szCs w:val="18"/>
                <w:lang w:val="ro-RO"/>
              </w:rPr>
              <w:t xml:space="preserve"> </w:t>
            </w:r>
            <w:permEnd w:id="578176398"/>
          </w:p>
        </w:tc>
        <w:tc>
          <w:tcPr>
            <w:tcW w:w="2091" w:type="dxa"/>
            <w:vMerge/>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
        </w:tc>
      </w:tr>
      <w:tr w:rsidR="00784E20" w:rsidRPr="003E754C" w:rsidTr="00C12BE1">
        <w:trPr>
          <w:jc w:val="right"/>
        </w:trPr>
        <w:tc>
          <w:tcPr>
            <w:tcW w:w="5798" w:type="dxa"/>
            <w:shd w:val="clear" w:color="auto" w:fill="D9D9D9"/>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permStart w:id="1204373416" w:edGrp="everyone"/>
            <w:r>
              <w:rPr>
                <w:rFonts w:ascii="Gautami" w:hAnsi="Gautami" w:cs="Gautami"/>
                <w:bCs/>
                <w:sz w:val="18"/>
                <w:szCs w:val="18"/>
                <w:lang w:val="ro-RO"/>
              </w:rPr>
              <w:t xml:space="preserve">Momente de </w:t>
            </w:r>
            <w:proofErr w:type="spellStart"/>
            <w:r>
              <w:rPr>
                <w:rFonts w:ascii="Gautami" w:hAnsi="Gautami" w:cs="Gautami"/>
                <w:bCs/>
                <w:sz w:val="18"/>
                <w:szCs w:val="18"/>
                <w:lang w:val="ro-RO"/>
              </w:rPr>
              <w:t>inertie</w:t>
            </w:r>
            <w:proofErr w:type="spellEnd"/>
            <w:r>
              <w:rPr>
                <w:rFonts w:ascii="Gautami" w:hAnsi="Gautami" w:cs="Gautami"/>
                <w:bCs/>
                <w:sz w:val="18"/>
                <w:szCs w:val="18"/>
                <w:lang w:val="ro-RO"/>
              </w:rPr>
              <w:t>. Teorema energiei cinetice pentru corpul rigid, teoremele impulsului</w:t>
            </w:r>
            <w:permEnd w:id="1204373416"/>
          </w:p>
        </w:tc>
        <w:tc>
          <w:tcPr>
            <w:tcW w:w="2693" w:type="dxa"/>
          </w:tcPr>
          <w:p w:rsidR="00784E20" w:rsidRPr="003E754C" w:rsidRDefault="00DD2DCF" w:rsidP="00453904">
            <w:pPr>
              <w:autoSpaceDE w:val="0"/>
              <w:autoSpaceDN w:val="0"/>
              <w:adjustRightInd w:val="0"/>
              <w:spacing w:before="20" w:after="20" w:line="240" w:lineRule="auto"/>
              <w:rPr>
                <w:rFonts w:ascii="Gautami" w:hAnsi="Gautami" w:cs="Gautami"/>
                <w:bCs/>
                <w:sz w:val="18"/>
                <w:szCs w:val="18"/>
                <w:lang w:val="ro-RO"/>
              </w:rPr>
            </w:pPr>
            <w:permStart w:id="1435381674" w:edGrp="everyone"/>
            <w:r>
              <w:rPr>
                <w:rFonts w:ascii="Gautami" w:hAnsi="Gautami" w:cs="Gautami"/>
                <w:bCs/>
                <w:sz w:val="18"/>
                <w:szCs w:val="18"/>
                <w:lang w:val="ro-RO"/>
              </w:rPr>
              <w:t xml:space="preserve"> </w:t>
            </w:r>
            <w:r w:rsidR="00784E20">
              <w:rPr>
                <w:rFonts w:ascii="Gautami" w:hAnsi="Gautami" w:cs="Gautami"/>
                <w:bCs/>
                <w:sz w:val="18"/>
                <w:szCs w:val="18"/>
                <w:lang w:val="ro-RO"/>
              </w:rPr>
              <w:t>3</w:t>
            </w:r>
            <w:r>
              <w:rPr>
                <w:rFonts w:ascii="Gautami" w:hAnsi="Gautami" w:cs="Gautami"/>
                <w:bCs/>
                <w:sz w:val="18"/>
                <w:szCs w:val="18"/>
                <w:lang w:val="ro-RO"/>
              </w:rPr>
              <w:t xml:space="preserve"> </w:t>
            </w:r>
            <w:permEnd w:id="1435381674"/>
          </w:p>
        </w:tc>
        <w:tc>
          <w:tcPr>
            <w:tcW w:w="2091" w:type="dxa"/>
            <w:vMerge/>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
        </w:tc>
      </w:tr>
      <w:tr w:rsidR="00784E20" w:rsidRPr="003E754C" w:rsidTr="00C12BE1">
        <w:trPr>
          <w:jc w:val="right"/>
        </w:trPr>
        <w:tc>
          <w:tcPr>
            <w:tcW w:w="5798" w:type="dxa"/>
            <w:shd w:val="clear" w:color="auto" w:fill="D9D9D9"/>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permStart w:id="416574458" w:edGrp="everyone"/>
            <w:r>
              <w:rPr>
                <w:rFonts w:ascii="Gautami" w:hAnsi="Gautami" w:cs="Gautami"/>
                <w:bCs/>
                <w:sz w:val="18"/>
                <w:szCs w:val="18"/>
                <w:lang w:val="ro-RO"/>
              </w:rPr>
              <w:t>Dinamica rigidului cu axa fixa. Pendulul fizic</w:t>
            </w:r>
            <w:permEnd w:id="416574458"/>
          </w:p>
        </w:tc>
        <w:tc>
          <w:tcPr>
            <w:tcW w:w="2693" w:type="dxa"/>
          </w:tcPr>
          <w:p w:rsidR="00784E20" w:rsidRPr="003E754C" w:rsidRDefault="00DD2DCF" w:rsidP="00453904">
            <w:pPr>
              <w:autoSpaceDE w:val="0"/>
              <w:autoSpaceDN w:val="0"/>
              <w:adjustRightInd w:val="0"/>
              <w:spacing w:before="20" w:after="20" w:line="240" w:lineRule="auto"/>
              <w:rPr>
                <w:rFonts w:ascii="Gautami" w:hAnsi="Gautami" w:cs="Gautami"/>
                <w:bCs/>
                <w:sz w:val="18"/>
                <w:szCs w:val="18"/>
                <w:lang w:val="ro-RO"/>
              </w:rPr>
            </w:pPr>
            <w:permStart w:id="1282292978" w:edGrp="everyone"/>
            <w:r>
              <w:rPr>
                <w:rFonts w:ascii="Gautami" w:hAnsi="Gautami" w:cs="Gautami"/>
                <w:bCs/>
                <w:sz w:val="18"/>
                <w:szCs w:val="18"/>
                <w:lang w:val="ro-RO"/>
              </w:rPr>
              <w:t xml:space="preserve"> </w:t>
            </w:r>
            <w:r w:rsidR="00784E20">
              <w:rPr>
                <w:rFonts w:ascii="Gautami" w:hAnsi="Gautami" w:cs="Gautami"/>
                <w:bCs/>
                <w:sz w:val="18"/>
                <w:szCs w:val="18"/>
                <w:lang w:val="ro-RO"/>
              </w:rPr>
              <w:t>3</w:t>
            </w:r>
            <w:r>
              <w:rPr>
                <w:rFonts w:ascii="Gautami" w:hAnsi="Gautami" w:cs="Gautami"/>
                <w:bCs/>
                <w:sz w:val="18"/>
                <w:szCs w:val="18"/>
                <w:lang w:val="ro-RO"/>
              </w:rPr>
              <w:t xml:space="preserve"> </w:t>
            </w:r>
            <w:permEnd w:id="1282292978"/>
          </w:p>
        </w:tc>
        <w:tc>
          <w:tcPr>
            <w:tcW w:w="2091" w:type="dxa"/>
            <w:vMerge/>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
        </w:tc>
      </w:tr>
      <w:tr w:rsidR="00784E20" w:rsidRPr="003E754C" w:rsidTr="00C12BE1">
        <w:trPr>
          <w:jc w:val="right"/>
        </w:trPr>
        <w:tc>
          <w:tcPr>
            <w:tcW w:w="5798" w:type="dxa"/>
            <w:shd w:val="clear" w:color="auto" w:fill="D9D9D9"/>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permStart w:id="453468773" w:edGrp="everyone"/>
            <w:r>
              <w:rPr>
                <w:rFonts w:ascii="Gautami" w:hAnsi="Gautami" w:cs="Gautami"/>
                <w:bCs/>
                <w:sz w:val="18"/>
                <w:szCs w:val="18"/>
                <w:lang w:val="ro-RO"/>
              </w:rPr>
              <w:t xml:space="preserve">Principiul lui </w:t>
            </w:r>
            <w:proofErr w:type="spellStart"/>
            <w:r>
              <w:rPr>
                <w:rFonts w:ascii="Gautami" w:hAnsi="Gautami" w:cs="Gautami"/>
                <w:bCs/>
                <w:sz w:val="18"/>
                <w:szCs w:val="18"/>
                <w:lang w:val="ro-RO"/>
              </w:rPr>
              <w:t>D’Alembert</w:t>
            </w:r>
            <w:proofErr w:type="spellEnd"/>
            <w:r>
              <w:rPr>
                <w:rFonts w:ascii="Gautami" w:hAnsi="Gautami" w:cs="Gautami"/>
                <w:bCs/>
                <w:sz w:val="18"/>
                <w:szCs w:val="18"/>
                <w:lang w:val="ro-RO"/>
              </w:rPr>
              <w:t xml:space="preserve">. Calculul </w:t>
            </w:r>
            <w:proofErr w:type="spellStart"/>
            <w:r>
              <w:rPr>
                <w:rFonts w:ascii="Gautami" w:hAnsi="Gautami" w:cs="Gautami"/>
                <w:bCs/>
                <w:sz w:val="18"/>
                <w:szCs w:val="18"/>
                <w:lang w:val="ro-RO"/>
              </w:rPr>
              <w:t>torsorului</w:t>
            </w:r>
            <w:proofErr w:type="spellEnd"/>
            <w:r>
              <w:rPr>
                <w:rFonts w:ascii="Gautami" w:hAnsi="Gautami" w:cs="Gautami"/>
                <w:bCs/>
                <w:sz w:val="18"/>
                <w:szCs w:val="18"/>
                <w:lang w:val="ro-RO"/>
              </w:rPr>
              <w:t xml:space="preserve"> de </w:t>
            </w:r>
            <w:proofErr w:type="spellStart"/>
            <w:r>
              <w:rPr>
                <w:rFonts w:ascii="Gautami" w:hAnsi="Gautami" w:cs="Gautami"/>
                <w:bCs/>
                <w:sz w:val="18"/>
                <w:szCs w:val="18"/>
                <w:lang w:val="ro-RO"/>
              </w:rPr>
              <w:t>inertie</w:t>
            </w:r>
            <w:proofErr w:type="spellEnd"/>
            <w:r>
              <w:rPr>
                <w:rFonts w:ascii="Gautami" w:hAnsi="Gautami" w:cs="Gautami"/>
                <w:bCs/>
                <w:sz w:val="18"/>
                <w:szCs w:val="18"/>
                <w:lang w:val="ro-RO"/>
              </w:rPr>
              <w:t xml:space="preserve"> in cazuri uzuale. Principiul </w:t>
            </w:r>
            <w:proofErr w:type="spellStart"/>
            <w:r>
              <w:rPr>
                <w:rFonts w:ascii="Gautami" w:hAnsi="Gautami" w:cs="Gautami"/>
                <w:bCs/>
                <w:sz w:val="18"/>
                <w:szCs w:val="18"/>
                <w:lang w:val="ro-RO"/>
              </w:rPr>
              <w:t>deplasarilor</w:t>
            </w:r>
            <w:proofErr w:type="spellEnd"/>
            <w:r>
              <w:rPr>
                <w:rFonts w:ascii="Gautami" w:hAnsi="Gautami" w:cs="Gautami"/>
                <w:bCs/>
                <w:sz w:val="18"/>
                <w:szCs w:val="18"/>
                <w:lang w:val="ro-RO"/>
              </w:rPr>
              <w:t xml:space="preserve"> virtuale</w:t>
            </w:r>
            <w:permEnd w:id="453468773"/>
          </w:p>
        </w:tc>
        <w:tc>
          <w:tcPr>
            <w:tcW w:w="2693" w:type="dxa"/>
          </w:tcPr>
          <w:p w:rsidR="00784E20" w:rsidRPr="003E754C" w:rsidRDefault="00DD2DCF" w:rsidP="00453904">
            <w:pPr>
              <w:autoSpaceDE w:val="0"/>
              <w:autoSpaceDN w:val="0"/>
              <w:adjustRightInd w:val="0"/>
              <w:spacing w:before="20" w:after="20" w:line="240" w:lineRule="auto"/>
              <w:rPr>
                <w:rFonts w:ascii="Gautami" w:hAnsi="Gautami" w:cs="Gautami"/>
                <w:bCs/>
                <w:sz w:val="18"/>
                <w:szCs w:val="18"/>
                <w:lang w:val="ro-RO"/>
              </w:rPr>
            </w:pPr>
            <w:permStart w:id="37290153" w:edGrp="everyone"/>
            <w:r>
              <w:rPr>
                <w:rFonts w:ascii="Gautami" w:hAnsi="Gautami" w:cs="Gautami"/>
                <w:bCs/>
                <w:sz w:val="18"/>
                <w:szCs w:val="18"/>
                <w:lang w:val="ro-RO"/>
              </w:rPr>
              <w:t xml:space="preserve"> </w:t>
            </w:r>
            <w:r w:rsidR="00784E20">
              <w:rPr>
                <w:rFonts w:ascii="Gautami" w:hAnsi="Gautami" w:cs="Gautami"/>
                <w:bCs/>
                <w:sz w:val="18"/>
                <w:szCs w:val="18"/>
                <w:lang w:val="ro-RO"/>
              </w:rPr>
              <w:t>3</w:t>
            </w:r>
            <w:r>
              <w:rPr>
                <w:rFonts w:ascii="Gautami" w:hAnsi="Gautami" w:cs="Gautami"/>
                <w:bCs/>
                <w:sz w:val="18"/>
                <w:szCs w:val="18"/>
                <w:lang w:val="ro-RO"/>
              </w:rPr>
              <w:t xml:space="preserve"> </w:t>
            </w:r>
            <w:permEnd w:id="37290153"/>
          </w:p>
        </w:tc>
        <w:tc>
          <w:tcPr>
            <w:tcW w:w="2091" w:type="dxa"/>
            <w:vMerge/>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
        </w:tc>
      </w:tr>
      <w:tr w:rsidR="00784E20" w:rsidRPr="003E754C" w:rsidTr="00C12BE1">
        <w:trPr>
          <w:jc w:val="right"/>
        </w:trPr>
        <w:tc>
          <w:tcPr>
            <w:tcW w:w="5798" w:type="dxa"/>
            <w:shd w:val="clear" w:color="auto" w:fill="D9D9D9"/>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permStart w:id="1324185119" w:edGrp="everyone"/>
            <w:r>
              <w:rPr>
                <w:rFonts w:ascii="Gautami" w:hAnsi="Gautami" w:cs="Gautami"/>
                <w:bCs/>
                <w:sz w:val="18"/>
                <w:szCs w:val="18"/>
                <w:lang w:val="ro-RO"/>
              </w:rPr>
              <w:t xml:space="preserve">Ciocniri si </w:t>
            </w:r>
            <w:proofErr w:type="spellStart"/>
            <w:r>
              <w:rPr>
                <w:rFonts w:ascii="Gautami" w:hAnsi="Gautami" w:cs="Gautami"/>
                <w:bCs/>
                <w:sz w:val="18"/>
                <w:szCs w:val="18"/>
                <w:lang w:val="ro-RO"/>
              </w:rPr>
              <w:t>percutii</w:t>
            </w:r>
            <w:proofErr w:type="spellEnd"/>
            <w:r>
              <w:rPr>
                <w:rFonts w:ascii="Gautami" w:hAnsi="Gautami" w:cs="Gautami"/>
                <w:bCs/>
                <w:sz w:val="18"/>
                <w:szCs w:val="18"/>
                <w:lang w:val="ro-RO"/>
              </w:rPr>
              <w:t xml:space="preserve">. Ciocnirea </w:t>
            </w:r>
            <w:proofErr w:type="spellStart"/>
            <w:r>
              <w:rPr>
                <w:rFonts w:ascii="Gautami" w:hAnsi="Gautami" w:cs="Gautami"/>
                <w:bCs/>
                <w:sz w:val="18"/>
                <w:szCs w:val="18"/>
                <w:lang w:val="ro-RO"/>
              </w:rPr>
              <w:t>centrica</w:t>
            </w:r>
            <w:proofErr w:type="spellEnd"/>
            <w:r>
              <w:rPr>
                <w:rFonts w:ascii="Gautami" w:hAnsi="Gautami" w:cs="Gautami"/>
                <w:bCs/>
                <w:sz w:val="18"/>
                <w:szCs w:val="18"/>
                <w:lang w:val="ro-RO"/>
              </w:rPr>
              <w:t xml:space="preserve"> a doua sfere. Ciocnirea unei sfere cu un corp in </w:t>
            </w:r>
            <w:proofErr w:type="spellStart"/>
            <w:r>
              <w:rPr>
                <w:rFonts w:ascii="Gautami" w:hAnsi="Gautami" w:cs="Gautami"/>
                <w:bCs/>
                <w:sz w:val="18"/>
                <w:szCs w:val="18"/>
                <w:lang w:val="ro-RO"/>
              </w:rPr>
              <w:t>miscare</w:t>
            </w:r>
            <w:proofErr w:type="spellEnd"/>
            <w:r>
              <w:rPr>
                <w:rFonts w:ascii="Gautami" w:hAnsi="Gautami" w:cs="Gautami"/>
                <w:bCs/>
                <w:sz w:val="18"/>
                <w:szCs w:val="18"/>
                <w:lang w:val="ro-RO"/>
              </w:rPr>
              <w:t xml:space="preserve"> de </w:t>
            </w:r>
            <w:proofErr w:type="spellStart"/>
            <w:r>
              <w:rPr>
                <w:rFonts w:ascii="Gautami" w:hAnsi="Gautami" w:cs="Gautami"/>
                <w:bCs/>
                <w:sz w:val="18"/>
                <w:szCs w:val="18"/>
                <w:lang w:val="ro-RO"/>
              </w:rPr>
              <w:t>rotatie</w:t>
            </w:r>
            <w:proofErr w:type="spellEnd"/>
            <w:r>
              <w:rPr>
                <w:rFonts w:ascii="Gautami" w:hAnsi="Gautami" w:cs="Gautami"/>
                <w:bCs/>
                <w:sz w:val="18"/>
                <w:szCs w:val="18"/>
                <w:lang w:val="ro-RO"/>
              </w:rPr>
              <w:t xml:space="preserve"> cu axa fixa</w:t>
            </w:r>
            <w:permEnd w:id="1324185119"/>
          </w:p>
        </w:tc>
        <w:tc>
          <w:tcPr>
            <w:tcW w:w="2693" w:type="dxa"/>
          </w:tcPr>
          <w:p w:rsidR="00784E20" w:rsidRPr="003E754C" w:rsidRDefault="00DD2DCF" w:rsidP="00453904">
            <w:pPr>
              <w:autoSpaceDE w:val="0"/>
              <w:autoSpaceDN w:val="0"/>
              <w:adjustRightInd w:val="0"/>
              <w:spacing w:before="20" w:after="20" w:line="240" w:lineRule="auto"/>
              <w:rPr>
                <w:rFonts w:ascii="Gautami" w:hAnsi="Gautami" w:cs="Gautami"/>
                <w:bCs/>
                <w:sz w:val="18"/>
                <w:szCs w:val="18"/>
                <w:lang w:val="ro-RO"/>
              </w:rPr>
            </w:pPr>
            <w:permStart w:id="287313403" w:edGrp="everyone"/>
            <w:r>
              <w:rPr>
                <w:rFonts w:ascii="Gautami" w:hAnsi="Gautami" w:cs="Gautami"/>
                <w:bCs/>
                <w:sz w:val="18"/>
                <w:szCs w:val="18"/>
                <w:lang w:val="ro-RO"/>
              </w:rPr>
              <w:t xml:space="preserve"> </w:t>
            </w:r>
            <w:r w:rsidR="00784E20">
              <w:rPr>
                <w:rFonts w:ascii="Gautami" w:hAnsi="Gautami" w:cs="Gautami"/>
                <w:bCs/>
                <w:sz w:val="18"/>
                <w:szCs w:val="18"/>
                <w:lang w:val="ro-RO"/>
              </w:rPr>
              <w:t>5</w:t>
            </w:r>
            <w:r>
              <w:rPr>
                <w:rFonts w:ascii="Gautami" w:hAnsi="Gautami" w:cs="Gautami"/>
                <w:bCs/>
                <w:sz w:val="18"/>
                <w:szCs w:val="18"/>
                <w:lang w:val="ro-RO"/>
              </w:rPr>
              <w:t xml:space="preserve"> </w:t>
            </w:r>
            <w:permEnd w:id="287313403"/>
          </w:p>
        </w:tc>
        <w:tc>
          <w:tcPr>
            <w:tcW w:w="2091" w:type="dxa"/>
            <w:vMerge/>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
        </w:tc>
      </w:tr>
      <w:tr w:rsidR="00784E20" w:rsidRPr="003E754C" w:rsidTr="00C12BE1">
        <w:trPr>
          <w:jc w:val="right"/>
        </w:trPr>
        <w:tc>
          <w:tcPr>
            <w:tcW w:w="5798" w:type="dxa"/>
            <w:shd w:val="clear" w:color="auto" w:fill="D9D9D9"/>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permStart w:id="1685921345" w:edGrp="everyone"/>
            <w:proofErr w:type="spellStart"/>
            <w:r>
              <w:rPr>
                <w:rFonts w:ascii="Gautami" w:hAnsi="Gautami" w:cs="Gautami"/>
                <w:bCs/>
                <w:sz w:val="18"/>
                <w:szCs w:val="18"/>
                <w:lang w:val="ro-RO"/>
              </w:rPr>
              <w:t>Ecuatiile</w:t>
            </w:r>
            <w:proofErr w:type="spellEnd"/>
            <w:r>
              <w:rPr>
                <w:rFonts w:ascii="Gautami" w:hAnsi="Gautami" w:cs="Gautami"/>
                <w:bCs/>
                <w:sz w:val="18"/>
                <w:szCs w:val="18"/>
                <w:lang w:val="ro-RO"/>
              </w:rPr>
              <w:t xml:space="preserve"> lui Lagrange de </w:t>
            </w:r>
            <w:proofErr w:type="spellStart"/>
            <w:r>
              <w:rPr>
                <w:rFonts w:ascii="Gautami" w:hAnsi="Gautami" w:cs="Gautami"/>
                <w:bCs/>
                <w:sz w:val="18"/>
                <w:szCs w:val="18"/>
                <w:lang w:val="ro-RO"/>
              </w:rPr>
              <w:t>speta</w:t>
            </w:r>
            <w:proofErr w:type="spellEnd"/>
            <w:r>
              <w:rPr>
                <w:rFonts w:ascii="Gautami" w:hAnsi="Gautami" w:cs="Gautami"/>
                <w:bCs/>
                <w:sz w:val="18"/>
                <w:szCs w:val="18"/>
                <w:lang w:val="ro-RO"/>
              </w:rPr>
              <w:t xml:space="preserve"> a doua. </w:t>
            </w:r>
            <w:proofErr w:type="spellStart"/>
            <w:r>
              <w:rPr>
                <w:rFonts w:ascii="Gautami" w:hAnsi="Gautami" w:cs="Gautami"/>
                <w:bCs/>
                <w:sz w:val="18"/>
                <w:szCs w:val="18"/>
                <w:lang w:val="ro-RO"/>
              </w:rPr>
              <w:t>Ecuatiile</w:t>
            </w:r>
            <w:proofErr w:type="spellEnd"/>
            <w:r>
              <w:rPr>
                <w:rFonts w:ascii="Gautami" w:hAnsi="Gautami" w:cs="Gautami"/>
                <w:bCs/>
                <w:sz w:val="18"/>
                <w:szCs w:val="18"/>
                <w:lang w:val="ro-RO"/>
              </w:rPr>
              <w:t xml:space="preserve"> lui Hamilton</w:t>
            </w:r>
            <w:permEnd w:id="1685921345"/>
          </w:p>
        </w:tc>
        <w:tc>
          <w:tcPr>
            <w:tcW w:w="2693" w:type="dxa"/>
          </w:tcPr>
          <w:p w:rsidR="00784E20" w:rsidRPr="003E754C" w:rsidRDefault="00DD2DCF" w:rsidP="00453904">
            <w:pPr>
              <w:autoSpaceDE w:val="0"/>
              <w:autoSpaceDN w:val="0"/>
              <w:adjustRightInd w:val="0"/>
              <w:spacing w:before="20" w:after="20" w:line="240" w:lineRule="auto"/>
              <w:rPr>
                <w:rFonts w:ascii="Gautami" w:hAnsi="Gautami" w:cs="Gautami"/>
                <w:bCs/>
                <w:sz w:val="18"/>
                <w:szCs w:val="18"/>
                <w:lang w:val="ro-RO"/>
              </w:rPr>
            </w:pPr>
            <w:permStart w:id="787697046" w:edGrp="everyone"/>
            <w:r>
              <w:rPr>
                <w:rFonts w:ascii="Gautami" w:hAnsi="Gautami" w:cs="Gautami"/>
                <w:bCs/>
                <w:sz w:val="18"/>
                <w:szCs w:val="18"/>
                <w:lang w:val="ro-RO"/>
              </w:rPr>
              <w:t xml:space="preserve"> </w:t>
            </w:r>
            <w:r w:rsidR="00784E20">
              <w:rPr>
                <w:rFonts w:ascii="Gautami" w:hAnsi="Gautami" w:cs="Gautami"/>
                <w:bCs/>
                <w:sz w:val="18"/>
                <w:szCs w:val="18"/>
                <w:lang w:val="ro-RO"/>
              </w:rPr>
              <w:t>3</w:t>
            </w:r>
            <w:r>
              <w:rPr>
                <w:rFonts w:ascii="Gautami" w:hAnsi="Gautami" w:cs="Gautami"/>
                <w:bCs/>
                <w:sz w:val="18"/>
                <w:szCs w:val="18"/>
                <w:lang w:val="ro-RO"/>
              </w:rPr>
              <w:t xml:space="preserve"> </w:t>
            </w:r>
            <w:permEnd w:id="787697046"/>
          </w:p>
        </w:tc>
        <w:tc>
          <w:tcPr>
            <w:tcW w:w="2091" w:type="dxa"/>
            <w:vMerge/>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
        </w:tc>
      </w:tr>
      <w:tr w:rsidR="00784E20" w:rsidRPr="003E754C" w:rsidTr="00C12BE1">
        <w:trPr>
          <w:jc w:val="right"/>
        </w:trPr>
        <w:tc>
          <w:tcPr>
            <w:tcW w:w="5798" w:type="dxa"/>
            <w:shd w:val="clear" w:color="auto" w:fill="D9D9D9"/>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permStart w:id="592664649" w:edGrp="everyone"/>
            <w:r>
              <w:rPr>
                <w:rFonts w:ascii="Gautami" w:hAnsi="Gautami" w:cs="Gautami"/>
                <w:bCs/>
                <w:sz w:val="18"/>
                <w:szCs w:val="18"/>
                <w:lang w:val="ro-RO"/>
              </w:rPr>
              <w:t xml:space="preserve">Stabilitatea echilibrului. Teorema </w:t>
            </w:r>
            <w:proofErr w:type="spellStart"/>
            <w:r>
              <w:rPr>
                <w:rFonts w:ascii="Gautami" w:hAnsi="Gautami" w:cs="Gautami"/>
                <w:bCs/>
                <w:sz w:val="18"/>
                <w:szCs w:val="18"/>
                <w:lang w:val="ro-RO"/>
              </w:rPr>
              <w:t>Lejeune-Dirichlet</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Oscilatii</w:t>
            </w:r>
            <w:proofErr w:type="spellEnd"/>
            <w:r>
              <w:rPr>
                <w:rFonts w:ascii="Gautami" w:hAnsi="Gautami" w:cs="Gautami"/>
                <w:bCs/>
                <w:sz w:val="18"/>
                <w:szCs w:val="18"/>
                <w:lang w:val="ro-RO"/>
              </w:rPr>
              <w:t xml:space="preserve"> mici in jurul </w:t>
            </w:r>
            <w:proofErr w:type="spellStart"/>
            <w:r>
              <w:rPr>
                <w:rFonts w:ascii="Gautami" w:hAnsi="Gautami" w:cs="Gautami"/>
                <w:bCs/>
                <w:sz w:val="18"/>
                <w:szCs w:val="18"/>
                <w:lang w:val="ro-RO"/>
              </w:rPr>
              <w:t>pozitiei</w:t>
            </w:r>
            <w:proofErr w:type="spellEnd"/>
            <w:r>
              <w:rPr>
                <w:rFonts w:ascii="Gautami" w:hAnsi="Gautami" w:cs="Gautami"/>
                <w:bCs/>
                <w:sz w:val="18"/>
                <w:szCs w:val="18"/>
                <w:lang w:val="ro-RO"/>
              </w:rPr>
              <w:t xml:space="preserve"> de </w:t>
            </w:r>
            <w:proofErr w:type="spellStart"/>
            <w:r>
              <w:rPr>
                <w:rFonts w:ascii="Gautami" w:hAnsi="Gautami" w:cs="Gautami"/>
                <w:bCs/>
                <w:sz w:val="18"/>
                <w:szCs w:val="18"/>
                <w:lang w:val="ro-RO"/>
              </w:rPr>
              <w:t>echiulibru</w:t>
            </w:r>
            <w:permEnd w:id="592664649"/>
            <w:proofErr w:type="spellEnd"/>
          </w:p>
        </w:tc>
        <w:tc>
          <w:tcPr>
            <w:tcW w:w="2693" w:type="dxa"/>
          </w:tcPr>
          <w:p w:rsidR="00784E20" w:rsidRPr="003E754C" w:rsidRDefault="00DD2DCF" w:rsidP="00453904">
            <w:pPr>
              <w:autoSpaceDE w:val="0"/>
              <w:autoSpaceDN w:val="0"/>
              <w:adjustRightInd w:val="0"/>
              <w:spacing w:before="20" w:after="20" w:line="240" w:lineRule="auto"/>
              <w:rPr>
                <w:rFonts w:ascii="Gautami" w:hAnsi="Gautami" w:cs="Gautami"/>
                <w:bCs/>
                <w:sz w:val="18"/>
                <w:szCs w:val="18"/>
                <w:lang w:val="ro-RO"/>
              </w:rPr>
            </w:pPr>
            <w:permStart w:id="963077117" w:edGrp="everyone"/>
            <w:r>
              <w:rPr>
                <w:rFonts w:ascii="Gautami" w:hAnsi="Gautami" w:cs="Gautami"/>
                <w:bCs/>
                <w:sz w:val="18"/>
                <w:szCs w:val="18"/>
                <w:lang w:val="ro-RO"/>
              </w:rPr>
              <w:t xml:space="preserve"> </w:t>
            </w:r>
            <w:r w:rsidR="00784E20">
              <w:rPr>
                <w:rFonts w:ascii="Gautami" w:hAnsi="Gautami" w:cs="Gautami"/>
                <w:bCs/>
                <w:sz w:val="18"/>
                <w:szCs w:val="18"/>
                <w:lang w:val="ro-RO"/>
              </w:rPr>
              <w:t>4</w:t>
            </w:r>
            <w:r>
              <w:rPr>
                <w:rFonts w:ascii="Gautami" w:hAnsi="Gautami" w:cs="Gautami"/>
                <w:bCs/>
                <w:sz w:val="18"/>
                <w:szCs w:val="18"/>
                <w:lang w:val="ro-RO"/>
              </w:rPr>
              <w:t xml:space="preserve"> </w:t>
            </w:r>
            <w:permEnd w:id="963077117"/>
          </w:p>
        </w:tc>
        <w:tc>
          <w:tcPr>
            <w:tcW w:w="2091" w:type="dxa"/>
            <w:vMerge/>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
        </w:tc>
      </w:tr>
      <w:tr w:rsidR="00784E20" w:rsidRPr="003E754C" w:rsidTr="00C12BE1">
        <w:trPr>
          <w:jc w:val="right"/>
        </w:trPr>
        <w:tc>
          <w:tcPr>
            <w:tcW w:w="5798" w:type="dxa"/>
            <w:shd w:val="clear" w:color="auto" w:fill="D9D9D9"/>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permStart w:id="481977467" w:edGrp="everyone"/>
            <w:r w:rsidRPr="003E754C">
              <w:rPr>
                <w:rFonts w:ascii="Gautami" w:hAnsi="Gautami" w:cs="Gautami"/>
                <w:bCs/>
                <w:sz w:val="18"/>
                <w:szCs w:val="18"/>
                <w:lang w:val="ro-RO"/>
              </w:rPr>
              <w:t xml:space="preserve">  </w:t>
            </w:r>
            <w:permEnd w:id="481977467"/>
          </w:p>
        </w:tc>
        <w:tc>
          <w:tcPr>
            <w:tcW w:w="2693"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ermStart w:id="1247955954" w:edGrp="everyone"/>
            <w:r w:rsidRPr="003E754C">
              <w:rPr>
                <w:rFonts w:ascii="Gautami" w:hAnsi="Gautami" w:cs="Gautami"/>
                <w:bCs/>
                <w:sz w:val="18"/>
                <w:szCs w:val="18"/>
                <w:lang w:val="ro-RO"/>
              </w:rPr>
              <w:t xml:space="preserve">  </w:t>
            </w:r>
            <w:permEnd w:id="1247955954"/>
          </w:p>
        </w:tc>
        <w:tc>
          <w:tcPr>
            <w:tcW w:w="2091" w:type="dxa"/>
            <w:vMerge/>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
        </w:tc>
      </w:tr>
      <w:tr w:rsidR="00784E20" w:rsidRPr="003E754C" w:rsidTr="00C12BE1">
        <w:trPr>
          <w:jc w:val="right"/>
        </w:trPr>
        <w:tc>
          <w:tcPr>
            <w:tcW w:w="5798" w:type="dxa"/>
            <w:shd w:val="clear" w:color="auto" w:fill="D9D9D9"/>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permStart w:id="1305961827" w:edGrp="everyone"/>
            <w:r w:rsidRPr="003E754C">
              <w:rPr>
                <w:rFonts w:ascii="Gautami" w:hAnsi="Gautami" w:cs="Gautami"/>
                <w:bCs/>
                <w:sz w:val="18"/>
                <w:szCs w:val="18"/>
                <w:lang w:val="ro-RO"/>
              </w:rPr>
              <w:t xml:space="preserve">  </w:t>
            </w:r>
            <w:permEnd w:id="1305961827"/>
          </w:p>
        </w:tc>
        <w:tc>
          <w:tcPr>
            <w:tcW w:w="2693"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ermStart w:id="728328773" w:edGrp="everyone"/>
            <w:r w:rsidRPr="003E754C">
              <w:rPr>
                <w:rFonts w:ascii="Gautami" w:hAnsi="Gautami" w:cs="Gautami"/>
                <w:bCs/>
                <w:sz w:val="18"/>
                <w:szCs w:val="18"/>
                <w:lang w:val="ro-RO"/>
              </w:rPr>
              <w:t xml:space="preserve">  </w:t>
            </w:r>
            <w:permEnd w:id="728328773"/>
          </w:p>
        </w:tc>
        <w:tc>
          <w:tcPr>
            <w:tcW w:w="2091" w:type="dxa"/>
            <w:vMerge/>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
        </w:tc>
      </w:tr>
      <w:tr w:rsidR="00784E20" w:rsidRPr="003E754C" w:rsidTr="00C12BE1">
        <w:trPr>
          <w:jc w:val="right"/>
        </w:trPr>
        <w:tc>
          <w:tcPr>
            <w:tcW w:w="5798" w:type="dxa"/>
            <w:shd w:val="clear" w:color="auto" w:fill="D9D9D9"/>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permStart w:id="601362476" w:edGrp="everyone"/>
            <w:r w:rsidRPr="003E754C">
              <w:rPr>
                <w:rFonts w:ascii="Gautami" w:hAnsi="Gautami" w:cs="Gautami"/>
                <w:bCs/>
                <w:sz w:val="18"/>
                <w:szCs w:val="18"/>
                <w:lang w:val="ro-RO"/>
              </w:rPr>
              <w:t xml:space="preserve">  </w:t>
            </w:r>
            <w:permEnd w:id="601362476"/>
          </w:p>
        </w:tc>
        <w:tc>
          <w:tcPr>
            <w:tcW w:w="2693"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ermStart w:id="1076125990" w:edGrp="everyone"/>
            <w:r w:rsidRPr="003E754C">
              <w:rPr>
                <w:rFonts w:ascii="Gautami" w:hAnsi="Gautami" w:cs="Gautami"/>
                <w:bCs/>
                <w:sz w:val="18"/>
                <w:szCs w:val="18"/>
                <w:lang w:val="ro-RO"/>
              </w:rPr>
              <w:t xml:space="preserve">  </w:t>
            </w:r>
            <w:permEnd w:id="1076125990"/>
          </w:p>
        </w:tc>
        <w:tc>
          <w:tcPr>
            <w:tcW w:w="2091" w:type="dxa"/>
            <w:vMerge/>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
        </w:tc>
      </w:tr>
      <w:tr w:rsidR="00784E20" w:rsidRPr="003E754C" w:rsidTr="00C12BE1">
        <w:trPr>
          <w:jc w:val="right"/>
        </w:trPr>
        <w:tc>
          <w:tcPr>
            <w:tcW w:w="5798" w:type="dxa"/>
            <w:shd w:val="clear" w:color="auto" w:fill="D9D9D9"/>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permStart w:id="1933534891" w:edGrp="everyone"/>
            <w:r w:rsidRPr="003E754C">
              <w:rPr>
                <w:rFonts w:ascii="Gautami" w:hAnsi="Gautami" w:cs="Gautami"/>
                <w:bCs/>
                <w:sz w:val="18"/>
                <w:szCs w:val="18"/>
                <w:lang w:val="ro-RO"/>
              </w:rPr>
              <w:t xml:space="preserve">  </w:t>
            </w:r>
            <w:permEnd w:id="1933534891"/>
          </w:p>
        </w:tc>
        <w:tc>
          <w:tcPr>
            <w:tcW w:w="2693"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ermStart w:id="1641287269" w:edGrp="everyone"/>
            <w:r w:rsidRPr="003E754C">
              <w:rPr>
                <w:rFonts w:ascii="Gautami" w:hAnsi="Gautami" w:cs="Gautami"/>
                <w:bCs/>
                <w:sz w:val="18"/>
                <w:szCs w:val="18"/>
                <w:lang w:val="ro-RO"/>
              </w:rPr>
              <w:t xml:space="preserve">  </w:t>
            </w:r>
            <w:permEnd w:id="1641287269"/>
          </w:p>
        </w:tc>
        <w:tc>
          <w:tcPr>
            <w:tcW w:w="2091" w:type="dxa"/>
            <w:vMerge/>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
        </w:tc>
      </w:tr>
      <w:tr w:rsidR="00784E20" w:rsidRPr="003E754C" w:rsidTr="00C12BE1">
        <w:trPr>
          <w:jc w:val="right"/>
        </w:trPr>
        <w:tc>
          <w:tcPr>
            <w:tcW w:w="5798" w:type="dxa"/>
            <w:shd w:val="clear" w:color="auto" w:fill="D9D9D9"/>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permStart w:id="1833319897" w:edGrp="everyone"/>
            <w:r w:rsidRPr="003E754C">
              <w:rPr>
                <w:rFonts w:ascii="Gautami" w:hAnsi="Gautami" w:cs="Gautami"/>
                <w:bCs/>
                <w:sz w:val="18"/>
                <w:szCs w:val="18"/>
                <w:lang w:val="ro-RO"/>
              </w:rPr>
              <w:t xml:space="preserve">  </w:t>
            </w:r>
            <w:permEnd w:id="1833319897"/>
          </w:p>
        </w:tc>
        <w:tc>
          <w:tcPr>
            <w:tcW w:w="2693"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ermStart w:id="9533040" w:edGrp="everyone"/>
            <w:r w:rsidRPr="003E754C">
              <w:rPr>
                <w:rFonts w:ascii="Gautami" w:hAnsi="Gautami" w:cs="Gautami"/>
                <w:bCs/>
                <w:sz w:val="18"/>
                <w:szCs w:val="18"/>
                <w:lang w:val="ro-RO"/>
              </w:rPr>
              <w:t xml:space="preserve">  </w:t>
            </w:r>
            <w:permEnd w:id="9533040"/>
          </w:p>
        </w:tc>
        <w:tc>
          <w:tcPr>
            <w:tcW w:w="2091" w:type="dxa"/>
            <w:vMerge/>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
        </w:tc>
      </w:tr>
      <w:tr w:rsidR="00784E20" w:rsidRPr="003E754C" w:rsidTr="00C12BE1">
        <w:trPr>
          <w:jc w:val="right"/>
        </w:trPr>
        <w:tc>
          <w:tcPr>
            <w:tcW w:w="5798" w:type="dxa"/>
            <w:shd w:val="clear" w:color="auto" w:fill="D9D9D9"/>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permStart w:id="318011610" w:edGrp="everyone"/>
            <w:r w:rsidRPr="003E754C">
              <w:rPr>
                <w:rFonts w:ascii="Gautami" w:hAnsi="Gautami" w:cs="Gautami"/>
                <w:bCs/>
                <w:sz w:val="18"/>
                <w:szCs w:val="18"/>
                <w:lang w:val="ro-RO"/>
              </w:rPr>
              <w:t xml:space="preserve">  </w:t>
            </w:r>
            <w:permEnd w:id="318011610"/>
          </w:p>
        </w:tc>
        <w:tc>
          <w:tcPr>
            <w:tcW w:w="2693"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ermStart w:id="1750619641" w:edGrp="everyone"/>
            <w:r w:rsidRPr="003E754C">
              <w:rPr>
                <w:rFonts w:ascii="Gautami" w:hAnsi="Gautami" w:cs="Gautami"/>
                <w:bCs/>
                <w:sz w:val="18"/>
                <w:szCs w:val="18"/>
                <w:lang w:val="ro-RO"/>
              </w:rPr>
              <w:t xml:space="preserve">  </w:t>
            </w:r>
            <w:permEnd w:id="1750619641"/>
          </w:p>
        </w:tc>
        <w:tc>
          <w:tcPr>
            <w:tcW w:w="2091" w:type="dxa"/>
            <w:vMerge/>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
        </w:tc>
      </w:tr>
      <w:tr w:rsidR="00784E20" w:rsidRPr="003E754C" w:rsidTr="009A4B9A">
        <w:trPr>
          <w:trHeight w:val="1399"/>
          <w:jc w:val="right"/>
        </w:trPr>
        <w:tc>
          <w:tcPr>
            <w:tcW w:w="10582" w:type="dxa"/>
            <w:gridSpan w:val="3"/>
            <w:shd w:val="clear" w:color="auto" w:fill="D9D9D9"/>
          </w:tcPr>
          <w:p w:rsidR="00784E20" w:rsidRDefault="00784E20"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Bibliografie</w:t>
            </w:r>
            <w:r w:rsidRPr="003E754C">
              <w:rPr>
                <w:rStyle w:val="FootnoteReference"/>
                <w:rFonts w:ascii="Gautami" w:hAnsi="Gautami" w:cs="Gautami"/>
                <w:bCs/>
                <w:sz w:val="18"/>
                <w:szCs w:val="18"/>
                <w:lang w:val="ro-RO"/>
              </w:rPr>
              <w:footnoteReference w:id="9"/>
            </w:r>
            <w:r w:rsidRPr="003E754C">
              <w:rPr>
                <w:rFonts w:ascii="Gautami" w:hAnsi="Gautami" w:cs="Gautami"/>
                <w:bCs/>
                <w:sz w:val="18"/>
                <w:szCs w:val="18"/>
                <w:lang w:val="ro-RO"/>
              </w:rPr>
              <w:t xml:space="preserve">  </w:t>
            </w:r>
            <w:permStart w:id="92027086" w:edGrp="everyone"/>
            <w:r w:rsidRPr="003E754C">
              <w:rPr>
                <w:rFonts w:ascii="Gautami" w:hAnsi="Gautami" w:cs="Gautami"/>
                <w:bCs/>
                <w:sz w:val="18"/>
                <w:szCs w:val="18"/>
                <w:lang w:val="ro-RO"/>
              </w:rPr>
              <w:t xml:space="preserve"> </w:t>
            </w:r>
            <w:proofErr w:type="spellStart"/>
            <w:r>
              <w:rPr>
                <w:rFonts w:ascii="Gautami" w:hAnsi="Gautami" w:cs="Gautami"/>
                <w:bCs/>
                <w:sz w:val="18"/>
                <w:szCs w:val="18"/>
                <w:lang w:val="ro-RO"/>
              </w:rPr>
              <w:t>V.Marinca</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N.Herisanu</w:t>
            </w:r>
            <w:proofErr w:type="spellEnd"/>
            <w:r>
              <w:rPr>
                <w:rFonts w:ascii="Gautami" w:hAnsi="Gautami" w:cs="Gautami"/>
                <w:bCs/>
                <w:sz w:val="18"/>
                <w:szCs w:val="18"/>
                <w:lang w:val="ro-RO"/>
              </w:rPr>
              <w:t xml:space="preserve">, Mecanica. Dinamica. </w:t>
            </w:r>
            <w:proofErr w:type="spellStart"/>
            <w:r>
              <w:rPr>
                <w:rFonts w:ascii="Gautami" w:hAnsi="Gautami" w:cs="Gautami"/>
                <w:bCs/>
                <w:sz w:val="18"/>
                <w:szCs w:val="18"/>
                <w:lang w:val="ro-RO"/>
              </w:rPr>
              <w:t>Vol.II</w:t>
            </w:r>
            <w:proofErr w:type="spellEnd"/>
            <w:r>
              <w:rPr>
                <w:rFonts w:ascii="Gautami" w:hAnsi="Gautami" w:cs="Gautami"/>
                <w:bCs/>
                <w:sz w:val="18"/>
                <w:szCs w:val="18"/>
                <w:lang w:val="ro-RO"/>
              </w:rPr>
              <w:t xml:space="preserve">, Ed. Politehnica </w:t>
            </w:r>
            <w:proofErr w:type="spellStart"/>
            <w:r>
              <w:rPr>
                <w:rFonts w:ascii="Gautami" w:hAnsi="Gautami" w:cs="Gautami"/>
                <w:bCs/>
                <w:sz w:val="18"/>
                <w:szCs w:val="18"/>
                <w:lang w:val="ro-RO"/>
              </w:rPr>
              <w:t>Timisoara</w:t>
            </w:r>
            <w:proofErr w:type="spellEnd"/>
            <w:r>
              <w:rPr>
                <w:rFonts w:ascii="Gautami" w:hAnsi="Gautami" w:cs="Gautami"/>
                <w:bCs/>
                <w:sz w:val="18"/>
                <w:szCs w:val="18"/>
                <w:lang w:val="ro-RO"/>
              </w:rPr>
              <w:t>, 2012</w:t>
            </w:r>
          </w:p>
          <w:p w:rsidR="00784E20" w:rsidRDefault="00784E20" w:rsidP="00453904">
            <w:pPr>
              <w:autoSpaceDE w:val="0"/>
              <w:autoSpaceDN w:val="0"/>
              <w:adjustRightInd w:val="0"/>
              <w:spacing w:before="20" w:after="20" w:line="240" w:lineRule="auto"/>
              <w:rPr>
                <w:rFonts w:ascii="Gautami" w:hAnsi="Gautami" w:cs="Gautami"/>
                <w:bCs/>
                <w:sz w:val="18"/>
                <w:szCs w:val="18"/>
                <w:lang w:val="ro-RO"/>
              </w:rPr>
            </w:pPr>
            <w:proofErr w:type="spellStart"/>
            <w:r>
              <w:rPr>
                <w:rFonts w:ascii="Gautami" w:hAnsi="Gautami" w:cs="Gautami"/>
                <w:bCs/>
                <w:sz w:val="18"/>
                <w:szCs w:val="18"/>
                <w:lang w:val="ro-RO"/>
              </w:rPr>
              <w:t>Gh.Silas</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I.Grosanu</w:t>
            </w:r>
            <w:proofErr w:type="spellEnd"/>
            <w:r>
              <w:rPr>
                <w:rFonts w:ascii="Gautami" w:hAnsi="Gautami" w:cs="Gautami"/>
                <w:bCs/>
                <w:sz w:val="18"/>
                <w:szCs w:val="18"/>
                <w:lang w:val="ro-RO"/>
              </w:rPr>
              <w:t xml:space="preserve">, Mecanica. Ed. </w:t>
            </w:r>
            <w:proofErr w:type="spellStart"/>
            <w:r>
              <w:rPr>
                <w:rFonts w:ascii="Gautami" w:hAnsi="Gautami" w:cs="Gautami"/>
                <w:bCs/>
                <w:sz w:val="18"/>
                <w:szCs w:val="18"/>
                <w:lang w:val="ro-RO"/>
              </w:rPr>
              <w:t>Did</w:t>
            </w:r>
            <w:proofErr w:type="spellEnd"/>
            <w:r>
              <w:rPr>
                <w:rFonts w:ascii="Gautami" w:hAnsi="Gautami" w:cs="Gautami"/>
                <w:bCs/>
                <w:sz w:val="18"/>
                <w:szCs w:val="18"/>
                <w:lang w:val="ro-RO"/>
              </w:rPr>
              <w:t xml:space="preserve">. Si </w:t>
            </w:r>
            <w:proofErr w:type="spellStart"/>
            <w:r>
              <w:rPr>
                <w:rFonts w:ascii="Gautami" w:hAnsi="Gautami" w:cs="Gautami"/>
                <w:bCs/>
                <w:sz w:val="18"/>
                <w:szCs w:val="18"/>
                <w:lang w:val="ro-RO"/>
              </w:rPr>
              <w:t>Ped</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Bucuresti</w:t>
            </w:r>
            <w:proofErr w:type="spellEnd"/>
            <w:r>
              <w:rPr>
                <w:rFonts w:ascii="Gautami" w:hAnsi="Gautami" w:cs="Gautami"/>
                <w:bCs/>
                <w:sz w:val="18"/>
                <w:szCs w:val="18"/>
                <w:lang w:val="ro-RO"/>
              </w:rPr>
              <w:t>, 1981</w:t>
            </w:r>
          </w:p>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 xml:space="preserve">D. Wells. </w:t>
            </w:r>
            <w:proofErr w:type="spellStart"/>
            <w:r>
              <w:rPr>
                <w:rFonts w:ascii="Gautami" w:hAnsi="Gautami" w:cs="Gautami"/>
                <w:bCs/>
                <w:sz w:val="18"/>
                <w:szCs w:val="18"/>
                <w:lang w:val="ro-RO"/>
              </w:rPr>
              <w:t>Lagrangian</w:t>
            </w:r>
            <w:proofErr w:type="spellEnd"/>
            <w:r>
              <w:rPr>
                <w:rFonts w:ascii="Gautami" w:hAnsi="Gautami" w:cs="Gautami"/>
                <w:bCs/>
                <w:sz w:val="18"/>
                <w:szCs w:val="18"/>
                <w:lang w:val="ro-RO"/>
              </w:rPr>
              <w:t xml:space="preserve"> Dynamics, N.Y., 1964</w:t>
            </w:r>
            <w:r w:rsidRPr="003E754C">
              <w:rPr>
                <w:rFonts w:ascii="Gautami" w:hAnsi="Gautami" w:cs="Gautami"/>
                <w:bCs/>
                <w:sz w:val="18"/>
                <w:szCs w:val="18"/>
                <w:lang w:val="ro-RO"/>
              </w:rPr>
              <w:t xml:space="preserve">  </w:t>
            </w:r>
            <w:permEnd w:id="92027086"/>
          </w:p>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
        </w:tc>
      </w:tr>
      <w:tr w:rsidR="00784E20" w:rsidRPr="003E754C" w:rsidTr="00C12BE1">
        <w:trPr>
          <w:jc w:val="right"/>
        </w:trPr>
        <w:tc>
          <w:tcPr>
            <w:tcW w:w="5798" w:type="dxa"/>
            <w:shd w:val="clear" w:color="auto" w:fill="FFFFFF"/>
          </w:tcPr>
          <w:p w:rsidR="00784E20" w:rsidRPr="003E754C" w:rsidRDefault="00784E20" w:rsidP="00555B4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lastRenderedPageBreak/>
              <w:t>8.2</w:t>
            </w:r>
            <w:r w:rsidRPr="003E754C">
              <w:rPr>
                <w:rFonts w:ascii="Gautami" w:hAnsi="Gautami" w:cs="Gautami"/>
                <w:bCs/>
                <w:sz w:val="18"/>
                <w:szCs w:val="18"/>
                <w:lang w:val="ro-RO"/>
              </w:rPr>
              <w:t xml:space="preserve"> Activităţi aplicative</w:t>
            </w:r>
            <w:r w:rsidRPr="003E754C">
              <w:rPr>
                <w:rStyle w:val="FootnoteReference"/>
                <w:rFonts w:ascii="Gautami" w:hAnsi="Gautami" w:cs="Gautami"/>
                <w:bCs/>
                <w:sz w:val="18"/>
                <w:szCs w:val="18"/>
                <w:lang w:val="ro-RO"/>
              </w:rPr>
              <w:footnoteReference w:id="10"/>
            </w:r>
          </w:p>
        </w:tc>
        <w:tc>
          <w:tcPr>
            <w:tcW w:w="2693" w:type="dxa"/>
          </w:tcPr>
          <w:p w:rsidR="00784E20" w:rsidRPr="003E754C" w:rsidRDefault="00784E20"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Număr de ore</w:t>
            </w:r>
          </w:p>
        </w:tc>
        <w:tc>
          <w:tcPr>
            <w:tcW w:w="2091" w:type="dxa"/>
          </w:tcPr>
          <w:p w:rsidR="00784E20" w:rsidRPr="003E754C" w:rsidRDefault="00784E20"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784E20" w:rsidRPr="003E754C" w:rsidTr="00C12BE1">
        <w:trPr>
          <w:jc w:val="right"/>
        </w:trPr>
        <w:tc>
          <w:tcPr>
            <w:tcW w:w="5798" w:type="dxa"/>
            <w:shd w:val="clear" w:color="auto" w:fill="D9D9D9"/>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permStart w:id="1367809391" w:edGrp="everyone"/>
            <w:proofErr w:type="spellStart"/>
            <w:r>
              <w:rPr>
                <w:rFonts w:ascii="Gautami" w:hAnsi="Gautami" w:cs="Gautami"/>
                <w:bCs/>
                <w:sz w:val="18"/>
                <w:szCs w:val="18"/>
                <w:lang w:val="ro-RO"/>
              </w:rPr>
              <w:t>Aplicatii</w:t>
            </w:r>
            <w:proofErr w:type="spellEnd"/>
            <w:r>
              <w:rPr>
                <w:rFonts w:ascii="Gautami" w:hAnsi="Gautami" w:cs="Gautami"/>
                <w:bCs/>
                <w:sz w:val="18"/>
                <w:szCs w:val="18"/>
                <w:lang w:val="ro-RO"/>
              </w:rPr>
              <w:t xml:space="preserve"> la dinamica punctului material, </w:t>
            </w:r>
            <w:proofErr w:type="spellStart"/>
            <w:r>
              <w:rPr>
                <w:rFonts w:ascii="Gautami" w:hAnsi="Gautami" w:cs="Gautami"/>
                <w:bCs/>
                <w:sz w:val="18"/>
                <w:szCs w:val="18"/>
                <w:lang w:val="ro-RO"/>
              </w:rPr>
              <w:t>miscarea</w:t>
            </w:r>
            <w:proofErr w:type="spellEnd"/>
            <w:r>
              <w:rPr>
                <w:rFonts w:ascii="Gautami" w:hAnsi="Gautami" w:cs="Gautami"/>
                <w:bCs/>
                <w:sz w:val="18"/>
                <w:szCs w:val="18"/>
                <w:lang w:val="ro-RO"/>
              </w:rPr>
              <w:t xml:space="preserve"> in vid si in mediu rezistent</w:t>
            </w:r>
            <w:permEnd w:id="1367809391"/>
          </w:p>
        </w:tc>
        <w:tc>
          <w:tcPr>
            <w:tcW w:w="2693" w:type="dxa"/>
          </w:tcPr>
          <w:p w:rsidR="00784E20" w:rsidRPr="003E754C" w:rsidRDefault="00DD2DCF" w:rsidP="00453904">
            <w:pPr>
              <w:autoSpaceDE w:val="0"/>
              <w:autoSpaceDN w:val="0"/>
              <w:adjustRightInd w:val="0"/>
              <w:spacing w:before="20" w:after="20" w:line="240" w:lineRule="auto"/>
              <w:rPr>
                <w:rFonts w:ascii="Gautami" w:hAnsi="Gautami" w:cs="Gautami"/>
                <w:bCs/>
                <w:sz w:val="18"/>
                <w:szCs w:val="18"/>
                <w:lang w:val="ro-RO"/>
              </w:rPr>
            </w:pPr>
            <w:permStart w:id="844725320" w:edGrp="everyone"/>
            <w:r>
              <w:rPr>
                <w:rFonts w:ascii="Gautami" w:hAnsi="Gautami" w:cs="Gautami"/>
                <w:bCs/>
                <w:sz w:val="18"/>
                <w:szCs w:val="18"/>
                <w:lang w:val="ro-RO"/>
              </w:rPr>
              <w:t xml:space="preserve"> </w:t>
            </w:r>
            <w:r w:rsidR="00784E20">
              <w:rPr>
                <w:rFonts w:ascii="Gautami" w:hAnsi="Gautami" w:cs="Gautami"/>
                <w:bCs/>
                <w:sz w:val="18"/>
                <w:szCs w:val="18"/>
                <w:lang w:val="ro-RO"/>
              </w:rPr>
              <w:t>3</w:t>
            </w:r>
            <w:r>
              <w:rPr>
                <w:rFonts w:ascii="Gautami" w:hAnsi="Gautami" w:cs="Gautami"/>
                <w:bCs/>
                <w:sz w:val="18"/>
                <w:szCs w:val="18"/>
                <w:lang w:val="ro-RO"/>
              </w:rPr>
              <w:t xml:space="preserve"> </w:t>
            </w:r>
            <w:permEnd w:id="844725320"/>
          </w:p>
        </w:tc>
        <w:tc>
          <w:tcPr>
            <w:tcW w:w="2091" w:type="dxa"/>
            <w:vMerge w:val="restart"/>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ermStart w:id="1236677326" w:edGrp="everyone"/>
            <w:r>
              <w:rPr>
                <w:rFonts w:ascii="Gautami" w:hAnsi="Gautami" w:cs="Gautami"/>
                <w:bCs/>
                <w:sz w:val="18"/>
                <w:szCs w:val="18"/>
                <w:lang w:val="ro-RO"/>
              </w:rPr>
              <w:t>Expozitiva</w:t>
            </w:r>
            <w:permEnd w:id="1236677326"/>
          </w:p>
        </w:tc>
      </w:tr>
      <w:tr w:rsidR="00784E20" w:rsidRPr="003E754C" w:rsidTr="00C12BE1">
        <w:trPr>
          <w:jc w:val="right"/>
        </w:trPr>
        <w:tc>
          <w:tcPr>
            <w:tcW w:w="5798" w:type="dxa"/>
            <w:shd w:val="clear" w:color="auto" w:fill="D9D9D9"/>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permStart w:id="1214386201" w:edGrp="everyone"/>
            <w:r>
              <w:rPr>
                <w:rFonts w:ascii="Gautami" w:hAnsi="Gautami" w:cs="Gautami"/>
                <w:bCs/>
                <w:sz w:val="18"/>
                <w:szCs w:val="18"/>
                <w:lang w:val="ro-RO"/>
              </w:rPr>
              <w:t>Pendulul matematic. Teoremele dinamicii. Legea lui Newton</w:t>
            </w:r>
            <w:permEnd w:id="1214386201"/>
          </w:p>
        </w:tc>
        <w:tc>
          <w:tcPr>
            <w:tcW w:w="2693" w:type="dxa"/>
          </w:tcPr>
          <w:p w:rsidR="00784E20" w:rsidRPr="003E754C" w:rsidRDefault="00DD2DCF" w:rsidP="00453904">
            <w:pPr>
              <w:autoSpaceDE w:val="0"/>
              <w:autoSpaceDN w:val="0"/>
              <w:adjustRightInd w:val="0"/>
              <w:spacing w:before="20" w:after="20" w:line="240" w:lineRule="auto"/>
              <w:rPr>
                <w:rFonts w:ascii="Gautami" w:hAnsi="Gautami" w:cs="Gautami"/>
                <w:bCs/>
                <w:sz w:val="18"/>
                <w:szCs w:val="18"/>
                <w:lang w:val="ro-RO"/>
              </w:rPr>
            </w:pPr>
            <w:permStart w:id="1721313548" w:edGrp="everyone"/>
            <w:r>
              <w:rPr>
                <w:rFonts w:ascii="Gautami" w:hAnsi="Gautami" w:cs="Gautami"/>
                <w:bCs/>
                <w:sz w:val="18"/>
                <w:szCs w:val="18"/>
                <w:lang w:val="ro-RO"/>
              </w:rPr>
              <w:t xml:space="preserve"> </w:t>
            </w:r>
            <w:r w:rsidR="00784E20">
              <w:rPr>
                <w:rFonts w:ascii="Gautami" w:hAnsi="Gautami" w:cs="Gautami"/>
                <w:bCs/>
                <w:sz w:val="18"/>
                <w:szCs w:val="18"/>
                <w:lang w:val="ro-RO"/>
              </w:rPr>
              <w:t>3</w:t>
            </w:r>
            <w:r>
              <w:rPr>
                <w:rFonts w:ascii="Gautami" w:hAnsi="Gautami" w:cs="Gautami"/>
                <w:bCs/>
                <w:sz w:val="18"/>
                <w:szCs w:val="18"/>
                <w:lang w:val="ro-RO"/>
              </w:rPr>
              <w:t xml:space="preserve"> </w:t>
            </w:r>
            <w:permEnd w:id="1721313548"/>
          </w:p>
        </w:tc>
        <w:tc>
          <w:tcPr>
            <w:tcW w:w="2091" w:type="dxa"/>
            <w:vMerge/>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
        </w:tc>
      </w:tr>
      <w:tr w:rsidR="00784E20" w:rsidRPr="003E754C" w:rsidTr="00C12BE1">
        <w:trPr>
          <w:jc w:val="right"/>
        </w:trPr>
        <w:tc>
          <w:tcPr>
            <w:tcW w:w="5798" w:type="dxa"/>
            <w:shd w:val="clear" w:color="auto" w:fill="D9D9D9"/>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92712149" w:edGrp="everyone"/>
            <w:r>
              <w:rPr>
                <w:rFonts w:ascii="Gautami" w:hAnsi="Gautami" w:cs="Gautami"/>
                <w:bCs/>
                <w:sz w:val="18"/>
                <w:szCs w:val="18"/>
                <w:lang w:val="ro-RO"/>
              </w:rPr>
              <w:t xml:space="preserve">Momente de </w:t>
            </w:r>
            <w:proofErr w:type="spellStart"/>
            <w:r>
              <w:rPr>
                <w:rFonts w:ascii="Gautami" w:hAnsi="Gautami" w:cs="Gautami"/>
                <w:bCs/>
                <w:sz w:val="18"/>
                <w:szCs w:val="18"/>
                <w:lang w:val="ro-RO"/>
              </w:rPr>
              <w:t>inertie</w:t>
            </w:r>
            <w:proofErr w:type="spellEnd"/>
            <w:r>
              <w:rPr>
                <w:rFonts w:ascii="Gautami" w:hAnsi="Gautami" w:cs="Gautami"/>
                <w:bCs/>
                <w:sz w:val="18"/>
                <w:szCs w:val="18"/>
                <w:lang w:val="ro-RO"/>
              </w:rPr>
              <w:t xml:space="preserve"> pentru diferite corpuri (bare, placi)</w:t>
            </w:r>
            <w:permEnd w:id="1192712149"/>
          </w:p>
        </w:tc>
        <w:tc>
          <w:tcPr>
            <w:tcW w:w="2693" w:type="dxa"/>
          </w:tcPr>
          <w:p w:rsidR="00784E20" w:rsidRPr="003E754C" w:rsidRDefault="00DD2DCF" w:rsidP="00453904">
            <w:pPr>
              <w:autoSpaceDE w:val="0"/>
              <w:autoSpaceDN w:val="0"/>
              <w:adjustRightInd w:val="0"/>
              <w:spacing w:before="20" w:after="20" w:line="240" w:lineRule="auto"/>
              <w:rPr>
                <w:rFonts w:ascii="Gautami" w:hAnsi="Gautami" w:cs="Gautami"/>
                <w:bCs/>
                <w:sz w:val="18"/>
                <w:szCs w:val="18"/>
                <w:lang w:val="ro-RO"/>
              </w:rPr>
            </w:pPr>
            <w:permStart w:id="159086660" w:edGrp="everyone"/>
            <w:r>
              <w:rPr>
                <w:rFonts w:ascii="Gautami" w:hAnsi="Gautami" w:cs="Gautami"/>
                <w:bCs/>
                <w:sz w:val="18"/>
                <w:szCs w:val="18"/>
                <w:lang w:val="ro-RO"/>
              </w:rPr>
              <w:t xml:space="preserve"> </w:t>
            </w:r>
            <w:r w:rsidR="00784E20">
              <w:rPr>
                <w:rFonts w:ascii="Gautami" w:hAnsi="Gautami" w:cs="Gautami"/>
                <w:bCs/>
                <w:sz w:val="18"/>
                <w:szCs w:val="18"/>
                <w:lang w:val="ro-RO"/>
              </w:rPr>
              <w:t>2</w:t>
            </w:r>
            <w:r>
              <w:rPr>
                <w:rFonts w:ascii="Gautami" w:hAnsi="Gautami" w:cs="Gautami"/>
                <w:bCs/>
                <w:sz w:val="18"/>
                <w:szCs w:val="18"/>
                <w:lang w:val="ro-RO"/>
              </w:rPr>
              <w:t xml:space="preserve"> </w:t>
            </w:r>
            <w:permEnd w:id="159086660"/>
          </w:p>
        </w:tc>
        <w:tc>
          <w:tcPr>
            <w:tcW w:w="2091" w:type="dxa"/>
            <w:vMerge/>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
        </w:tc>
      </w:tr>
      <w:tr w:rsidR="00784E20" w:rsidRPr="003E754C" w:rsidTr="00C12BE1">
        <w:trPr>
          <w:jc w:val="right"/>
        </w:trPr>
        <w:tc>
          <w:tcPr>
            <w:tcW w:w="5798" w:type="dxa"/>
            <w:shd w:val="clear" w:color="auto" w:fill="D9D9D9"/>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permStart w:id="894464789" w:edGrp="everyone"/>
            <w:r>
              <w:rPr>
                <w:rFonts w:ascii="Gautami" w:hAnsi="Gautami" w:cs="Gautami"/>
                <w:bCs/>
                <w:sz w:val="18"/>
                <w:szCs w:val="18"/>
                <w:lang w:val="ro-RO"/>
              </w:rPr>
              <w:t>Dinamica rigidului cu axa fixa si pendulul fizic</w:t>
            </w:r>
            <w:permEnd w:id="894464789"/>
          </w:p>
        </w:tc>
        <w:tc>
          <w:tcPr>
            <w:tcW w:w="2693" w:type="dxa"/>
          </w:tcPr>
          <w:p w:rsidR="00784E20" w:rsidRPr="003E754C" w:rsidRDefault="00DD2DCF" w:rsidP="00453904">
            <w:pPr>
              <w:autoSpaceDE w:val="0"/>
              <w:autoSpaceDN w:val="0"/>
              <w:adjustRightInd w:val="0"/>
              <w:spacing w:before="20" w:after="20" w:line="240" w:lineRule="auto"/>
              <w:rPr>
                <w:rFonts w:ascii="Gautami" w:hAnsi="Gautami" w:cs="Gautami"/>
                <w:bCs/>
                <w:sz w:val="18"/>
                <w:szCs w:val="18"/>
                <w:lang w:val="ro-RO"/>
              </w:rPr>
            </w:pPr>
            <w:permStart w:id="1937966623" w:edGrp="everyone"/>
            <w:r>
              <w:rPr>
                <w:rFonts w:ascii="Gautami" w:hAnsi="Gautami" w:cs="Gautami"/>
                <w:bCs/>
                <w:sz w:val="18"/>
                <w:szCs w:val="18"/>
                <w:lang w:val="ro-RO"/>
              </w:rPr>
              <w:t xml:space="preserve"> </w:t>
            </w:r>
            <w:r w:rsidR="00784E20">
              <w:rPr>
                <w:rFonts w:ascii="Gautami" w:hAnsi="Gautami" w:cs="Gautami"/>
                <w:bCs/>
                <w:sz w:val="18"/>
                <w:szCs w:val="18"/>
                <w:lang w:val="ro-RO"/>
              </w:rPr>
              <w:t>3</w:t>
            </w:r>
            <w:r>
              <w:rPr>
                <w:rFonts w:ascii="Gautami" w:hAnsi="Gautami" w:cs="Gautami"/>
                <w:bCs/>
                <w:sz w:val="18"/>
                <w:szCs w:val="18"/>
                <w:lang w:val="ro-RO"/>
              </w:rPr>
              <w:t xml:space="preserve"> </w:t>
            </w:r>
            <w:permEnd w:id="1937966623"/>
          </w:p>
        </w:tc>
        <w:tc>
          <w:tcPr>
            <w:tcW w:w="2091" w:type="dxa"/>
            <w:vMerge/>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
        </w:tc>
      </w:tr>
      <w:tr w:rsidR="00784E20" w:rsidRPr="003E754C" w:rsidTr="00C12BE1">
        <w:trPr>
          <w:jc w:val="right"/>
        </w:trPr>
        <w:tc>
          <w:tcPr>
            <w:tcW w:w="5798" w:type="dxa"/>
            <w:shd w:val="clear" w:color="auto" w:fill="D9D9D9"/>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permStart w:id="671035926" w:edGrp="everyone"/>
            <w:r>
              <w:rPr>
                <w:rFonts w:ascii="Gautami" w:hAnsi="Gautami" w:cs="Gautami"/>
                <w:bCs/>
                <w:sz w:val="18"/>
                <w:szCs w:val="18"/>
                <w:lang w:val="ro-RO"/>
              </w:rPr>
              <w:t xml:space="preserve">Calculul </w:t>
            </w:r>
            <w:proofErr w:type="spellStart"/>
            <w:r>
              <w:rPr>
                <w:rFonts w:ascii="Gautami" w:hAnsi="Gautami" w:cs="Gautami"/>
                <w:bCs/>
                <w:sz w:val="18"/>
                <w:szCs w:val="18"/>
                <w:lang w:val="ro-RO"/>
              </w:rPr>
              <w:t>torsorului</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fortelor</w:t>
            </w:r>
            <w:proofErr w:type="spellEnd"/>
            <w:r>
              <w:rPr>
                <w:rFonts w:ascii="Gautami" w:hAnsi="Gautami" w:cs="Gautami"/>
                <w:bCs/>
                <w:sz w:val="18"/>
                <w:szCs w:val="18"/>
                <w:lang w:val="ro-RO"/>
              </w:rPr>
              <w:t xml:space="preserve"> de </w:t>
            </w:r>
            <w:proofErr w:type="spellStart"/>
            <w:r>
              <w:rPr>
                <w:rFonts w:ascii="Gautami" w:hAnsi="Gautami" w:cs="Gautami"/>
                <w:bCs/>
                <w:sz w:val="18"/>
                <w:szCs w:val="18"/>
                <w:lang w:val="ro-RO"/>
              </w:rPr>
              <w:t>inertie</w:t>
            </w:r>
            <w:proofErr w:type="spellEnd"/>
            <w:r>
              <w:rPr>
                <w:rFonts w:ascii="Gautami" w:hAnsi="Gautami" w:cs="Gautami"/>
                <w:bCs/>
                <w:sz w:val="18"/>
                <w:szCs w:val="18"/>
                <w:lang w:val="ro-RO"/>
              </w:rPr>
              <w:t xml:space="preserve">. Principiul </w:t>
            </w:r>
            <w:proofErr w:type="spellStart"/>
            <w:r>
              <w:rPr>
                <w:rFonts w:ascii="Gautami" w:hAnsi="Gautami" w:cs="Gautami"/>
                <w:bCs/>
                <w:sz w:val="18"/>
                <w:szCs w:val="18"/>
                <w:lang w:val="ro-RO"/>
              </w:rPr>
              <w:t>deplasarilor</w:t>
            </w:r>
            <w:proofErr w:type="spellEnd"/>
            <w:r>
              <w:rPr>
                <w:rFonts w:ascii="Gautami" w:hAnsi="Gautami" w:cs="Gautami"/>
                <w:bCs/>
                <w:sz w:val="18"/>
                <w:szCs w:val="18"/>
                <w:lang w:val="ro-RO"/>
              </w:rPr>
              <w:t xml:space="preserve"> virtuale</w:t>
            </w:r>
            <w:permEnd w:id="671035926"/>
          </w:p>
        </w:tc>
        <w:tc>
          <w:tcPr>
            <w:tcW w:w="2693" w:type="dxa"/>
          </w:tcPr>
          <w:p w:rsidR="00784E20" w:rsidRPr="003E754C" w:rsidRDefault="00DD2DCF" w:rsidP="00453904">
            <w:pPr>
              <w:autoSpaceDE w:val="0"/>
              <w:autoSpaceDN w:val="0"/>
              <w:adjustRightInd w:val="0"/>
              <w:spacing w:before="20" w:after="20" w:line="240" w:lineRule="auto"/>
              <w:rPr>
                <w:rFonts w:ascii="Gautami" w:hAnsi="Gautami" w:cs="Gautami"/>
                <w:bCs/>
                <w:sz w:val="18"/>
                <w:szCs w:val="18"/>
                <w:lang w:val="ro-RO"/>
              </w:rPr>
            </w:pPr>
            <w:permStart w:id="1786782437" w:edGrp="everyone"/>
            <w:r>
              <w:rPr>
                <w:rFonts w:ascii="Gautami" w:hAnsi="Gautami" w:cs="Gautami"/>
                <w:bCs/>
                <w:sz w:val="18"/>
                <w:szCs w:val="18"/>
                <w:lang w:val="ro-RO"/>
              </w:rPr>
              <w:t xml:space="preserve"> </w:t>
            </w:r>
            <w:r w:rsidR="00784E20">
              <w:rPr>
                <w:rFonts w:ascii="Gautami" w:hAnsi="Gautami" w:cs="Gautami"/>
                <w:bCs/>
                <w:sz w:val="18"/>
                <w:szCs w:val="18"/>
                <w:lang w:val="ro-RO"/>
              </w:rPr>
              <w:t>3</w:t>
            </w:r>
            <w:r>
              <w:rPr>
                <w:rFonts w:ascii="Gautami" w:hAnsi="Gautami" w:cs="Gautami"/>
                <w:bCs/>
                <w:sz w:val="18"/>
                <w:szCs w:val="18"/>
                <w:lang w:val="ro-RO"/>
              </w:rPr>
              <w:t xml:space="preserve"> </w:t>
            </w:r>
            <w:permEnd w:id="1786782437"/>
          </w:p>
        </w:tc>
        <w:tc>
          <w:tcPr>
            <w:tcW w:w="2091"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ermStart w:id="805898931" w:edGrp="everyone"/>
            <w:r w:rsidRPr="003E754C">
              <w:rPr>
                <w:rFonts w:ascii="Gautami" w:hAnsi="Gautami" w:cs="Gautami"/>
                <w:bCs/>
                <w:sz w:val="18"/>
                <w:szCs w:val="18"/>
                <w:lang w:val="ro-RO"/>
              </w:rPr>
              <w:t xml:space="preserve">  </w:t>
            </w:r>
            <w:permEnd w:id="805898931"/>
          </w:p>
        </w:tc>
      </w:tr>
      <w:tr w:rsidR="00784E20" w:rsidRPr="003E754C" w:rsidTr="00C12BE1">
        <w:trPr>
          <w:jc w:val="right"/>
        </w:trPr>
        <w:tc>
          <w:tcPr>
            <w:tcW w:w="5798" w:type="dxa"/>
            <w:shd w:val="clear" w:color="auto" w:fill="D9D9D9"/>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permStart w:id="1431965411" w:edGrp="everyone"/>
            <w:r>
              <w:rPr>
                <w:rFonts w:ascii="Gautami" w:hAnsi="Gautami" w:cs="Gautami"/>
                <w:bCs/>
                <w:sz w:val="18"/>
                <w:szCs w:val="18"/>
                <w:lang w:val="ro-RO"/>
              </w:rPr>
              <w:t xml:space="preserve">Probleme de ciocniri si </w:t>
            </w:r>
            <w:proofErr w:type="spellStart"/>
            <w:r>
              <w:rPr>
                <w:rFonts w:ascii="Gautami" w:hAnsi="Gautami" w:cs="Gautami"/>
                <w:bCs/>
                <w:sz w:val="18"/>
                <w:szCs w:val="18"/>
                <w:lang w:val="ro-RO"/>
              </w:rPr>
              <w:t>percitii</w:t>
            </w:r>
            <w:proofErr w:type="spellEnd"/>
            <w:r>
              <w:rPr>
                <w:rFonts w:ascii="Gautami" w:hAnsi="Gautami" w:cs="Gautami"/>
                <w:bCs/>
                <w:sz w:val="18"/>
                <w:szCs w:val="18"/>
                <w:lang w:val="ro-RO"/>
              </w:rPr>
              <w:t xml:space="preserve">. Ciocnirea </w:t>
            </w:r>
            <w:proofErr w:type="spellStart"/>
            <w:r>
              <w:rPr>
                <w:rFonts w:ascii="Gautami" w:hAnsi="Gautami" w:cs="Gautami"/>
                <w:bCs/>
                <w:sz w:val="18"/>
                <w:szCs w:val="18"/>
                <w:lang w:val="ro-RO"/>
              </w:rPr>
              <w:t>centrica</w:t>
            </w:r>
            <w:proofErr w:type="spellEnd"/>
            <w:r>
              <w:rPr>
                <w:rFonts w:ascii="Gautami" w:hAnsi="Gautami" w:cs="Gautami"/>
                <w:bCs/>
                <w:sz w:val="18"/>
                <w:szCs w:val="18"/>
                <w:lang w:val="ro-RO"/>
              </w:rPr>
              <w:t xml:space="preserve"> si oblica a doua sfere si a unei sfere cu un corp in </w:t>
            </w:r>
            <w:proofErr w:type="spellStart"/>
            <w:r>
              <w:rPr>
                <w:rFonts w:ascii="Gautami" w:hAnsi="Gautami" w:cs="Gautami"/>
                <w:bCs/>
                <w:sz w:val="18"/>
                <w:szCs w:val="18"/>
                <w:lang w:val="ro-RO"/>
              </w:rPr>
              <w:t>miscare</w:t>
            </w:r>
            <w:proofErr w:type="spellEnd"/>
            <w:r>
              <w:rPr>
                <w:rFonts w:ascii="Gautami" w:hAnsi="Gautami" w:cs="Gautami"/>
                <w:bCs/>
                <w:sz w:val="18"/>
                <w:szCs w:val="18"/>
                <w:lang w:val="ro-RO"/>
              </w:rPr>
              <w:t xml:space="preserve"> de </w:t>
            </w:r>
            <w:proofErr w:type="spellStart"/>
            <w:r>
              <w:rPr>
                <w:rFonts w:ascii="Gautami" w:hAnsi="Gautami" w:cs="Gautami"/>
                <w:bCs/>
                <w:sz w:val="18"/>
                <w:szCs w:val="18"/>
                <w:lang w:val="ro-RO"/>
              </w:rPr>
              <w:t>rotatie</w:t>
            </w:r>
            <w:permEnd w:id="1431965411"/>
            <w:proofErr w:type="spellEnd"/>
          </w:p>
        </w:tc>
        <w:tc>
          <w:tcPr>
            <w:tcW w:w="2693" w:type="dxa"/>
          </w:tcPr>
          <w:p w:rsidR="00784E20" w:rsidRPr="003E754C" w:rsidRDefault="00DD2DCF" w:rsidP="00453904">
            <w:pPr>
              <w:autoSpaceDE w:val="0"/>
              <w:autoSpaceDN w:val="0"/>
              <w:adjustRightInd w:val="0"/>
              <w:spacing w:before="20" w:after="20" w:line="240" w:lineRule="auto"/>
              <w:rPr>
                <w:rFonts w:ascii="Gautami" w:hAnsi="Gautami" w:cs="Gautami"/>
                <w:bCs/>
                <w:sz w:val="18"/>
                <w:szCs w:val="18"/>
                <w:lang w:val="ro-RO"/>
              </w:rPr>
            </w:pPr>
            <w:permStart w:id="1634149443" w:edGrp="everyone"/>
            <w:r>
              <w:rPr>
                <w:rFonts w:ascii="Gautami" w:hAnsi="Gautami" w:cs="Gautami"/>
                <w:bCs/>
                <w:sz w:val="18"/>
                <w:szCs w:val="18"/>
                <w:lang w:val="ro-RO"/>
              </w:rPr>
              <w:t xml:space="preserve"> </w:t>
            </w:r>
            <w:r w:rsidR="00784E20">
              <w:rPr>
                <w:rFonts w:ascii="Gautami" w:hAnsi="Gautami" w:cs="Gautami"/>
                <w:bCs/>
                <w:sz w:val="18"/>
                <w:szCs w:val="18"/>
                <w:lang w:val="ro-RO"/>
              </w:rPr>
              <w:t>3</w:t>
            </w:r>
            <w:r>
              <w:rPr>
                <w:rFonts w:ascii="Gautami" w:hAnsi="Gautami" w:cs="Gautami"/>
                <w:bCs/>
                <w:sz w:val="18"/>
                <w:szCs w:val="18"/>
                <w:lang w:val="ro-RO"/>
              </w:rPr>
              <w:t xml:space="preserve"> </w:t>
            </w:r>
            <w:permEnd w:id="1634149443"/>
          </w:p>
        </w:tc>
        <w:tc>
          <w:tcPr>
            <w:tcW w:w="2091"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ermStart w:id="1649308071" w:edGrp="everyone"/>
            <w:r w:rsidRPr="003E754C">
              <w:rPr>
                <w:rFonts w:ascii="Gautami" w:hAnsi="Gautami" w:cs="Gautami"/>
                <w:bCs/>
                <w:sz w:val="18"/>
                <w:szCs w:val="18"/>
                <w:lang w:val="ro-RO"/>
              </w:rPr>
              <w:t xml:space="preserve">  </w:t>
            </w:r>
            <w:permEnd w:id="1649308071"/>
          </w:p>
        </w:tc>
      </w:tr>
      <w:tr w:rsidR="00784E20" w:rsidRPr="003E754C" w:rsidTr="00C12BE1">
        <w:trPr>
          <w:jc w:val="right"/>
        </w:trPr>
        <w:tc>
          <w:tcPr>
            <w:tcW w:w="5798" w:type="dxa"/>
            <w:shd w:val="clear" w:color="auto" w:fill="D9D9D9"/>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permStart w:id="100468649" w:edGrp="everyone"/>
            <w:proofErr w:type="spellStart"/>
            <w:r>
              <w:rPr>
                <w:rFonts w:ascii="Gautami" w:hAnsi="Gautami" w:cs="Gautami"/>
                <w:bCs/>
                <w:sz w:val="18"/>
                <w:szCs w:val="18"/>
                <w:lang w:val="ro-RO"/>
              </w:rPr>
              <w:t>Ecuatiile</w:t>
            </w:r>
            <w:proofErr w:type="spellEnd"/>
            <w:r>
              <w:rPr>
                <w:rFonts w:ascii="Gautami" w:hAnsi="Gautami" w:cs="Gautami"/>
                <w:bCs/>
                <w:sz w:val="18"/>
                <w:szCs w:val="18"/>
                <w:lang w:val="ro-RO"/>
              </w:rPr>
              <w:t xml:space="preserve"> lui Lagrange si Hamilton</w:t>
            </w:r>
            <w:permEnd w:id="100468649"/>
          </w:p>
        </w:tc>
        <w:tc>
          <w:tcPr>
            <w:tcW w:w="2693" w:type="dxa"/>
          </w:tcPr>
          <w:p w:rsidR="00784E20" w:rsidRPr="003E754C" w:rsidRDefault="00DD2DCF" w:rsidP="00453904">
            <w:pPr>
              <w:autoSpaceDE w:val="0"/>
              <w:autoSpaceDN w:val="0"/>
              <w:adjustRightInd w:val="0"/>
              <w:spacing w:before="20" w:after="20" w:line="240" w:lineRule="auto"/>
              <w:rPr>
                <w:rFonts w:ascii="Gautami" w:hAnsi="Gautami" w:cs="Gautami"/>
                <w:bCs/>
                <w:sz w:val="18"/>
                <w:szCs w:val="18"/>
                <w:lang w:val="ro-RO"/>
              </w:rPr>
            </w:pPr>
            <w:permStart w:id="16279014" w:edGrp="everyone"/>
            <w:r>
              <w:rPr>
                <w:rFonts w:ascii="Gautami" w:hAnsi="Gautami" w:cs="Gautami"/>
                <w:bCs/>
                <w:sz w:val="18"/>
                <w:szCs w:val="18"/>
                <w:lang w:val="ro-RO"/>
              </w:rPr>
              <w:t xml:space="preserve"> </w:t>
            </w:r>
            <w:r w:rsidR="00784E20">
              <w:rPr>
                <w:rFonts w:ascii="Gautami" w:hAnsi="Gautami" w:cs="Gautami"/>
                <w:bCs/>
                <w:sz w:val="18"/>
                <w:szCs w:val="18"/>
                <w:lang w:val="ro-RO"/>
              </w:rPr>
              <w:t>2</w:t>
            </w:r>
            <w:r>
              <w:rPr>
                <w:rFonts w:ascii="Gautami" w:hAnsi="Gautami" w:cs="Gautami"/>
                <w:bCs/>
                <w:sz w:val="18"/>
                <w:szCs w:val="18"/>
                <w:lang w:val="ro-RO"/>
              </w:rPr>
              <w:t xml:space="preserve"> </w:t>
            </w:r>
            <w:permEnd w:id="16279014"/>
          </w:p>
        </w:tc>
        <w:tc>
          <w:tcPr>
            <w:tcW w:w="2091"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ermStart w:id="2079613821" w:edGrp="everyone"/>
            <w:r w:rsidRPr="003E754C">
              <w:rPr>
                <w:rFonts w:ascii="Gautami" w:hAnsi="Gautami" w:cs="Gautami"/>
                <w:bCs/>
                <w:sz w:val="18"/>
                <w:szCs w:val="18"/>
                <w:lang w:val="ro-RO"/>
              </w:rPr>
              <w:t xml:space="preserve">  </w:t>
            </w:r>
            <w:permEnd w:id="2079613821"/>
          </w:p>
        </w:tc>
      </w:tr>
      <w:tr w:rsidR="00784E20" w:rsidRPr="003E754C" w:rsidTr="00C12BE1">
        <w:trPr>
          <w:jc w:val="right"/>
        </w:trPr>
        <w:tc>
          <w:tcPr>
            <w:tcW w:w="5798" w:type="dxa"/>
            <w:shd w:val="clear" w:color="auto" w:fill="D9D9D9"/>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permStart w:id="260906346" w:edGrp="everyone"/>
            <w:r>
              <w:rPr>
                <w:rFonts w:ascii="Gautami" w:hAnsi="Gautami" w:cs="Gautami"/>
                <w:bCs/>
                <w:sz w:val="18"/>
                <w:szCs w:val="18"/>
                <w:lang w:val="ro-RO"/>
              </w:rPr>
              <w:t>Probleme de sinteza</w:t>
            </w:r>
            <w:permEnd w:id="260906346"/>
          </w:p>
        </w:tc>
        <w:tc>
          <w:tcPr>
            <w:tcW w:w="2693" w:type="dxa"/>
          </w:tcPr>
          <w:p w:rsidR="00784E20" w:rsidRPr="003E754C" w:rsidRDefault="00DD2DCF" w:rsidP="00453904">
            <w:pPr>
              <w:autoSpaceDE w:val="0"/>
              <w:autoSpaceDN w:val="0"/>
              <w:adjustRightInd w:val="0"/>
              <w:spacing w:before="20" w:after="20" w:line="240" w:lineRule="auto"/>
              <w:rPr>
                <w:rFonts w:ascii="Gautami" w:hAnsi="Gautami" w:cs="Gautami"/>
                <w:bCs/>
                <w:sz w:val="18"/>
                <w:szCs w:val="18"/>
                <w:lang w:val="ro-RO"/>
              </w:rPr>
            </w:pPr>
            <w:permStart w:id="950030375" w:edGrp="everyone"/>
            <w:r>
              <w:rPr>
                <w:rFonts w:ascii="Gautami" w:hAnsi="Gautami" w:cs="Gautami"/>
                <w:bCs/>
                <w:sz w:val="18"/>
                <w:szCs w:val="18"/>
                <w:lang w:val="ro-RO"/>
              </w:rPr>
              <w:t xml:space="preserve"> </w:t>
            </w:r>
            <w:r w:rsidR="00784E20">
              <w:rPr>
                <w:rFonts w:ascii="Gautami" w:hAnsi="Gautami" w:cs="Gautami"/>
                <w:bCs/>
                <w:sz w:val="18"/>
                <w:szCs w:val="18"/>
                <w:lang w:val="ro-RO"/>
              </w:rPr>
              <w:t>2</w:t>
            </w:r>
            <w:r>
              <w:rPr>
                <w:rFonts w:ascii="Gautami" w:hAnsi="Gautami" w:cs="Gautami"/>
                <w:bCs/>
                <w:sz w:val="18"/>
                <w:szCs w:val="18"/>
                <w:lang w:val="ro-RO"/>
              </w:rPr>
              <w:t xml:space="preserve"> </w:t>
            </w:r>
            <w:permEnd w:id="950030375"/>
          </w:p>
        </w:tc>
        <w:tc>
          <w:tcPr>
            <w:tcW w:w="2091"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ermStart w:id="861144431" w:edGrp="everyone"/>
            <w:r w:rsidRPr="003E754C">
              <w:rPr>
                <w:rFonts w:ascii="Gautami" w:hAnsi="Gautami" w:cs="Gautami"/>
                <w:bCs/>
                <w:sz w:val="18"/>
                <w:szCs w:val="18"/>
                <w:lang w:val="ro-RO"/>
              </w:rPr>
              <w:t xml:space="preserve">  </w:t>
            </w:r>
            <w:permEnd w:id="861144431"/>
          </w:p>
        </w:tc>
      </w:tr>
      <w:tr w:rsidR="00784E20" w:rsidRPr="003E754C" w:rsidTr="00C12BE1">
        <w:trPr>
          <w:jc w:val="right"/>
        </w:trPr>
        <w:tc>
          <w:tcPr>
            <w:tcW w:w="5798" w:type="dxa"/>
            <w:shd w:val="clear" w:color="auto" w:fill="D9D9D9"/>
          </w:tcPr>
          <w:p w:rsidR="00784E20" w:rsidRPr="003E754C" w:rsidRDefault="00784E20" w:rsidP="00453904">
            <w:pPr>
              <w:autoSpaceDE w:val="0"/>
              <w:autoSpaceDN w:val="0"/>
              <w:adjustRightInd w:val="0"/>
              <w:spacing w:before="20" w:after="20" w:line="240" w:lineRule="auto"/>
              <w:ind w:left="389" w:hanging="389"/>
              <w:rPr>
                <w:rFonts w:ascii="Gautami" w:hAnsi="Gautami" w:cs="Gautami"/>
                <w:bCs/>
                <w:sz w:val="18"/>
                <w:szCs w:val="18"/>
                <w:lang w:val="ro-RO"/>
              </w:rPr>
            </w:pPr>
            <w:permStart w:id="250506764" w:edGrp="everyone"/>
            <w:r w:rsidRPr="003E754C">
              <w:rPr>
                <w:rFonts w:ascii="Gautami" w:hAnsi="Gautami" w:cs="Gautami"/>
                <w:bCs/>
                <w:sz w:val="18"/>
                <w:szCs w:val="18"/>
                <w:lang w:val="ro-RO"/>
              </w:rPr>
              <w:t xml:space="preserve">  </w:t>
            </w:r>
            <w:permEnd w:id="250506764"/>
          </w:p>
        </w:tc>
        <w:tc>
          <w:tcPr>
            <w:tcW w:w="2693"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ermStart w:id="1301965609" w:edGrp="everyone"/>
            <w:r w:rsidRPr="003E754C">
              <w:rPr>
                <w:rFonts w:ascii="Gautami" w:hAnsi="Gautami" w:cs="Gautami"/>
                <w:bCs/>
                <w:sz w:val="18"/>
                <w:szCs w:val="18"/>
                <w:lang w:val="ro-RO"/>
              </w:rPr>
              <w:t xml:space="preserve">  </w:t>
            </w:r>
            <w:permEnd w:id="1301965609"/>
          </w:p>
        </w:tc>
        <w:tc>
          <w:tcPr>
            <w:tcW w:w="2091" w:type="dxa"/>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permStart w:id="595287733" w:edGrp="everyone"/>
            <w:r w:rsidRPr="003E754C">
              <w:rPr>
                <w:rFonts w:ascii="Gautami" w:hAnsi="Gautami" w:cs="Gautami"/>
                <w:bCs/>
                <w:sz w:val="18"/>
                <w:szCs w:val="18"/>
                <w:lang w:val="ro-RO"/>
              </w:rPr>
              <w:t xml:space="preserve">  </w:t>
            </w:r>
            <w:permEnd w:id="595287733"/>
          </w:p>
        </w:tc>
      </w:tr>
      <w:tr w:rsidR="00784E20" w:rsidRPr="003E754C" w:rsidTr="00C12BE1">
        <w:trPr>
          <w:trHeight w:val="1907"/>
          <w:jc w:val="right"/>
        </w:trPr>
        <w:tc>
          <w:tcPr>
            <w:tcW w:w="10582" w:type="dxa"/>
            <w:gridSpan w:val="3"/>
            <w:shd w:val="clear" w:color="auto" w:fill="D9D9D9"/>
          </w:tcPr>
          <w:p w:rsidR="00784E20" w:rsidRPr="003E754C" w:rsidRDefault="00784E20"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Bibliografie</w:t>
            </w:r>
            <w:r w:rsidRPr="003E754C">
              <w:rPr>
                <w:rStyle w:val="FootnoteReference"/>
                <w:rFonts w:ascii="Gautami" w:hAnsi="Gautami" w:cs="Gautami"/>
                <w:bCs/>
                <w:sz w:val="18"/>
                <w:szCs w:val="18"/>
                <w:lang w:val="ro-RO"/>
              </w:rPr>
              <w:footnoteReference w:id="11"/>
            </w:r>
            <w:r w:rsidRPr="003E754C">
              <w:rPr>
                <w:rFonts w:ascii="Gautami" w:hAnsi="Gautami" w:cs="Gautami"/>
                <w:bCs/>
                <w:sz w:val="18"/>
                <w:szCs w:val="18"/>
                <w:lang w:val="ro-RO"/>
              </w:rPr>
              <w:t xml:space="preserve">  </w:t>
            </w:r>
            <w:permStart w:id="1607355676" w:edGrp="everyone"/>
            <w:r w:rsidRPr="003E754C">
              <w:rPr>
                <w:rFonts w:ascii="Gautami" w:hAnsi="Gautami" w:cs="Gautami"/>
                <w:bCs/>
                <w:sz w:val="18"/>
                <w:szCs w:val="18"/>
                <w:lang w:val="ro-RO"/>
              </w:rPr>
              <w:t xml:space="preserve"> </w:t>
            </w:r>
            <w:proofErr w:type="spellStart"/>
            <w:r>
              <w:rPr>
                <w:rFonts w:ascii="Gautami" w:hAnsi="Gautami" w:cs="Gautami"/>
                <w:bCs/>
                <w:sz w:val="18"/>
                <w:szCs w:val="18"/>
                <w:lang w:val="ro-RO"/>
              </w:rPr>
              <w:t>V.Marinca</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Gh.Luca</w:t>
            </w:r>
            <w:proofErr w:type="spellEnd"/>
            <w:r>
              <w:rPr>
                <w:rFonts w:ascii="Gautami" w:hAnsi="Gautami" w:cs="Gautami"/>
                <w:bCs/>
                <w:sz w:val="18"/>
                <w:szCs w:val="18"/>
                <w:lang w:val="ro-RO"/>
              </w:rPr>
              <w:t xml:space="preserve">, Probleme de dinamica si </w:t>
            </w:r>
            <w:proofErr w:type="spellStart"/>
            <w:r>
              <w:rPr>
                <w:rFonts w:ascii="Gautami" w:hAnsi="Gautami" w:cs="Gautami"/>
                <w:bCs/>
                <w:sz w:val="18"/>
                <w:szCs w:val="18"/>
                <w:lang w:val="ro-RO"/>
              </w:rPr>
              <w:t>vibratii</w:t>
            </w:r>
            <w:proofErr w:type="spellEnd"/>
            <w:r>
              <w:rPr>
                <w:rFonts w:ascii="Gautami" w:hAnsi="Gautami" w:cs="Gautami"/>
                <w:bCs/>
                <w:sz w:val="18"/>
                <w:szCs w:val="18"/>
                <w:lang w:val="ro-RO"/>
              </w:rPr>
              <w:t xml:space="preserve"> liniare, Ed. </w:t>
            </w:r>
            <w:proofErr w:type="spellStart"/>
            <w:r>
              <w:rPr>
                <w:rFonts w:ascii="Gautami" w:hAnsi="Gautami" w:cs="Gautami"/>
                <w:bCs/>
                <w:sz w:val="18"/>
                <w:szCs w:val="18"/>
                <w:lang w:val="ro-RO"/>
              </w:rPr>
              <w:t>Metanoia</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Timisoara</w:t>
            </w:r>
            <w:proofErr w:type="spellEnd"/>
            <w:r>
              <w:rPr>
                <w:rFonts w:ascii="Gautami" w:hAnsi="Gautami" w:cs="Gautami"/>
                <w:bCs/>
                <w:sz w:val="18"/>
                <w:szCs w:val="18"/>
                <w:lang w:val="ro-RO"/>
              </w:rPr>
              <w:t>, 1992</w:t>
            </w:r>
            <w:r w:rsidRPr="003E754C">
              <w:rPr>
                <w:rFonts w:ascii="Gautami" w:hAnsi="Gautami" w:cs="Gautami"/>
                <w:bCs/>
                <w:sz w:val="18"/>
                <w:szCs w:val="18"/>
                <w:lang w:val="ro-RO"/>
              </w:rPr>
              <w:t xml:space="preserve"> </w:t>
            </w:r>
            <w:permEnd w:id="1607355676"/>
          </w:p>
        </w:tc>
      </w:tr>
    </w:tbl>
    <w:p w:rsidR="00784E20" w:rsidRPr="003E754C" w:rsidRDefault="00784E20" w:rsidP="0076356B">
      <w:pPr>
        <w:autoSpaceDE w:val="0"/>
        <w:autoSpaceDN w:val="0"/>
        <w:adjustRightInd w:val="0"/>
        <w:spacing w:after="0" w:line="240" w:lineRule="auto"/>
        <w:ind w:firstLine="720"/>
        <w:jc w:val="both"/>
        <w:rPr>
          <w:rFonts w:ascii="Verdana" w:hAnsi="Verdana"/>
          <w:bCs/>
          <w:sz w:val="24"/>
          <w:szCs w:val="24"/>
          <w:lang w:val="ro-RO"/>
        </w:rPr>
      </w:pPr>
    </w:p>
    <w:p w:rsidR="00784E20" w:rsidRPr="003E754C" w:rsidRDefault="00784E20" w:rsidP="001B3C43">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9.</w:t>
      </w:r>
      <w:r w:rsidRPr="003E754C">
        <w:rPr>
          <w:rFonts w:ascii="Verdana" w:hAnsi="Verdana"/>
          <w:b/>
          <w:bCs/>
          <w:sz w:val="18"/>
          <w:szCs w:val="18"/>
          <w:lang w:val="ro-RO"/>
        </w:rPr>
        <w:tab/>
        <w:t>Coroborarea conţinuturilor disciplinei cu aşteptările reprezentanţilor comunităţii epistemice, asociaţiilor profesionale şi angajatori reprezentativi din domeniul aferent programului</w:t>
      </w:r>
    </w:p>
    <w:tbl>
      <w:tblPr>
        <w:tblW w:w="10596" w:type="dxa"/>
        <w:jc w:val="right"/>
        <w:tblInd w:w="-8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596"/>
      </w:tblGrid>
      <w:tr w:rsidR="00784E20" w:rsidRPr="003E754C" w:rsidTr="00C12BE1">
        <w:trPr>
          <w:trHeight w:val="980"/>
          <w:jc w:val="right"/>
        </w:trPr>
        <w:tc>
          <w:tcPr>
            <w:tcW w:w="10596" w:type="dxa"/>
          </w:tcPr>
          <w:p w:rsidR="00784E20" w:rsidRPr="003E754C" w:rsidRDefault="00784E20" w:rsidP="00BA501D">
            <w:pPr>
              <w:numPr>
                <w:ilvl w:val="0"/>
                <w:numId w:val="16"/>
              </w:numPr>
              <w:autoSpaceDE w:val="0"/>
              <w:autoSpaceDN w:val="0"/>
              <w:adjustRightInd w:val="0"/>
              <w:spacing w:before="40" w:after="40" w:line="240" w:lineRule="auto"/>
              <w:ind w:left="459" w:hanging="389"/>
              <w:rPr>
                <w:rFonts w:ascii="Gautami" w:hAnsi="Gautami" w:cs="Gautami"/>
                <w:bCs/>
                <w:sz w:val="18"/>
                <w:szCs w:val="18"/>
                <w:lang w:val="ro-RO"/>
              </w:rPr>
            </w:pPr>
            <w:permStart w:id="1880960298" w:edGrp="everyone"/>
            <w:r w:rsidRPr="003E754C">
              <w:rPr>
                <w:rFonts w:ascii="Gautami" w:hAnsi="Gautami" w:cs="Gautami"/>
                <w:bCs/>
                <w:sz w:val="18"/>
                <w:szCs w:val="18"/>
                <w:lang w:val="ro-RO"/>
              </w:rPr>
              <w:t xml:space="preserve"> </w:t>
            </w:r>
            <w:proofErr w:type="spellStart"/>
            <w:r>
              <w:rPr>
                <w:rFonts w:ascii="Gautami" w:hAnsi="Gautami" w:cs="Gautami"/>
                <w:bCs/>
                <w:sz w:val="18"/>
                <w:szCs w:val="18"/>
                <w:lang w:val="ro-RO"/>
              </w:rPr>
              <w:t>Continuturile</w:t>
            </w:r>
            <w:proofErr w:type="spellEnd"/>
            <w:r>
              <w:rPr>
                <w:rFonts w:ascii="Gautami" w:hAnsi="Gautami" w:cs="Gautami"/>
                <w:bCs/>
                <w:sz w:val="18"/>
                <w:szCs w:val="18"/>
                <w:lang w:val="ro-RO"/>
              </w:rPr>
              <w:t xml:space="preserve"> disciplinei sunt coroborate cu alte discipline din programul de studiu. </w:t>
            </w:r>
            <w:proofErr w:type="spellStart"/>
            <w:r>
              <w:rPr>
                <w:rFonts w:ascii="Gautami" w:hAnsi="Gautami" w:cs="Gautami"/>
                <w:bCs/>
                <w:sz w:val="18"/>
                <w:szCs w:val="18"/>
                <w:lang w:val="ro-RO"/>
              </w:rPr>
              <w:t>Continutul</w:t>
            </w:r>
            <w:proofErr w:type="spellEnd"/>
            <w:r>
              <w:rPr>
                <w:rFonts w:ascii="Gautami" w:hAnsi="Gautami" w:cs="Gautami"/>
                <w:bCs/>
                <w:sz w:val="18"/>
                <w:szCs w:val="18"/>
                <w:lang w:val="ro-RO"/>
              </w:rPr>
              <w:t xml:space="preserve"> disciplinei sta la baza </w:t>
            </w:r>
            <w:proofErr w:type="spellStart"/>
            <w:r>
              <w:rPr>
                <w:rFonts w:ascii="Gautami" w:hAnsi="Gautami" w:cs="Gautami"/>
                <w:bCs/>
                <w:sz w:val="18"/>
                <w:szCs w:val="18"/>
                <w:lang w:val="ro-RO"/>
              </w:rPr>
              <w:t>pregatirii</w:t>
            </w:r>
            <w:proofErr w:type="spellEnd"/>
            <w:r>
              <w:rPr>
                <w:rFonts w:ascii="Gautami" w:hAnsi="Gautami" w:cs="Gautami"/>
                <w:bCs/>
                <w:sz w:val="18"/>
                <w:szCs w:val="18"/>
                <w:lang w:val="ro-RO"/>
              </w:rPr>
              <w:t xml:space="preserve"> viitorului inginer mecanic</w:t>
            </w:r>
            <w:r w:rsidRPr="003E754C">
              <w:rPr>
                <w:rFonts w:ascii="Gautami" w:hAnsi="Gautami" w:cs="Gautami"/>
                <w:bCs/>
                <w:sz w:val="18"/>
                <w:szCs w:val="18"/>
                <w:lang w:val="ro-RO"/>
              </w:rPr>
              <w:t xml:space="preserve"> </w:t>
            </w:r>
            <w:permEnd w:id="1880960298"/>
          </w:p>
        </w:tc>
      </w:tr>
    </w:tbl>
    <w:p w:rsidR="00784E20" w:rsidRPr="003E754C" w:rsidRDefault="00784E20" w:rsidP="0076356B">
      <w:pPr>
        <w:autoSpaceDE w:val="0"/>
        <w:autoSpaceDN w:val="0"/>
        <w:adjustRightInd w:val="0"/>
        <w:spacing w:after="0" w:line="240" w:lineRule="auto"/>
        <w:ind w:firstLine="720"/>
        <w:jc w:val="both"/>
        <w:rPr>
          <w:rFonts w:ascii="Verdana" w:hAnsi="Verdana"/>
          <w:bCs/>
          <w:sz w:val="24"/>
          <w:szCs w:val="24"/>
          <w:lang w:val="ro-RO"/>
        </w:rPr>
      </w:pPr>
    </w:p>
    <w:p w:rsidR="00784E20" w:rsidRPr="003E754C" w:rsidRDefault="00784E20" w:rsidP="001B3C43">
      <w:pPr>
        <w:tabs>
          <w:tab w:val="left" w:pos="-284"/>
        </w:tabs>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10. Evaluare</w:t>
      </w:r>
    </w:p>
    <w:tbl>
      <w:tblPr>
        <w:tblW w:w="10597" w:type="dxa"/>
        <w:jc w:val="right"/>
        <w:tblInd w:w="-76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56"/>
        <w:gridCol w:w="2569"/>
        <w:gridCol w:w="3913"/>
        <w:gridCol w:w="1959"/>
      </w:tblGrid>
      <w:tr w:rsidR="00784E20" w:rsidRPr="003E754C" w:rsidTr="0042178D">
        <w:trPr>
          <w:trHeight w:val="522"/>
          <w:jc w:val="right"/>
        </w:trPr>
        <w:tc>
          <w:tcPr>
            <w:tcW w:w="2156" w:type="dxa"/>
            <w:vAlign w:val="center"/>
          </w:tcPr>
          <w:p w:rsidR="00784E20" w:rsidRPr="003E754C" w:rsidRDefault="00784E20" w:rsidP="00407160">
            <w:pPr>
              <w:autoSpaceDE w:val="0"/>
              <w:autoSpaceDN w:val="0"/>
              <w:adjustRightInd w:val="0"/>
              <w:spacing w:before="20" w:after="20" w:line="240" w:lineRule="auto"/>
              <w:ind w:left="34"/>
              <w:jc w:val="center"/>
              <w:rPr>
                <w:rFonts w:ascii="Gautami" w:hAnsi="Gautami" w:cs="Gautami"/>
                <w:bCs/>
                <w:sz w:val="18"/>
                <w:szCs w:val="18"/>
                <w:lang w:val="ro-RO"/>
              </w:rPr>
            </w:pPr>
            <w:r w:rsidRPr="003E754C">
              <w:rPr>
                <w:rFonts w:ascii="Gautami" w:hAnsi="Gautami" w:cs="Gautami"/>
                <w:bCs/>
                <w:sz w:val="18"/>
                <w:szCs w:val="18"/>
                <w:lang w:val="ro-RO"/>
              </w:rPr>
              <w:t>Tip activitate</w:t>
            </w:r>
          </w:p>
        </w:tc>
        <w:tc>
          <w:tcPr>
            <w:tcW w:w="2569" w:type="dxa"/>
            <w:vAlign w:val="center"/>
          </w:tcPr>
          <w:p w:rsidR="00784E20" w:rsidRPr="003E754C" w:rsidRDefault="00784E20"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10.1</w:t>
            </w:r>
            <w:r w:rsidRPr="003E754C">
              <w:rPr>
                <w:rFonts w:ascii="Gautami" w:hAnsi="Gautami" w:cs="Gautami"/>
                <w:bCs/>
                <w:sz w:val="18"/>
                <w:szCs w:val="18"/>
                <w:lang w:val="ro-RO"/>
              </w:rPr>
              <w:t xml:space="preserve"> Criterii de evaluare</w:t>
            </w:r>
          </w:p>
        </w:tc>
        <w:tc>
          <w:tcPr>
            <w:tcW w:w="3913" w:type="dxa"/>
            <w:vAlign w:val="center"/>
          </w:tcPr>
          <w:p w:rsidR="00784E20" w:rsidRPr="003E754C" w:rsidRDefault="00784E20"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10.2</w:t>
            </w:r>
            <w:r w:rsidRPr="003E754C">
              <w:rPr>
                <w:rFonts w:ascii="Gautami" w:hAnsi="Gautami" w:cs="Gautami"/>
                <w:bCs/>
                <w:sz w:val="18"/>
                <w:szCs w:val="18"/>
                <w:lang w:val="ro-RO"/>
              </w:rPr>
              <w:t xml:space="preserve"> Metode de evaluare</w:t>
            </w:r>
          </w:p>
        </w:tc>
        <w:tc>
          <w:tcPr>
            <w:tcW w:w="1959" w:type="dxa"/>
            <w:shd w:val="clear" w:color="auto" w:fill="FFFFFF"/>
            <w:vAlign w:val="center"/>
          </w:tcPr>
          <w:p w:rsidR="00784E20" w:rsidRPr="003E754C" w:rsidRDefault="00784E20" w:rsidP="0042178D">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10.3</w:t>
            </w:r>
            <w:r w:rsidRPr="003E754C">
              <w:rPr>
                <w:rFonts w:ascii="Gautami" w:hAnsi="Gautami" w:cs="Gautami"/>
                <w:bCs/>
                <w:sz w:val="18"/>
                <w:szCs w:val="18"/>
                <w:lang w:val="ro-RO"/>
              </w:rPr>
              <w:t xml:space="preserve"> Pondere din</w:t>
            </w:r>
            <w:r w:rsidRPr="003E754C">
              <w:rPr>
                <w:rFonts w:ascii="Gautami" w:hAnsi="Gautami" w:cs="Gautami"/>
                <w:bCs/>
                <w:sz w:val="18"/>
                <w:szCs w:val="18"/>
                <w:lang w:val="ro-RO"/>
              </w:rPr>
              <w:br/>
              <w:t xml:space="preserve">        nota finală</w:t>
            </w:r>
          </w:p>
        </w:tc>
      </w:tr>
      <w:tr w:rsidR="00784E20" w:rsidRPr="003E754C" w:rsidTr="0042178D">
        <w:trPr>
          <w:trHeight w:val="275"/>
          <w:jc w:val="right"/>
        </w:trPr>
        <w:tc>
          <w:tcPr>
            <w:tcW w:w="2156" w:type="dxa"/>
            <w:vAlign w:val="center"/>
          </w:tcPr>
          <w:p w:rsidR="00784E20" w:rsidRPr="003E754C" w:rsidRDefault="00784E20"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10.4</w:t>
            </w:r>
            <w:r w:rsidRPr="003E754C">
              <w:rPr>
                <w:rFonts w:ascii="Gautami" w:hAnsi="Gautami" w:cs="Gautami"/>
                <w:bCs/>
                <w:sz w:val="18"/>
                <w:szCs w:val="18"/>
                <w:lang w:val="ro-RO"/>
              </w:rPr>
              <w:t xml:space="preserve"> Curs</w:t>
            </w:r>
          </w:p>
        </w:tc>
        <w:tc>
          <w:tcPr>
            <w:tcW w:w="2569" w:type="dxa"/>
            <w:shd w:val="clear" w:color="auto" w:fill="D9D9D9"/>
          </w:tcPr>
          <w:p w:rsidR="00784E20" w:rsidRPr="003E754C" w:rsidRDefault="00784E20"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Cs/>
                <w:sz w:val="18"/>
                <w:szCs w:val="18"/>
                <w:lang w:val="ro-RO"/>
              </w:rPr>
              <w:t xml:space="preserve"> </w:t>
            </w:r>
            <w:permStart w:id="369514245" w:edGrp="everyone"/>
            <w:proofErr w:type="spellStart"/>
            <w:r>
              <w:rPr>
                <w:rFonts w:ascii="Gautami" w:hAnsi="Gautami" w:cs="Gautami"/>
                <w:bCs/>
                <w:sz w:val="18"/>
                <w:szCs w:val="18"/>
                <w:lang w:val="ro-RO"/>
              </w:rPr>
              <w:t>Indeplinirea</w:t>
            </w:r>
            <w:proofErr w:type="spellEnd"/>
            <w:r>
              <w:rPr>
                <w:rFonts w:ascii="Gautami" w:hAnsi="Gautami" w:cs="Gautami"/>
                <w:bCs/>
                <w:sz w:val="18"/>
                <w:szCs w:val="18"/>
                <w:lang w:val="ro-RO"/>
              </w:rPr>
              <w:t xml:space="preserve"> punctajului </w:t>
            </w:r>
            <w:proofErr w:type="spellStart"/>
            <w:r>
              <w:rPr>
                <w:rFonts w:ascii="Gautami" w:hAnsi="Gautami" w:cs="Gautami"/>
                <w:bCs/>
                <w:sz w:val="18"/>
                <w:szCs w:val="18"/>
                <w:lang w:val="ro-RO"/>
              </w:rPr>
              <w:t>fiecarui</w:t>
            </w:r>
            <w:proofErr w:type="spellEnd"/>
            <w:r>
              <w:rPr>
                <w:rFonts w:ascii="Gautami" w:hAnsi="Gautami" w:cs="Gautami"/>
                <w:bCs/>
                <w:sz w:val="18"/>
                <w:szCs w:val="18"/>
                <w:lang w:val="ro-RO"/>
              </w:rPr>
              <w:t xml:space="preserve"> subiect</w:t>
            </w:r>
            <w:r w:rsidRPr="003E754C">
              <w:rPr>
                <w:rFonts w:ascii="Gautami" w:hAnsi="Gautami" w:cs="Gautami"/>
                <w:bCs/>
                <w:sz w:val="18"/>
                <w:szCs w:val="18"/>
                <w:lang w:val="ro-RO"/>
              </w:rPr>
              <w:t xml:space="preserve">  </w:t>
            </w:r>
            <w:permEnd w:id="369514245"/>
            <w:r w:rsidRPr="003E754C">
              <w:rPr>
                <w:rFonts w:ascii="Gautami" w:hAnsi="Gautami" w:cs="Gautami"/>
                <w:bCs/>
                <w:sz w:val="18"/>
                <w:szCs w:val="18"/>
                <w:lang w:val="ro-RO"/>
              </w:rPr>
              <w:t xml:space="preserve"> </w:t>
            </w:r>
          </w:p>
        </w:tc>
        <w:tc>
          <w:tcPr>
            <w:tcW w:w="3913" w:type="dxa"/>
          </w:tcPr>
          <w:p w:rsidR="00784E20" w:rsidRPr="003E754C" w:rsidRDefault="00784E20" w:rsidP="00453904">
            <w:pPr>
              <w:autoSpaceDE w:val="0"/>
              <w:autoSpaceDN w:val="0"/>
              <w:adjustRightInd w:val="0"/>
              <w:spacing w:before="20" w:after="20" w:line="240" w:lineRule="auto"/>
              <w:ind w:left="34"/>
              <w:rPr>
                <w:rFonts w:ascii="Gautami" w:hAnsi="Gautami" w:cs="Gautami"/>
                <w:bCs/>
                <w:sz w:val="18"/>
                <w:szCs w:val="18"/>
                <w:lang w:val="ro-RO"/>
              </w:rPr>
            </w:pPr>
            <w:permStart w:id="153159753" w:edGrp="everyone"/>
            <w:r>
              <w:rPr>
                <w:rFonts w:ascii="Gautami" w:hAnsi="Gautami" w:cs="Gautami"/>
                <w:bCs/>
                <w:sz w:val="18"/>
                <w:szCs w:val="18"/>
                <w:lang w:val="ro-RO"/>
              </w:rPr>
              <w:t>Examen scris-2 subiecte</w:t>
            </w:r>
            <w:permEnd w:id="153159753"/>
          </w:p>
        </w:tc>
        <w:tc>
          <w:tcPr>
            <w:tcW w:w="1959" w:type="dxa"/>
          </w:tcPr>
          <w:p w:rsidR="00784E20" w:rsidRPr="003E754C" w:rsidRDefault="00784E20" w:rsidP="00453904">
            <w:pPr>
              <w:autoSpaceDE w:val="0"/>
              <w:autoSpaceDN w:val="0"/>
              <w:adjustRightInd w:val="0"/>
              <w:spacing w:before="20" w:after="20" w:line="240" w:lineRule="auto"/>
              <w:ind w:left="34"/>
              <w:rPr>
                <w:rFonts w:ascii="Gautami" w:hAnsi="Gautami" w:cs="Gautami"/>
                <w:bCs/>
                <w:sz w:val="18"/>
                <w:szCs w:val="18"/>
                <w:lang w:val="ro-RO"/>
              </w:rPr>
            </w:pPr>
            <w:permStart w:id="115497012" w:edGrp="everyone"/>
            <w:r>
              <w:rPr>
                <w:rFonts w:ascii="Gautami" w:hAnsi="Gautami" w:cs="Gautami"/>
                <w:bCs/>
                <w:sz w:val="18"/>
                <w:szCs w:val="18"/>
                <w:lang w:val="ro-RO"/>
              </w:rPr>
              <w:t>2/3</w:t>
            </w:r>
            <w:permEnd w:id="115497012"/>
          </w:p>
        </w:tc>
      </w:tr>
      <w:tr w:rsidR="00784E20" w:rsidRPr="003E754C" w:rsidTr="0042178D">
        <w:trPr>
          <w:trHeight w:val="265"/>
          <w:jc w:val="right"/>
        </w:trPr>
        <w:tc>
          <w:tcPr>
            <w:tcW w:w="2156" w:type="dxa"/>
          </w:tcPr>
          <w:p w:rsidR="00784E20" w:rsidRPr="003E754C" w:rsidRDefault="00784E20" w:rsidP="00053F67">
            <w:pPr>
              <w:autoSpaceDE w:val="0"/>
              <w:autoSpaceDN w:val="0"/>
              <w:adjustRightInd w:val="0"/>
              <w:spacing w:before="20" w:after="20" w:line="240" w:lineRule="auto"/>
              <w:ind w:left="34"/>
              <w:rPr>
                <w:rFonts w:ascii="Gautami" w:hAnsi="Gautami" w:cs="Gautami"/>
                <w:bCs/>
                <w:sz w:val="18"/>
                <w:szCs w:val="18"/>
              </w:rPr>
            </w:pPr>
            <w:r w:rsidRPr="003E754C">
              <w:rPr>
                <w:rFonts w:ascii="Gautami" w:hAnsi="Gautami" w:cs="Gautami"/>
                <w:b/>
                <w:bCs/>
                <w:sz w:val="18"/>
                <w:szCs w:val="18"/>
                <w:lang w:val="ro-RO"/>
              </w:rPr>
              <w:t>10.5</w:t>
            </w:r>
            <w:r w:rsidRPr="003E754C">
              <w:rPr>
                <w:rFonts w:ascii="Gautami" w:hAnsi="Gautami" w:cs="Gautami"/>
                <w:bCs/>
                <w:sz w:val="18"/>
                <w:szCs w:val="18"/>
                <w:lang w:val="ro-RO"/>
              </w:rPr>
              <w:t xml:space="preserve"> Activităţi aplicative </w:t>
            </w:r>
          </w:p>
        </w:tc>
        <w:tc>
          <w:tcPr>
            <w:tcW w:w="2569" w:type="dxa"/>
            <w:shd w:val="clear" w:color="auto" w:fill="D9D9D9"/>
          </w:tcPr>
          <w:p w:rsidR="00784E20" w:rsidRPr="003E754C" w:rsidRDefault="00784E20"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S:</w:t>
            </w:r>
            <w:r w:rsidRPr="003E754C">
              <w:rPr>
                <w:rFonts w:ascii="Gautami" w:hAnsi="Gautami" w:cs="Gautami"/>
                <w:bCs/>
                <w:sz w:val="18"/>
                <w:szCs w:val="18"/>
                <w:lang w:val="ro-RO"/>
              </w:rPr>
              <w:t xml:space="preserve">   </w:t>
            </w:r>
            <w:permStart w:id="923152821" w:edGrp="everyone"/>
            <w:proofErr w:type="spellStart"/>
            <w:r>
              <w:rPr>
                <w:rFonts w:ascii="Gautami" w:hAnsi="Gautami" w:cs="Gautami"/>
                <w:bCs/>
                <w:sz w:val="18"/>
                <w:szCs w:val="18"/>
                <w:lang w:val="ro-RO"/>
              </w:rPr>
              <w:t>Indeplinirea</w:t>
            </w:r>
            <w:proofErr w:type="spellEnd"/>
            <w:r>
              <w:rPr>
                <w:rFonts w:ascii="Gautami" w:hAnsi="Gautami" w:cs="Gautami"/>
                <w:bCs/>
                <w:sz w:val="18"/>
                <w:szCs w:val="18"/>
                <w:lang w:val="ro-RO"/>
              </w:rPr>
              <w:t xml:space="preserve"> punctajului </w:t>
            </w:r>
            <w:proofErr w:type="spellStart"/>
            <w:r>
              <w:rPr>
                <w:rFonts w:ascii="Gautami" w:hAnsi="Gautami" w:cs="Gautami"/>
                <w:bCs/>
                <w:sz w:val="18"/>
                <w:szCs w:val="18"/>
                <w:lang w:val="ro-RO"/>
              </w:rPr>
              <w:t>fiecarui</w:t>
            </w:r>
            <w:proofErr w:type="spellEnd"/>
            <w:r>
              <w:rPr>
                <w:rFonts w:ascii="Gautami" w:hAnsi="Gautami" w:cs="Gautami"/>
                <w:bCs/>
                <w:sz w:val="18"/>
                <w:szCs w:val="18"/>
                <w:lang w:val="ro-RO"/>
              </w:rPr>
              <w:t xml:space="preserve"> subiect</w:t>
            </w:r>
            <w:r w:rsidRPr="003E754C">
              <w:rPr>
                <w:rFonts w:ascii="Gautami" w:hAnsi="Gautami" w:cs="Gautami"/>
                <w:bCs/>
                <w:sz w:val="18"/>
                <w:szCs w:val="18"/>
                <w:lang w:val="ro-RO"/>
              </w:rPr>
              <w:t xml:space="preserve"> </w:t>
            </w:r>
            <w:permEnd w:id="923152821"/>
          </w:p>
        </w:tc>
        <w:tc>
          <w:tcPr>
            <w:tcW w:w="3913" w:type="dxa"/>
          </w:tcPr>
          <w:p w:rsidR="00784E20" w:rsidRPr="003E754C" w:rsidRDefault="00784E20" w:rsidP="00453904">
            <w:pPr>
              <w:autoSpaceDE w:val="0"/>
              <w:autoSpaceDN w:val="0"/>
              <w:adjustRightInd w:val="0"/>
              <w:spacing w:before="20" w:after="20" w:line="240" w:lineRule="auto"/>
              <w:ind w:left="34"/>
              <w:rPr>
                <w:rFonts w:ascii="Gautami" w:hAnsi="Gautami" w:cs="Gautami"/>
                <w:bCs/>
                <w:sz w:val="18"/>
                <w:szCs w:val="18"/>
                <w:lang w:val="ro-RO"/>
              </w:rPr>
            </w:pPr>
            <w:permStart w:id="231806977" w:edGrp="everyone"/>
            <w:r>
              <w:rPr>
                <w:rFonts w:ascii="Gautami" w:hAnsi="Gautami" w:cs="Gautami"/>
                <w:bCs/>
                <w:sz w:val="18"/>
                <w:szCs w:val="18"/>
                <w:lang w:val="ro-RO"/>
              </w:rPr>
              <w:t>Examen scris-2 subiecte</w:t>
            </w:r>
            <w:permEnd w:id="231806977"/>
          </w:p>
        </w:tc>
        <w:tc>
          <w:tcPr>
            <w:tcW w:w="1959" w:type="dxa"/>
          </w:tcPr>
          <w:p w:rsidR="00784E20" w:rsidRPr="003E754C" w:rsidRDefault="00784E20" w:rsidP="00453904">
            <w:pPr>
              <w:autoSpaceDE w:val="0"/>
              <w:autoSpaceDN w:val="0"/>
              <w:adjustRightInd w:val="0"/>
              <w:spacing w:before="20" w:after="20" w:line="240" w:lineRule="auto"/>
              <w:ind w:left="34"/>
              <w:rPr>
                <w:rFonts w:ascii="Gautami" w:hAnsi="Gautami" w:cs="Gautami"/>
                <w:bCs/>
                <w:sz w:val="18"/>
                <w:szCs w:val="18"/>
                <w:lang w:val="ro-RO"/>
              </w:rPr>
            </w:pPr>
            <w:permStart w:id="1555577061" w:edGrp="everyone"/>
            <w:r>
              <w:rPr>
                <w:rFonts w:ascii="Gautami" w:hAnsi="Gautami" w:cs="Gautami"/>
                <w:bCs/>
                <w:sz w:val="18"/>
                <w:szCs w:val="18"/>
                <w:lang w:val="ro-RO"/>
              </w:rPr>
              <w:t>1/3</w:t>
            </w:r>
            <w:permEnd w:id="1555577061"/>
          </w:p>
        </w:tc>
      </w:tr>
      <w:tr w:rsidR="00784E20" w:rsidRPr="003E754C" w:rsidTr="0042178D">
        <w:trPr>
          <w:trHeight w:val="265"/>
          <w:jc w:val="right"/>
        </w:trPr>
        <w:tc>
          <w:tcPr>
            <w:tcW w:w="2156" w:type="dxa"/>
          </w:tcPr>
          <w:p w:rsidR="00784E20" w:rsidRPr="003E754C" w:rsidRDefault="00784E20"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784E20" w:rsidRPr="003E754C" w:rsidRDefault="00784E20"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L:  </w:t>
            </w:r>
            <w:r w:rsidRPr="003E754C">
              <w:rPr>
                <w:rFonts w:ascii="Gautami" w:hAnsi="Gautami" w:cs="Gautami"/>
                <w:bCs/>
                <w:sz w:val="18"/>
                <w:szCs w:val="18"/>
                <w:lang w:val="ro-RO"/>
              </w:rPr>
              <w:t xml:space="preserve"> </w:t>
            </w:r>
            <w:permStart w:id="526793749" w:edGrp="everyone"/>
            <w:r w:rsidRPr="003E754C">
              <w:rPr>
                <w:rFonts w:ascii="Gautami" w:hAnsi="Gautami" w:cs="Gautami"/>
                <w:bCs/>
                <w:sz w:val="18"/>
                <w:szCs w:val="18"/>
                <w:lang w:val="ro-RO"/>
              </w:rPr>
              <w:t xml:space="preserve">  </w:t>
            </w:r>
            <w:r>
              <w:rPr>
                <w:rFonts w:ascii="Gautami" w:hAnsi="Gautami" w:cs="Gautami"/>
                <w:bCs/>
                <w:sz w:val="18"/>
                <w:szCs w:val="18"/>
                <w:lang w:val="ro-RO"/>
              </w:rPr>
              <w:t>-</w:t>
            </w:r>
            <w:r w:rsidRPr="003E754C">
              <w:rPr>
                <w:rFonts w:ascii="Gautami" w:hAnsi="Gautami" w:cs="Gautami"/>
                <w:bCs/>
                <w:sz w:val="18"/>
                <w:szCs w:val="18"/>
                <w:lang w:val="ro-RO"/>
              </w:rPr>
              <w:t xml:space="preserve"> </w:t>
            </w:r>
            <w:permEnd w:id="526793749"/>
          </w:p>
        </w:tc>
        <w:tc>
          <w:tcPr>
            <w:tcW w:w="3913" w:type="dxa"/>
          </w:tcPr>
          <w:p w:rsidR="00784E20" w:rsidRPr="003E754C" w:rsidRDefault="00784E20" w:rsidP="00453904">
            <w:pPr>
              <w:autoSpaceDE w:val="0"/>
              <w:autoSpaceDN w:val="0"/>
              <w:adjustRightInd w:val="0"/>
              <w:spacing w:before="20" w:after="20" w:line="240" w:lineRule="auto"/>
              <w:ind w:left="34"/>
              <w:rPr>
                <w:rFonts w:ascii="Gautami" w:hAnsi="Gautami" w:cs="Gautami"/>
                <w:bCs/>
                <w:sz w:val="18"/>
                <w:szCs w:val="18"/>
                <w:lang w:val="ro-RO"/>
              </w:rPr>
            </w:pPr>
            <w:permStart w:id="1339903199" w:edGrp="everyone"/>
            <w:r w:rsidRPr="003E754C">
              <w:rPr>
                <w:rFonts w:ascii="Gautami" w:hAnsi="Gautami" w:cs="Gautami"/>
                <w:bCs/>
                <w:sz w:val="18"/>
                <w:szCs w:val="18"/>
                <w:lang w:val="ro-RO"/>
              </w:rPr>
              <w:t xml:space="preserve">  </w:t>
            </w:r>
            <w:permEnd w:id="1339903199"/>
          </w:p>
        </w:tc>
        <w:tc>
          <w:tcPr>
            <w:tcW w:w="1959" w:type="dxa"/>
          </w:tcPr>
          <w:p w:rsidR="00784E20" w:rsidRPr="003E754C" w:rsidRDefault="00784E20" w:rsidP="00453904">
            <w:pPr>
              <w:autoSpaceDE w:val="0"/>
              <w:autoSpaceDN w:val="0"/>
              <w:adjustRightInd w:val="0"/>
              <w:spacing w:before="20" w:after="20" w:line="240" w:lineRule="auto"/>
              <w:ind w:left="34"/>
              <w:rPr>
                <w:rFonts w:ascii="Gautami" w:hAnsi="Gautami" w:cs="Gautami"/>
                <w:bCs/>
                <w:sz w:val="18"/>
                <w:szCs w:val="18"/>
                <w:lang w:val="ro-RO"/>
              </w:rPr>
            </w:pPr>
            <w:permStart w:id="716711435" w:edGrp="everyone"/>
            <w:r w:rsidRPr="003E754C">
              <w:rPr>
                <w:rFonts w:ascii="Gautami" w:hAnsi="Gautami" w:cs="Gautami"/>
                <w:bCs/>
                <w:sz w:val="18"/>
                <w:szCs w:val="18"/>
                <w:lang w:val="ro-RO"/>
              </w:rPr>
              <w:t xml:space="preserve">  </w:t>
            </w:r>
            <w:permEnd w:id="716711435"/>
          </w:p>
        </w:tc>
      </w:tr>
      <w:tr w:rsidR="00784E20" w:rsidRPr="003E754C" w:rsidTr="0042178D">
        <w:trPr>
          <w:trHeight w:val="265"/>
          <w:jc w:val="right"/>
        </w:trPr>
        <w:tc>
          <w:tcPr>
            <w:tcW w:w="2156" w:type="dxa"/>
          </w:tcPr>
          <w:p w:rsidR="00784E20" w:rsidRPr="003E754C" w:rsidRDefault="00784E20"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784E20" w:rsidRPr="003E754C" w:rsidRDefault="00784E20"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   </w:t>
            </w:r>
            <w:permStart w:id="1151668489" w:edGrp="everyone"/>
            <w:r w:rsidRPr="003E754C">
              <w:rPr>
                <w:rFonts w:ascii="Gautami" w:hAnsi="Gautami" w:cs="Gautami"/>
                <w:bCs/>
                <w:sz w:val="18"/>
                <w:szCs w:val="18"/>
                <w:lang w:val="ro-RO"/>
              </w:rPr>
              <w:t xml:space="preserve">  </w:t>
            </w:r>
            <w:r>
              <w:rPr>
                <w:rFonts w:ascii="Gautami" w:hAnsi="Gautami" w:cs="Gautami"/>
                <w:bCs/>
                <w:sz w:val="18"/>
                <w:szCs w:val="18"/>
                <w:lang w:val="ro-RO"/>
              </w:rPr>
              <w:t>-</w:t>
            </w:r>
            <w:r w:rsidRPr="003E754C">
              <w:rPr>
                <w:rFonts w:ascii="Gautami" w:hAnsi="Gautami" w:cs="Gautami"/>
                <w:bCs/>
                <w:sz w:val="18"/>
                <w:szCs w:val="18"/>
                <w:lang w:val="ro-RO"/>
              </w:rPr>
              <w:t xml:space="preserve"> </w:t>
            </w:r>
            <w:permEnd w:id="1151668489"/>
          </w:p>
        </w:tc>
        <w:tc>
          <w:tcPr>
            <w:tcW w:w="3913" w:type="dxa"/>
          </w:tcPr>
          <w:p w:rsidR="00784E20" w:rsidRPr="003E754C" w:rsidRDefault="00784E20" w:rsidP="00453904">
            <w:pPr>
              <w:autoSpaceDE w:val="0"/>
              <w:autoSpaceDN w:val="0"/>
              <w:adjustRightInd w:val="0"/>
              <w:spacing w:before="20" w:after="20" w:line="240" w:lineRule="auto"/>
              <w:ind w:left="34"/>
              <w:rPr>
                <w:rFonts w:ascii="Gautami" w:hAnsi="Gautami" w:cs="Gautami"/>
                <w:bCs/>
                <w:sz w:val="18"/>
                <w:szCs w:val="18"/>
                <w:lang w:val="ro-RO"/>
              </w:rPr>
            </w:pPr>
            <w:permStart w:id="249835886" w:edGrp="everyone"/>
            <w:r w:rsidRPr="003E754C">
              <w:rPr>
                <w:rFonts w:ascii="Gautami" w:hAnsi="Gautami" w:cs="Gautami"/>
                <w:bCs/>
                <w:sz w:val="18"/>
                <w:szCs w:val="18"/>
                <w:lang w:val="ro-RO"/>
              </w:rPr>
              <w:t xml:space="preserve">  </w:t>
            </w:r>
            <w:permEnd w:id="249835886"/>
          </w:p>
        </w:tc>
        <w:tc>
          <w:tcPr>
            <w:tcW w:w="1959" w:type="dxa"/>
          </w:tcPr>
          <w:p w:rsidR="00784E20" w:rsidRPr="003E754C" w:rsidRDefault="00784E20" w:rsidP="00453904">
            <w:pPr>
              <w:autoSpaceDE w:val="0"/>
              <w:autoSpaceDN w:val="0"/>
              <w:adjustRightInd w:val="0"/>
              <w:spacing w:before="20" w:after="20" w:line="240" w:lineRule="auto"/>
              <w:ind w:left="34"/>
              <w:rPr>
                <w:rFonts w:ascii="Gautami" w:hAnsi="Gautami" w:cs="Gautami"/>
                <w:bCs/>
                <w:sz w:val="18"/>
                <w:szCs w:val="18"/>
                <w:lang w:val="ro-RO"/>
              </w:rPr>
            </w:pPr>
            <w:permStart w:id="64186261" w:edGrp="everyone"/>
            <w:r w:rsidRPr="003E754C">
              <w:rPr>
                <w:rFonts w:ascii="Gautami" w:hAnsi="Gautami" w:cs="Gautami"/>
                <w:bCs/>
                <w:sz w:val="18"/>
                <w:szCs w:val="18"/>
                <w:lang w:val="ro-RO"/>
              </w:rPr>
              <w:t xml:space="preserve">  </w:t>
            </w:r>
            <w:permEnd w:id="64186261"/>
          </w:p>
        </w:tc>
      </w:tr>
      <w:tr w:rsidR="00784E20" w:rsidRPr="003E754C" w:rsidTr="0042178D">
        <w:trPr>
          <w:trHeight w:val="243"/>
          <w:jc w:val="right"/>
        </w:trPr>
        <w:tc>
          <w:tcPr>
            <w:tcW w:w="2156" w:type="dxa"/>
          </w:tcPr>
          <w:p w:rsidR="00784E20" w:rsidRPr="003E754C" w:rsidRDefault="00784E20"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784E20" w:rsidRPr="003E754C" w:rsidRDefault="00784E20" w:rsidP="00C12BE1">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Pr: </w:t>
            </w:r>
            <w:r w:rsidRPr="003E754C">
              <w:rPr>
                <w:rFonts w:ascii="Gautami" w:hAnsi="Gautami" w:cs="Gautami"/>
                <w:bCs/>
                <w:sz w:val="18"/>
                <w:szCs w:val="18"/>
                <w:lang w:val="ro-RO"/>
              </w:rPr>
              <w:t xml:space="preserve"> </w:t>
            </w:r>
            <w:permStart w:id="1809736990" w:edGrp="everyone"/>
            <w:r w:rsidRPr="003E754C">
              <w:rPr>
                <w:rFonts w:ascii="Gautami" w:hAnsi="Gautami" w:cs="Gautami"/>
                <w:bCs/>
                <w:sz w:val="18"/>
                <w:szCs w:val="18"/>
                <w:lang w:val="ro-RO"/>
              </w:rPr>
              <w:t xml:space="preserve">  </w:t>
            </w:r>
            <w:r>
              <w:rPr>
                <w:rFonts w:ascii="Gautami" w:hAnsi="Gautami" w:cs="Gautami"/>
                <w:bCs/>
                <w:sz w:val="18"/>
                <w:szCs w:val="18"/>
                <w:lang w:val="ro-RO"/>
              </w:rPr>
              <w:t>-</w:t>
            </w:r>
            <w:r w:rsidRPr="003E754C">
              <w:rPr>
                <w:rFonts w:ascii="Gautami" w:hAnsi="Gautami" w:cs="Gautami"/>
                <w:bCs/>
                <w:sz w:val="18"/>
                <w:szCs w:val="18"/>
                <w:lang w:val="ro-RO"/>
              </w:rPr>
              <w:t xml:space="preserve"> </w:t>
            </w:r>
            <w:permEnd w:id="1809736990"/>
            <w:r w:rsidRPr="003E754C">
              <w:rPr>
                <w:rFonts w:ascii="Gautami" w:hAnsi="Gautami" w:cs="Gautami"/>
                <w:bCs/>
                <w:sz w:val="18"/>
                <w:szCs w:val="18"/>
                <w:lang w:val="ro-RO"/>
              </w:rPr>
              <w:t xml:space="preserve">     </w:t>
            </w:r>
          </w:p>
        </w:tc>
        <w:tc>
          <w:tcPr>
            <w:tcW w:w="3913" w:type="dxa"/>
          </w:tcPr>
          <w:p w:rsidR="00784E20" w:rsidRPr="003E754C" w:rsidRDefault="00784E20" w:rsidP="00453904">
            <w:pPr>
              <w:autoSpaceDE w:val="0"/>
              <w:autoSpaceDN w:val="0"/>
              <w:adjustRightInd w:val="0"/>
              <w:spacing w:before="20" w:after="20" w:line="240" w:lineRule="auto"/>
              <w:ind w:left="34"/>
              <w:rPr>
                <w:rFonts w:ascii="Gautami" w:hAnsi="Gautami" w:cs="Gautami"/>
                <w:bCs/>
                <w:sz w:val="18"/>
                <w:szCs w:val="18"/>
                <w:lang w:val="ro-RO"/>
              </w:rPr>
            </w:pPr>
            <w:permStart w:id="1589903388" w:edGrp="everyone"/>
            <w:r w:rsidRPr="003E754C">
              <w:rPr>
                <w:rFonts w:ascii="Gautami" w:hAnsi="Gautami" w:cs="Gautami"/>
                <w:bCs/>
                <w:sz w:val="18"/>
                <w:szCs w:val="18"/>
                <w:lang w:val="ro-RO"/>
              </w:rPr>
              <w:t xml:space="preserve">  </w:t>
            </w:r>
            <w:permEnd w:id="1589903388"/>
          </w:p>
        </w:tc>
        <w:tc>
          <w:tcPr>
            <w:tcW w:w="1959" w:type="dxa"/>
          </w:tcPr>
          <w:p w:rsidR="00784E20" w:rsidRPr="003E754C" w:rsidRDefault="00784E20" w:rsidP="00453904">
            <w:pPr>
              <w:autoSpaceDE w:val="0"/>
              <w:autoSpaceDN w:val="0"/>
              <w:adjustRightInd w:val="0"/>
              <w:spacing w:before="20" w:after="20" w:line="240" w:lineRule="auto"/>
              <w:ind w:left="34"/>
              <w:rPr>
                <w:rFonts w:ascii="Gautami" w:hAnsi="Gautami" w:cs="Gautami"/>
                <w:bCs/>
                <w:sz w:val="18"/>
                <w:szCs w:val="18"/>
                <w:lang w:val="ro-RO"/>
              </w:rPr>
            </w:pPr>
            <w:permStart w:id="1827952184" w:edGrp="everyone"/>
            <w:r w:rsidRPr="003E754C">
              <w:rPr>
                <w:rFonts w:ascii="Gautami" w:hAnsi="Gautami" w:cs="Gautami"/>
                <w:bCs/>
                <w:sz w:val="18"/>
                <w:szCs w:val="18"/>
                <w:lang w:val="ro-RO"/>
              </w:rPr>
              <w:t xml:space="preserve">  </w:t>
            </w:r>
            <w:permEnd w:id="1827952184"/>
          </w:p>
        </w:tc>
      </w:tr>
      <w:tr w:rsidR="00784E20" w:rsidRPr="003E754C" w:rsidTr="0042178D">
        <w:trPr>
          <w:trHeight w:val="265"/>
          <w:jc w:val="right"/>
        </w:trPr>
        <w:tc>
          <w:tcPr>
            <w:tcW w:w="10597" w:type="dxa"/>
            <w:gridSpan w:val="4"/>
            <w:shd w:val="clear" w:color="auto" w:fill="FFFFFF"/>
          </w:tcPr>
          <w:p w:rsidR="00784E20" w:rsidRPr="003E754C" w:rsidRDefault="00784E20" w:rsidP="00691717">
            <w:pPr>
              <w:autoSpaceDE w:val="0"/>
              <w:autoSpaceDN w:val="0"/>
              <w:adjustRightInd w:val="0"/>
              <w:spacing w:before="20" w:after="20" w:line="240" w:lineRule="auto"/>
              <w:ind w:left="495" w:hanging="425"/>
              <w:rPr>
                <w:rFonts w:cs="Gautami"/>
                <w:bCs/>
                <w:sz w:val="18"/>
                <w:szCs w:val="18"/>
                <w:lang w:val="ro-RO"/>
              </w:rPr>
            </w:pPr>
            <w:r w:rsidRPr="003E754C">
              <w:rPr>
                <w:rFonts w:ascii="Gautami" w:hAnsi="Gautami" w:cs="Gautami"/>
                <w:b/>
                <w:bCs/>
                <w:sz w:val="18"/>
                <w:szCs w:val="18"/>
                <w:lang w:val="ro-RO"/>
              </w:rPr>
              <w:t>10.</w:t>
            </w:r>
            <w:r w:rsidRPr="003E754C">
              <w:rPr>
                <w:rFonts w:ascii="Gautami" w:hAnsi="Gautami" w:cs="Gautami"/>
                <w:b/>
                <w:bCs/>
                <w:sz w:val="18"/>
                <w:szCs w:val="18"/>
                <w:shd w:val="clear" w:color="auto" w:fill="F2F2F2"/>
                <w:lang w:val="ro-RO"/>
              </w:rPr>
              <w:t>6</w:t>
            </w:r>
            <w:r w:rsidRPr="003E754C">
              <w:rPr>
                <w:rFonts w:ascii="Gautami" w:hAnsi="Gautami" w:cs="Gautami"/>
                <w:bCs/>
                <w:sz w:val="18"/>
                <w:szCs w:val="18"/>
                <w:shd w:val="clear" w:color="auto" w:fill="F2F2F2"/>
                <w:lang w:val="ro-RO"/>
              </w:rPr>
              <w:t xml:space="preserve"> Standard minim de performanţă</w:t>
            </w:r>
            <w:r w:rsidRPr="003E754C">
              <w:rPr>
                <w:rFonts w:cs="Gautami"/>
                <w:bCs/>
                <w:sz w:val="18"/>
                <w:szCs w:val="18"/>
                <w:shd w:val="clear" w:color="auto" w:fill="F2F2F2"/>
                <w:lang w:val="ro-RO"/>
              </w:rPr>
              <w:t xml:space="preserve"> </w:t>
            </w:r>
            <w:r w:rsidRPr="003E754C">
              <w:rPr>
                <w:rFonts w:cs="Gautami"/>
                <w:bCs/>
                <w:sz w:val="16"/>
                <w:szCs w:val="16"/>
                <w:shd w:val="clear" w:color="auto" w:fill="F2F2F2"/>
                <w:lang w:val="ro-RO"/>
              </w:rPr>
              <w:t>(volumul de cunoştinţe minim necesar pentru promovarea disciplinei şi modul în care se verifică stăpânirea lui)</w:t>
            </w:r>
          </w:p>
        </w:tc>
      </w:tr>
      <w:tr w:rsidR="00784E20" w:rsidRPr="003E754C" w:rsidTr="0042178D">
        <w:trPr>
          <w:trHeight w:val="265"/>
          <w:jc w:val="right"/>
        </w:trPr>
        <w:tc>
          <w:tcPr>
            <w:tcW w:w="10597" w:type="dxa"/>
            <w:gridSpan w:val="4"/>
          </w:tcPr>
          <w:p w:rsidR="00784E20" w:rsidRPr="003E754C" w:rsidRDefault="00784E20" w:rsidP="00BA501D">
            <w:pPr>
              <w:numPr>
                <w:ilvl w:val="0"/>
                <w:numId w:val="16"/>
              </w:numPr>
              <w:autoSpaceDE w:val="0"/>
              <w:autoSpaceDN w:val="0"/>
              <w:adjustRightInd w:val="0"/>
              <w:spacing w:before="20" w:after="20" w:line="240" w:lineRule="auto"/>
              <w:ind w:left="459" w:hanging="389"/>
              <w:rPr>
                <w:rFonts w:ascii="Gautami" w:hAnsi="Gautami" w:cs="Gautami"/>
                <w:bCs/>
                <w:sz w:val="18"/>
                <w:szCs w:val="18"/>
                <w:lang w:val="ro-RO"/>
              </w:rPr>
            </w:pPr>
            <w:permStart w:id="1558777641" w:edGrp="everyone"/>
            <w:r>
              <w:rPr>
                <w:rFonts w:ascii="Gautami" w:hAnsi="Gautami" w:cs="Gautami"/>
                <w:bCs/>
                <w:sz w:val="18"/>
                <w:szCs w:val="18"/>
                <w:lang w:val="ro-RO"/>
              </w:rPr>
              <w:t xml:space="preserve">  </w:t>
            </w:r>
            <w:proofErr w:type="spellStart"/>
            <w:r>
              <w:rPr>
                <w:rFonts w:ascii="Gautami" w:hAnsi="Gautami" w:cs="Gautami"/>
                <w:bCs/>
                <w:sz w:val="18"/>
                <w:szCs w:val="18"/>
                <w:lang w:val="ro-RO"/>
              </w:rPr>
              <w:t>Obtinerea</w:t>
            </w:r>
            <w:proofErr w:type="spellEnd"/>
            <w:r>
              <w:rPr>
                <w:rFonts w:ascii="Gautami" w:hAnsi="Gautami" w:cs="Gautami"/>
                <w:bCs/>
                <w:sz w:val="18"/>
                <w:szCs w:val="18"/>
                <w:lang w:val="ro-RO"/>
              </w:rPr>
              <w:t xml:space="preserve"> punctajului </w:t>
            </w:r>
            <w:proofErr w:type="spellStart"/>
            <w:r>
              <w:rPr>
                <w:rFonts w:ascii="Gautami" w:hAnsi="Gautami" w:cs="Gautami"/>
                <w:bCs/>
                <w:sz w:val="18"/>
                <w:szCs w:val="18"/>
                <w:lang w:val="ro-RO"/>
              </w:rPr>
              <w:t>corespunzator</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fiecarui</w:t>
            </w:r>
            <w:proofErr w:type="spellEnd"/>
            <w:r>
              <w:rPr>
                <w:rFonts w:ascii="Gautami" w:hAnsi="Gautami" w:cs="Gautami"/>
                <w:bCs/>
                <w:sz w:val="18"/>
                <w:szCs w:val="18"/>
                <w:lang w:val="ro-RO"/>
              </w:rPr>
              <w:t xml:space="preserve"> subiect de examen  </w:t>
            </w:r>
            <w:permEnd w:id="1558777641"/>
          </w:p>
        </w:tc>
      </w:tr>
    </w:tbl>
    <w:p w:rsidR="00784E20" w:rsidRPr="003E754C" w:rsidRDefault="00784E20" w:rsidP="0076356B">
      <w:pPr>
        <w:autoSpaceDE w:val="0"/>
        <w:autoSpaceDN w:val="0"/>
        <w:adjustRightInd w:val="0"/>
        <w:spacing w:after="0" w:line="240" w:lineRule="auto"/>
        <w:ind w:firstLine="720"/>
        <w:jc w:val="both"/>
        <w:rPr>
          <w:rFonts w:ascii="Verdana" w:hAnsi="Verdana"/>
          <w:bCs/>
          <w:sz w:val="24"/>
          <w:szCs w:val="24"/>
          <w:lang w:val="ro-RO"/>
        </w:rPr>
      </w:pPr>
    </w:p>
    <w:p w:rsidR="00784E20" w:rsidRPr="003E754C" w:rsidRDefault="00784E20" w:rsidP="0076356B">
      <w:pPr>
        <w:autoSpaceDE w:val="0"/>
        <w:autoSpaceDN w:val="0"/>
        <w:adjustRightInd w:val="0"/>
        <w:spacing w:after="0" w:line="240" w:lineRule="auto"/>
        <w:ind w:firstLine="720"/>
        <w:jc w:val="both"/>
        <w:rPr>
          <w:rFonts w:ascii="Verdana" w:hAnsi="Verdana"/>
          <w:bCs/>
          <w:sz w:val="24"/>
          <w:szCs w:val="24"/>
          <w:lang w:val="ro-RO"/>
        </w:rPr>
      </w:pPr>
    </w:p>
    <w:p w:rsidR="00784E20" w:rsidRPr="003E754C" w:rsidRDefault="00784E20" w:rsidP="0076356B">
      <w:pPr>
        <w:autoSpaceDE w:val="0"/>
        <w:autoSpaceDN w:val="0"/>
        <w:adjustRightInd w:val="0"/>
        <w:spacing w:after="0" w:line="240" w:lineRule="auto"/>
        <w:ind w:firstLine="720"/>
        <w:jc w:val="both"/>
        <w:rPr>
          <w:rFonts w:ascii="Verdana" w:hAnsi="Verdana"/>
          <w:bCs/>
          <w:sz w:val="24"/>
          <w:szCs w:val="24"/>
          <w:lang w:val="ro-RO"/>
        </w:rPr>
      </w:pPr>
    </w:p>
    <w:tbl>
      <w:tblPr>
        <w:tblW w:w="0" w:type="auto"/>
        <w:jc w:val="center"/>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98"/>
        <w:gridCol w:w="3808"/>
        <w:gridCol w:w="3455"/>
      </w:tblGrid>
      <w:tr w:rsidR="00784E20" w:rsidRPr="003E754C" w:rsidTr="00104FB1">
        <w:trPr>
          <w:trHeight w:val="235"/>
          <w:jc w:val="center"/>
        </w:trPr>
        <w:tc>
          <w:tcPr>
            <w:tcW w:w="3298" w:type="dxa"/>
            <w:tcBorders>
              <w:top w:val="nil"/>
              <w:left w:val="nil"/>
              <w:bottom w:val="nil"/>
              <w:right w:val="nil"/>
            </w:tcBorders>
          </w:tcPr>
          <w:p w:rsidR="00784E20" w:rsidRPr="003E754C" w:rsidRDefault="00784E20" w:rsidP="00104FB1">
            <w:pPr>
              <w:autoSpaceDE w:val="0"/>
              <w:autoSpaceDN w:val="0"/>
              <w:adjustRightInd w:val="0"/>
              <w:spacing w:before="40" w:after="40" w:line="240" w:lineRule="auto"/>
              <w:ind w:left="35"/>
              <w:jc w:val="center"/>
              <w:rPr>
                <w:rFonts w:ascii="Verdana" w:hAnsi="Verdana"/>
                <w:b/>
                <w:bCs/>
                <w:sz w:val="18"/>
                <w:szCs w:val="18"/>
                <w:lang w:val="ro-RO"/>
              </w:rPr>
            </w:pPr>
            <w:r w:rsidRPr="003E754C">
              <w:rPr>
                <w:rFonts w:ascii="Gautami" w:hAnsi="Gautami" w:cs="Gautami"/>
                <w:b/>
                <w:bCs/>
                <w:sz w:val="18"/>
                <w:szCs w:val="18"/>
                <w:lang w:val="ro-RO"/>
              </w:rPr>
              <w:t>Data completării</w:t>
            </w:r>
          </w:p>
        </w:tc>
        <w:tc>
          <w:tcPr>
            <w:tcW w:w="3808" w:type="dxa"/>
            <w:tcBorders>
              <w:top w:val="nil"/>
              <w:left w:val="nil"/>
              <w:bottom w:val="nil"/>
              <w:right w:val="nil"/>
            </w:tcBorders>
          </w:tcPr>
          <w:p w:rsidR="00784E20" w:rsidRDefault="00784E20"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w:t>
            </w:r>
            <w:r w:rsidRPr="003E754C">
              <w:rPr>
                <w:rFonts w:ascii="Gautami" w:hAnsi="Gautami" w:cs="Gautami"/>
                <w:b/>
                <w:bCs/>
                <w:sz w:val="18"/>
                <w:szCs w:val="18"/>
                <w:lang w:val="ro-RO"/>
              </w:rPr>
              <w:t xml:space="preserve"> de curs</w:t>
            </w:r>
          </w:p>
          <w:p w:rsidR="00784E20" w:rsidRPr="00EF64FC" w:rsidRDefault="00784E20" w:rsidP="00104FB1">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EF64FC">
              <w:rPr>
                <w:rFonts w:cs="Gautami"/>
                <w:b/>
                <w:bCs/>
                <w:sz w:val="18"/>
                <w:szCs w:val="18"/>
                <w:lang w:val="ro-RO"/>
              </w:rPr>
              <w:t>ătura)</w:t>
            </w:r>
          </w:p>
        </w:tc>
        <w:tc>
          <w:tcPr>
            <w:tcW w:w="3455" w:type="dxa"/>
            <w:tcBorders>
              <w:top w:val="nil"/>
              <w:left w:val="nil"/>
              <w:bottom w:val="nil"/>
              <w:right w:val="nil"/>
            </w:tcBorders>
          </w:tcPr>
          <w:p w:rsidR="00784E20" w:rsidRDefault="00784E20" w:rsidP="000A6FD5">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 activităţi</w:t>
            </w:r>
            <w:r w:rsidRPr="003E754C">
              <w:rPr>
                <w:rFonts w:ascii="Gautami" w:hAnsi="Gautami" w:cs="Gautami"/>
                <w:b/>
                <w:bCs/>
                <w:sz w:val="18"/>
                <w:szCs w:val="18"/>
                <w:lang w:val="ro-RO"/>
              </w:rPr>
              <w:t xml:space="preserve"> aplicative</w:t>
            </w:r>
          </w:p>
          <w:p w:rsidR="00784E20" w:rsidRPr="003E754C" w:rsidRDefault="00784E20" w:rsidP="000A6FD5">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784E20" w:rsidRPr="003E754C" w:rsidTr="00104FB1">
        <w:trPr>
          <w:jc w:val="center"/>
        </w:trPr>
        <w:tc>
          <w:tcPr>
            <w:tcW w:w="3298" w:type="dxa"/>
            <w:tcBorders>
              <w:top w:val="nil"/>
              <w:left w:val="nil"/>
              <w:bottom w:val="nil"/>
              <w:right w:val="nil"/>
            </w:tcBorders>
          </w:tcPr>
          <w:p w:rsidR="00784E20" w:rsidRPr="003E754C" w:rsidRDefault="00784E20" w:rsidP="00104FB1">
            <w:pPr>
              <w:autoSpaceDE w:val="0"/>
              <w:autoSpaceDN w:val="0"/>
              <w:adjustRightInd w:val="0"/>
              <w:spacing w:before="40" w:after="40" w:line="240" w:lineRule="auto"/>
              <w:ind w:left="35"/>
              <w:jc w:val="center"/>
              <w:rPr>
                <w:rFonts w:ascii="Verdana" w:hAnsi="Verdana"/>
                <w:bCs/>
                <w:sz w:val="18"/>
                <w:szCs w:val="18"/>
                <w:lang w:val="ro-RO"/>
              </w:rPr>
            </w:pPr>
            <w:permStart w:id="50273675" w:edGrp="everyone"/>
            <w:r w:rsidRPr="003E754C">
              <w:rPr>
                <w:rFonts w:ascii="Verdana" w:hAnsi="Verdana"/>
                <w:bCs/>
                <w:sz w:val="18"/>
                <w:szCs w:val="18"/>
                <w:lang w:val="ro-RO"/>
              </w:rPr>
              <w:t xml:space="preserve">  </w:t>
            </w:r>
            <w:r w:rsidR="00ED57C5">
              <w:rPr>
                <w:rFonts w:ascii="Verdana" w:hAnsi="Verdana"/>
                <w:bCs/>
                <w:sz w:val="18"/>
                <w:szCs w:val="18"/>
                <w:lang w:val="ro-RO"/>
              </w:rPr>
              <w:t>12.11.2014</w:t>
            </w:r>
            <w:bookmarkStart w:id="0" w:name="_GoBack"/>
            <w:bookmarkEnd w:id="0"/>
            <w:r w:rsidRPr="003E754C">
              <w:rPr>
                <w:rFonts w:ascii="Verdana" w:hAnsi="Verdana"/>
                <w:bCs/>
                <w:sz w:val="18"/>
                <w:szCs w:val="18"/>
                <w:lang w:val="ro-RO"/>
              </w:rPr>
              <w:t xml:space="preserve">  </w:t>
            </w:r>
            <w:permEnd w:id="50273675"/>
          </w:p>
        </w:tc>
        <w:tc>
          <w:tcPr>
            <w:tcW w:w="3808" w:type="dxa"/>
            <w:tcBorders>
              <w:top w:val="nil"/>
              <w:left w:val="nil"/>
              <w:bottom w:val="nil"/>
              <w:right w:val="nil"/>
            </w:tcBorders>
          </w:tcPr>
          <w:p w:rsidR="00784E20" w:rsidRDefault="00784E20" w:rsidP="00104FB1">
            <w:pPr>
              <w:autoSpaceDE w:val="0"/>
              <w:autoSpaceDN w:val="0"/>
              <w:adjustRightInd w:val="0"/>
              <w:spacing w:before="40" w:after="40" w:line="240" w:lineRule="auto"/>
              <w:jc w:val="center"/>
              <w:rPr>
                <w:rFonts w:ascii="Gautami" w:hAnsi="Gautami" w:cs="Gautami"/>
                <w:bCs/>
                <w:sz w:val="18"/>
                <w:szCs w:val="18"/>
                <w:lang w:val="ro-RO"/>
              </w:rPr>
            </w:pPr>
          </w:p>
          <w:p w:rsidR="00784E20" w:rsidRPr="003E754C" w:rsidRDefault="00784E20"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c>
          <w:tcPr>
            <w:tcW w:w="3455" w:type="dxa"/>
            <w:tcBorders>
              <w:top w:val="nil"/>
              <w:left w:val="nil"/>
              <w:bottom w:val="nil"/>
              <w:right w:val="nil"/>
            </w:tcBorders>
          </w:tcPr>
          <w:p w:rsidR="00784E20" w:rsidRDefault="00784E20" w:rsidP="00104FB1">
            <w:pPr>
              <w:autoSpaceDE w:val="0"/>
              <w:autoSpaceDN w:val="0"/>
              <w:adjustRightInd w:val="0"/>
              <w:spacing w:before="40" w:after="40" w:line="240" w:lineRule="auto"/>
              <w:jc w:val="center"/>
              <w:rPr>
                <w:rFonts w:ascii="Gautami" w:hAnsi="Gautami" w:cs="Gautami"/>
                <w:bCs/>
                <w:sz w:val="18"/>
                <w:szCs w:val="18"/>
                <w:lang w:val="ro-RO"/>
              </w:rPr>
            </w:pPr>
          </w:p>
          <w:p w:rsidR="00784E20" w:rsidRPr="003E754C" w:rsidRDefault="00784E20"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r>
    </w:tbl>
    <w:p w:rsidR="00784E20" w:rsidRPr="003E754C" w:rsidRDefault="00784E20" w:rsidP="00B927FF">
      <w:pPr>
        <w:autoSpaceDE w:val="0"/>
        <w:autoSpaceDN w:val="0"/>
        <w:adjustRightInd w:val="0"/>
        <w:spacing w:after="0" w:line="240" w:lineRule="auto"/>
        <w:ind w:firstLine="720"/>
        <w:jc w:val="both"/>
        <w:rPr>
          <w:rFonts w:ascii="Verdana" w:hAnsi="Verdana"/>
          <w:bCs/>
          <w:sz w:val="24"/>
          <w:szCs w:val="24"/>
          <w:lang w:val="ro-RO"/>
        </w:rPr>
      </w:pPr>
    </w:p>
    <w:p w:rsidR="00784E20" w:rsidRPr="003E754C" w:rsidRDefault="00784E20" w:rsidP="00B927FF">
      <w:pPr>
        <w:autoSpaceDE w:val="0"/>
        <w:autoSpaceDN w:val="0"/>
        <w:adjustRightInd w:val="0"/>
        <w:spacing w:after="0" w:line="240" w:lineRule="auto"/>
        <w:ind w:firstLine="720"/>
        <w:jc w:val="both"/>
        <w:rPr>
          <w:rFonts w:ascii="Verdana" w:hAnsi="Verdana"/>
          <w:bCs/>
          <w:sz w:val="24"/>
          <w:szCs w:val="24"/>
          <w:lang w:val="ro-RO"/>
        </w:rPr>
      </w:pPr>
    </w:p>
    <w:tbl>
      <w:tblPr>
        <w:tblW w:w="0" w:type="auto"/>
        <w:tblInd w:w="108" w:type="dxa"/>
        <w:tblLayout w:type="fixed"/>
        <w:tblLook w:val="00A0" w:firstRow="1" w:lastRow="0" w:firstColumn="1" w:lastColumn="0" w:noHBand="0" w:noVBand="0"/>
      </w:tblPr>
      <w:tblGrid>
        <w:gridCol w:w="3626"/>
        <w:gridCol w:w="3462"/>
        <w:gridCol w:w="3481"/>
      </w:tblGrid>
      <w:tr w:rsidR="00784E20" w:rsidRPr="003E754C" w:rsidTr="00104FB1">
        <w:trPr>
          <w:trHeight w:val="235"/>
        </w:trPr>
        <w:tc>
          <w:tcPr>
            <w:tcW w:w="3626" w:type="dxa"/>
          </w:tcPr>
          <w:p w:rsidR="00784E20" w:rsidRDefault="00784E20" w:rsidP="000A6FD5">
            <w:pPr>
              <w:autoSpaceDE w:val="0"/>
              <w:autoSpaceDN w:val="0"/>
              <w:adjustRightInd w:val="0"/>
              <w:spacing w:before="40" w:after="40" w:line="240" w:lineRule="auto"/>
              <w:ind w:left="34"/>
              <w:jc w:val="center"/>
              <w:rPr>
                <w:rFonts w:ascii="Gautami" w:hAnsi="Gautami" w:cs="Gautami"/>
                <w:b/>
                <w:bCs/>
                <w:sz w:val="18"/>
                <w:szCs w:val="18"/>
                <w:lang w:val="ro-RO"/>
              </w:rPr>
            </w:pPr>
            <w:r>
              <w:rPr>
                <w:rFonts w:ascii="Gautami" w:hAnsi="Gautami" w:cs="Gautami"/>
                <w:b/>
                <w:bCs/>
                <w:sz w:val="18"/>
                <w:szCs w:val="18"/>
                <w:lang w:val="ro-RO"/>
              </w:rPr>
              <w:t>Director</w:t>
            </w:r>
            <w:r w:rsidRPr="003E754C">
              <w:rPr>
                <w:rFonts w:ascii="Gautami" w:hAnsi="Gautami" w:cs="Gautami"/>
                <w:b/>
                <w:bCs/>
                <w:sz w:val="18"/>
                <w:szCs w:val="18"/>
                <w:lang w:val="ro-RO"/>
              </w:rPr>
              <w:t xml:space="preserve"> de departament</w:t>
            </w:r>
          </w:p>
          <w:p w:rsidR="00784E20" w:rsidRPr="003E754C" w:rsidRDefault="00784E20" w:rsidP="000A6FD5">
            <w:pPr>
              <w:autoSpaceDE w:val="0"/>
              <w:autoSpaceDN w:val="0"/>
              <w:adjustRightInd w:val="0"/>
              <w:spacing w:before="40" w:after="40" w:line="240" w:lineRule="auto"/>
              <w:ind w:left="34"/>
              <w:jc w:val="center"/>
              <w:rPr>
                <w:rFonts w:ascii="Verdana" w:hAnsi="Verdana"/>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c>
          <w:tcPr>
            <w:tcW w:w="3462" w:type="dxa"/>
          </w:tcPr>
          <w:p w:rsidR="00784E20" w:rsidRPr="003E754C" w:rsidRDefault="00784E20" w:rsidP="00104FB1">
            <w:pPr>
              <w:autoSpaceDE w:val="0"/>
              <w:autoSpaceDN w:val="0"/>
              <w:adjustRightInd w:val="0"/>
              <w:spacing w:before="40" w:after="40" w:line="240" w:lineRule="auto"/>
              <w:jc w:val="center"/>
              <w:rPr>
                <w:rFonts w:ascii="Verdana" w:hAnsi="Verdana"/>
                <w:b/>
                <w:bCs/>
                <w:sz w:val="18"/>
                <w:szCs w:val="18"/>
                <w:lang w:val="ro-RO"/>
              </w:rPr>
            </w:pPr>
            <w:r w:rsidRPr="003E754C">
              <w:rPr>
                <w:rFonts w:ascii="Gautami" w:hAnsi="Gautami" w:cs="Gautami"/>
                <w:b/>
                <w:bCs/>
                <w:sz w:val="18"/>
                <w:szCs w:val="18"/>
                <w:lang w:val="ro-RO"/>
              </w:rPr>
              <w:t>Data avizării în Consiliul Facultăţii</w:t>
            </w:r>
            <w:r w:rsidRPr="003E754C">
              <w:rPr>
                <w:rStyle w:val="FootnoteReference"/>
                <w:rFonts w:ascii="Gautami" w:hAnsi="Gautami" w:cs="Gautami"/>
                <w:b/>
                <w:bCs/>
                <w:sz w:val="18"/>
                <w:szCs w:val="18"/>
                <w:lang w:val="ro-RO"/>
              </w:rPr>
              <w:footnoteReference w:id="12"/>
            </w:r>
          </w:p>
        </w:tc>
        <w:tc>
          <w:tcPr>
            <w:tcW w:w="3481" w:type="dxa"/>
          </w:tcPr>
          <w:p w:rsidR="00784E20" w:rsidRDefault="00784E20"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Decan</w:t>
            </w:r>
          </w:p>
          <w:p w:rsidR="00784E20" w:rsidRPr="003E754C" w:rsidRDefault="00784E20"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784E20" w:rsidRPr="00691717" w:rsidTr="00104FB1">
        <w:tc>
          <w:tcPr>
            <w:tcW w:w="3626" w:type="dxa"/>
          </w:tcPr>
          <w:p w:rsidR="00784E20" w:rsidRDefault="00784E20" w:rsidP="00104FB1">
            <w:pPr>
              <w:tabs>
                <w:tab w:val="left" w:pos="743"/>
              </w:tabs>
              <w:autoSpaceDE w:val="0"/>
              <w:autoSpaceDN w:val="0"/>
              <w:adjustRightInd w:val="0"/>
              <w:spacing w:before="40" w:after="40" w:line="240" w:lineRule="auto"/>
              <w:ind w:left="34"/>
              <w:jc w:val="center"/>
              <w:rPr>
                <w:rFonts w:ascii="Gautami" w:hAnsi="Gautami" w:cs="Gautami"/>
                <w:bCs/>
                <w:sz w:val="18"/>
                <w:szCs w:val="18"/>
                <w:lang w:val="ro-RO"/>
              </w:rPr>
            </w:pPr>
          </w:p>
          <w:p w:rsidR="00784E20" w:rsidRPr="003E754C" w:rsidRDefault="00784E20" w:rsidP="00104FB1">
            <w:pPr>
              <w:tabs>
                <w:tab w:val="left" w:pos="743"/>
              </w:tabs>
              <w:autoSpaceDE w:val="0"/>
              <w:autoSpaceDN w:val="0"/>
              <w:adjustRightInd w:val="0"/>
              <w:spacing w:before="40" w:after="40" w:line="240" w:lineRule="auto"/>
              <w:ind w:left="34"/>
              <w:jc w:val="center"/>
              <w:rPr>
                <w:rFonts w:ascii="Verdana" w:hAnsi="Verdana"/>
                <w:bCs/>
                <w:sz w:val="18"/>
                <w:szCs w:val="18"/>
                <w:lang w:val="ro-RO"/>
              </w:rPr>
            </w:pPr>
            <w:r w:rsidRPr="003E754C">
              <w:rPr>
                <w:rFonts w:ascii="Gautami" w:hAnsi="Gautami" w:cs="Gautami"/>
                <w:bCs/>
                <w:sz w:val="18"/>
                <w:szCs w:val="18"/>
                <w:lang w:val="ro-RO"/>
              </w:rPr>
              <w:lastRenderedPageBreak/>
              <w:t>…………………….………</w:t>
            </w:r>
          </w:p>
        </w:tc>
        <w:tc>
          <w:tcPr>
            <w:tcW w:w="3462" w:type="dxa"/>
          </w:tcPr>
          <w:p w:rsidR="00784E20" w:rsidRPr="003E754C" w:rsidRDefault="00784E20" w:rsidP="00104FB1">
            <w:pPr>
              <w:autoSpaceDE w:val="0"/>
              <w:autoSpaceDN w:val="0"/>
              <w:adjustRightInd w:val="0"/>
              <w:spacing w:before="40" w:after="40" w:line="240" w:lineRule="auto"/>
              <w:jc w:val="center"/>
              <w:rPr>
                <w:rFonts w:ascii="Verdana" w:hAnsi="Verdana"/>
                <w:bCs/>
                <w:sz w:val="18"/>
                <w:szCs w:val="18"/>
                <w:lang w:val="ro-RO"/>
              </w:rPr>
            </w:pPr>
            <w:permStart w:id="391388602" w:edGrp="everyone"/>
            <w:r w:rsidRPr="003E754C">
              <w:rPr>
                <w:rFonts w:ascii="Verdana" w:hAnsi="Verdana"/>
                <w:bCs/>
                <w:sz w:val="18"/>
                <w:szCs w:val="18"/>
                <w:lang w:val="ro-RO"/>
              </w:rPr>
              <w:lastRenderedPageBreak/>
              <w:t xml:space="preserve">   </w:t>
            </w:r>
            <w:permEnd w:id="391388602"/>
          </w:p>
        </w:tc>
        <w:tc>
          <w:tcPr>
            <w:tcW w:w="3481" w:type="dxa"/>
          </w:tcPr>
          <w:p w:rsidR="00784E20" w:rsidRDefault="00784E20" w:rsidP="00104FB1">
            <w:pPr>
              <w:autoSpaceDE w:val="0"/>
              <w:autoSpaceDN w:val="0"/>
              <w:adjustRightInd w:val="0"/>
              <w:spacing w:before="40" w:after="40" w:line="240" w:lineRule="auto"/>
              <w:jc w:val="center"/>
              <w:rPr>
                <w:rFonts w:ascii="Gautami" w:hAnsi="Gautami" w:cs="Gautami"/>
                <w:bCs/>
                <w:sz w:val="18"/>
                <w:szCs w:val="18"/>
                <w:lang w:val="ro-RO"/>
              </w:rPr>
            </w:pPr>
          </w:p>
          <w:p w:rsidR="00784E20" w:rsidRPr="00691717" w:rsidRDefault="00784E20" w:rsidP="00104FB1">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lastRenderedPageBreak/>
              <w:t>…………………….………</w:t>
            </w:r>
          </w:p>
        </w:tc>
      </w:tr>
    </w:tbl>
    <w:p w:rsidR="00784E20" w:rsidRPr="004272F6" w:rsidRDefault="00784E20" w:rsidP="00691717">
      <w:pPr>
        <w:autoSpaceDE w:val="0"/>
        <w:autoSpaceDN w:val="0"/>
        <w:adjustRightInd w:val="0"/>
        <w:spacing w:line="240" w:lineRule="auto"/>
        <w:ind w:firstLine="284"/>
        <w:jc w:val="both"/>
        <w:rPr>
          <w:rFonts w:ascii="Verdana" w:hAnsi="Verdana"/>
          <w:bCs/>
          <w:sz w:val="20"/>
          <w:szCs w:val="20"/>
          <w:lang w:val="ro-RO"/>
        </w:rPr>
      </w:pPr>
    </w:p>
    <w:sectPr w:rsidR="00784E20" w:rsidRPr="004272F6" w:rsidSect="00DF00D2">
      <w:footerReference w:type="default" r:id="rId8"/>
      <w:pgSz w:w="11906" w:h="16838" w:code="9"/>
      <w:pgMar w:top="851" w:right="567" w:bottom="851"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C58" w:rsidRDefault="00995C58">
      <w:r>
        <w:separator/>
      </w:r>
    </w:p>
  </w:endnote>
  <w:endnote w:type="continuationSeparator" w:id="0">
    <w:p w:rsidR="00995C58" w:rsidRDefault="00995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Gautami">
    <w:panose1 w:val="02000500000000000000"/>
    <w:charset w:val="00"/>
    <w:family w:val="auto"/>
    <w:pitch w:val="variable"/>
    <w:sig w:usb0="002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E20" w:rsidRPr="002C57A4" w:rsidRDefault="00784E20">
    <w:pPr>
      <w:pStyle w:val="Footer"/>
      <w:jc w:val="right"/>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C58" w:rsidRDefault="00995C58">
      <w:r>
        <w:separator/>
      </w:r>
    </w:p>
  </w:footnote>
  <w:footnote w:type="continuationSeparator" w:id="0">
    <w:p w:rsidR="00995C58" w:rsidRDefault="00995C58">
      <w:r>
        <w:continuationSeparator/>
      </w:r>
    </w:p>
  </w:footnote>
  <w:footnote w:id="1">
    <w:p w:rsidR="00784E20" w:rsidRDefault="00784E20" w:rsidP="00BA3485">
      <w:pPr>
        <w:autoSpaceDE w:val="0"/>
        <w:autoSpaceDN w:val="0"/>
        <w:adjustRightInd w:val="0"/>
        <w:spacing w:after="0" w:line="240" w:lineRule="auto"/>
        <w:jc w:val="both"/>
      </w:pPr>
      <w:r w:rsidRPr="00B14113">
        <w:rPr>
          <w:rStyle w:val="FootnoteReference"/>
          <w:rFonts w:ascii="Verdana" w:hAnsi="Verdana"/>
          <w:sz w:val="14"/>
          <w:szCs w:val="14"/>
        </w:rPr>
        <w:footnoteRef/>
      </w:r>
      <w:r w:rsidRPr="00B14113">
        <w:rPr>
          <w:rFonts w:ascii="Verdana" w:hAnsi="Verdana"/>
          <w:sz w:val="14"/>
          <w:szCs w:val="14"/>
          <w:lang w:val="fr-FR"/>
        </w:rPr>
        <w:t xml:space="preserve"> </w:t>
      </w:r>
      <w:r w:rsidRPr="00B14113">
        <w:rPr>
          <w:rFonts w:ascii="Verdana" w:hAnsi="Verdana"/>
          <w:bCs/>
          <w:sz w:val="14"/>
          <w:szCs w:val="14"/>
          <w:lang w:val="ro-RO"/>
        </w:rPr>
        <w:t xml:space="preserve">Formularul corespunde Fişei Disciplinei promovată prin </w:t>
      </w:r>
      <w:r>
        <w:rPr>
          <w:rFonts w:ascii="Verdana" w:hAnsi="Verdana"/>
          <w:sz w:val="14"/>
          <w:szCs w:val="14"/>
          <w:lang w:val="fr-FR"/>
        </w:rPr>
        <w:t>OMECTS 5703/18.12.2011 (Anexa3).</w:t>
      </w:r>
    </w:p>
  </w:footnote>
  <w:footnote w:id="2">
    <w:p w:rsidR="00784E20" w:rsidRDefault="00784E20">
      <w:pPr>
        <w:pStyle w:val="FootnoteText"/>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facultăţii care gestionează programul de studiu căruia îi aparţine disciplina</w:t>
      </w:r>
      <w:r w:rsidRPr="00B14113">
        <w:rPr>
          <w:rFonts w:ascii="Verdana" w:hAnsi="Verdana"/>
          <w:sz w:val="14"/>
          <w:szCs w:val="14"/>
          <w:lang w:val="fr-FR"/>
        </w:rPr>
        <w:t>.</w:t>
      </w:r>
    </w:p>
  </w:footnote>
  <w:footnote w:id="3">
    <w:p w:rsidR="00784E20" w:rsidRDefault="00784E20">
      <w:pPr>
        <w:pStyle w:val="FootnoteText"/>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departamentului căruia i-a fost încredinţată susţinerea disciplinei şi de care aparţine titularul cursului</w:t>
      </w:r>
      <w:r w:rsidRPr="00B14113">
        <w:rPr>
          <w:rFonts w:ascii="Verdana" w:hAnsi="Verdana"/>
          <w:sz w:val="14"/>
          <w:szCs w:val="14"/>
          <w:lang w:val="fr-FR"/>
        </w:rPr>
        <w:t>.</w:t>
      </w:r>
    </w:p>
  </w:footnote>
  <w:footnote w:id="4">
    <w:p w:rsidR="00784E20" w:rsidRDefault="00784E20">
      <w:pPr>
        <w:pStyle w:val="FootnoteText"/>
      </w:pPr>
      <w:r w:rsidRPr="003E754C">
        <w:rPr>
          <w:rStyle w:val="FootnoteReference"/>
        </w:rPr>
        <w:footnoteRef/>
      </w:r>
      <w:r w:rsidRPr="003E754C">
        <w:t xml:space="preserve"> </w:t>
      </w:r>
      <w:r w:rsidRPr="003E754C">
        <w:rPr>
          <w:rFonts w:ascii="Verdana" w:hAnsi="Verdana"/>
          <w:sz w:val="14"/>
          <w:szCs w:val="14"/>
        </w:rPr>
        <w:t xml:space="preserve">Se înscrie codul prevăzut în HG nr. </w:t>
      </w:r>
      <w:r w:rsidRPr="008E18FB">
        <w:rPr>
          <w:rFonts w:ascii="Verdana" w:hAnsi="Verdana"/>
          <w:sz w:val="14"/>
          <w:szCs w:val="14"/>
          <w:lang w:val="fr-FR"/>
        </w:rPr>
        <w:t>493</w:t>
      </w:r>
      <w:r w:rsidRPr="00133314">
        <w:rPr>
          <w:rFonts w:ascii="Verdana" w:hAnsi="Verdana"/>
          <w:sz w:val="14"/>
          <w:szCs w:val="14"/>
          <w:lang w:val="fr-FR"/>
        </w:rPr>
        <w:t>/</w:t>
      </w:r>
      <w:r>
        <w:rPr>
          <w:rFonts w:ascii="Verdana" w:hAnsi="Verdana"/>
          <w:sz w:val="14"/>
          <w:szCs w:val="14"/>
        </w:rPr>
        <w:t>1</w:t>
      </w:r>
      <w:r w:rsidRPr="008E18FB">
        <w:rPr>
          <w:rFonts w:ascii="Verdana" w:hAnsi="Verdana"/>
          <w:sz w:val="14"/>
          <w:szCs w:val="14"/>
          <w:lang w:val="fr-FR"/>
        </w:rPr>
        <w:t>7</w:t>
      </w:r>
      <w:r>
        <w:rPr>
          <w:rFonts w:ascii="Verdana" w:hAnsi="Verdana"/>
          <w:sz w:val="14"/>
          <w:szCs w:val="14"/>
        </w:rPr>
        <w:t>.07.201</w:t>
      </w:r>
      <w:r w:rsidRPr="008E18FB">
        <w:rPr>
          <w:rFonts w:ascii="Verdana" w:hAnsi="Verdana"/>
          <w:sz w:val="14"/>
          <w:szCs w:val="14"/>
          <w:lang w:val="fr-FR"/>
        </w:rPr>
        <w:t>3</w:t>
      </w:r>
      <w:r w:rsidRPr="003E754C">
        <w:rPr>
          <w:rFonts w:ascii="Verdana" w:hAnsi="Verdana"/>
          <w:sz w:val="14"/>
          <w:szCs w:val="14"/>
        </w:rPr>
        <w:t>.</w:t>
      </w:r>
    </w:p>
  </w:footnote>
  <w:footnote w:id="5">
    <w:p w:rsidR="00784E20" w:rsidRDefault="00784E20">
      <w:pPr>
        <w:pStyle w:val="FootnoteText"/>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 xml:space="preserve">Prin activităţi aplicative se înţeleg activităţile de: </w:t>
      </w:r>
      <w:r w:rsidRPr="003E754C">
        <w:rPr>
          <w:rFonts w:ascii="Verdana" w:hAnsi="Verdana"/>
          <w:sz w:val="14"/>
          <w:szCs w:val="14"/>
          <w:lang w:val="fr-FR"/>
        </w:rPr>
        <w:t>s</w:t>
      </w:r>
      <w:r w:rsidRPr="003E754C">
        <w:rPr>
          <w:rFonts w:ascii="Verdana" w:hAnsi="Verdana"/>
          <w:sz w:val="14"/>
          <w:szCs w:val="14"/>
          <w:lang w:val="ro-RO"/>
        </w:rPr>
        <w:t>eminar (S) / laborator (L) / proiect (P) / practică (Pr).</w:t>
      </w:r>
    </w:p>
  </w:footnote>
  <w:footnote w:id="6">
    <w:p w:rsidR="00784E20" w:rsidRDefault="00784E20">
      <w:pPr>
        <w:pStyle w:val="FootnoteText"/>
      </w:pPr>
      <w:r w:rsidRPr="003E754C">
        <w:rPr>
          <w:rStyle w:val="FootnoteReference"/>
          <w:rFonts w:ascii="Verdana" w:hAnsi="Verdana"/>
          <w:sz w:val="14"/>
          <w:szCs w:val="14"/>
        </w:rPr>
        <w:footnoteRef/>
      </w:r>
      <w:r w:rsidRPr="003E754C">
        <w:t xml:space="preserve"> </w:t>
      </w:r>
      <w:r w:rsidRPr="003E754C">
        <w:rPr>
          <w:rFonts w:ascii="Verdana" w:hAnsi="Verdana"/>
          <w:sz w:val="14"/>
          <w:szCs w:val="14"/>
          <w:lang w:val="ro-RO"/>
        </w:rPr>
        <w:t>Anul de studii la care este prevăzută disciplina în planul de învăţământ.</w:t>
      </w:r>
    </w:p>
  </w:footnote>
  <w:footnote w:id="7">
    <w:p w:rsidR="00784E20" w:rsidRDefault="00784E20">
      <w:pPr>
        <w:pStyle w:val="FootnoteText"/>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Se obţine prin însumarea numărului de ore de la punctele 3.4 şi 3.7.</w:t>
      </w:r>
    </w:p>
  </w:footnote>
  <w:footnote w:id="8">
    <w:p w:rsidR="00784E20" w:rsidRDefault="00784E20">
      <w:pPr>
        <w:pStyle w:val="FootnoteText"/>
      </w:pPr>
      <w:r w:rsidRPr="003E754C">
        <w:rPr>
          <w:rStyle w:val="FootnoteReference"/>
        </w:rPr>
        <w:footnoteRef/>
      </w:r>
      <w:r w:rsidRPr="003E754C">
        <w:t xml:space="preserve"> </w:t>
      </w:r>
      <w:r w:rsidRPr="003E754C">
        <w:rPr>
          <w:rFonts w:ascii="Verdana" w:hAnsi="Verdana"/>
          <w:sz w:val="14"/>
          <w:szCs w:val="14"/>
        </w:rPr>
        <w:t xml:space="preserve">Aspectul competenţelor profesionale </w:t>
      </w:r>
      <w:r w:rsidRPr="003E754C">
        <w:rPr>
          <w:rFonts w:ascii="Verdana" w:hAnsi="Verdana"/>
          <w:sz w:val="14"/>
          <w:szCs w:val="14"/>
          <w:lang w:val="ro-RO"/>
        </w:rPr>
        <w:t xml:space="preserve">şi competenţelor transversale </w:t>
      </w:r>
      <w:r w:rsidRPr="003E754C">
        <w:rPr>
          <w:rFonts w:ascii="Verdana" w:hAnsi="Verdana"/>
          <w:sz w:val="14"/>
          <w:szCs w:val="14"/>
        </w:rPr>
        <w:t>va fi tratat cf. Metodologiei OMECTS 5703/18.12.2011. Se vor prelua competenţele care sunt precizate în Registrul Naţional al Calificărilor din Învăţământul Superior RNCIS (</w:t>
      </w:r>
      <w:hyperlink r:id="rId1" w:history="1">
        <w:r w:rsidRPr="003E754C">
          <w:rPr>
            <w:rStyle w:val="Hyperlink"/>
            <w:rFonts w:ascii="Verdana" w:hAnsi="Verdana"/>
            <w:sz w:val="14"/>
            <w:szCs w:val="14"/>
          </w:rPr>
          <w:t>http://www.rncis.ro/portal/page?_pageid=117,70218&amp;_dad=portal&amp;_schema=PORTAL</w:t>
        </w:r>
      </w:hyperlink>
      <w:r w:rsidRPr="003E754C">
        <w:rPr>
          <w:rFonts w:ascii="Verdana" w:hAnsi="Verdana"/>
          <w:sz w:val="14"/>
          <w:szCs w:val="14"/>
        </w:rPr>
        <w:t>) pentru domeniul de studiu de la pct. 1.4 şi programul de studii de la pct. 1.6 din această fişă</w:t>
      </w:r>
      <w:r w:rsidRPr="003E754C">
        <w:rPr>
          <w:rFonts w:ascii="Verdana" w:hAnsi="Verdana"/>
          <w:sz w:val="14"/>
          <w:szCs w:val="14"/>
          <w:lang w:val="ro-RO"/>
        </w:rPr>
        <w:t>, la care participă disciplina.</w:t>
      </w:r>
    </w:p>
  </w:footnote>
  <w:footnote w:id="9">
    <w:p w:rsidR="00784E20" w:rsidRDefault="00784E20">
      <w:pPr>
        <w:pStyle w:val="FootnoteText"/>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 iar cel puţin 3 titluri trebuie să se refere la lucrări relevante pentru disciplină, de circulaţie naţională şi internaţională, existente în biblioteca UPT.</w:t>
      </w:r>
    </w:p>
  </w:footnote>
  <w:footnote w:id="10">
    <w:p w:rsidR="00784E20" w:rsidRDefault="00784E20">
      <w:pPr>
        <w:pStyle w:val="FootnoteText"/>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Tipurile de activităţi aplicative sunt cele precizate în nota de subsol 5. Dacă disciplina conţine mai multe tipuri de activităţi aplicative atunci ele se trec consecutiv în liniile tabelului de mai jos. Tipul activităţii se va înscrie într-o linie distinctă sub forma: „Seminar:”, „Laborator:”, „Proiect:” şi/sau „Practică:”.</w:t>
      </w:r>
    </w:p>
  </w:footnote>
  <w:footnote w:id="11">
    <w:p w:rsidR="00784E20" w:rsidRDefault="00784E20">
      <w:pPr>
        <w:pStyle w:val="FootnoteText"/>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w:t>
      </w:r>
    </w:p>
  </w:footnote>
  <w:footnote w:id="12">
    <w:p w:rsidR="00784E20" w:rsidRDefault="00784E20" w:rsidP="00B927FF">
      <w:pPr>
        <w:pStyle w:val="FootnoteText"/>
      </w:pPr>
      <w:r w:rsidRPr="004C26DF">
        <w:rPr>
          <w:rStyle w:val="FootnoteReference"/>
          <w:rFonts w:ascii="Verdana" w:hAnsi="Verdana"/>
          <w:sz w:val="14"/>
          <w:szCs w:val="14"/>
        </w:rPr>
        <w:footnoteRef/>
      </w:r>
      <w:r w:rsidRPr="004C26DF">
        <w:rPr>
          <w:rFonts w:ascii="Verdana" w:hAnsi="Verdana"/>
          <w:sz w:val="14"/>
          <w:szCs w:val="14"/>
        </w:rPr>
        <w:t xml:space="preserve"> </w:t>
      </w:r>
      <w:r w:rsidRPr="004C26DF">
        <w:rPr>
          <w:rFonts w:ascii="Verdana" w:hAnsi="Verdana"/>
          <w:sz w:val="14"/>
          <w:szCs w:val="14"/>
          <w:lang w:val="ro-RO"/>
        </w:rPr>
        <w:t>Avizarea este precedată de discutarea punctului de vedere al board-ului de care aparţine programul de studiu cu privire la fişa disciplinei.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4E93"/>
    <w:multiLevelType w:val="hybridMultilevel"/>
    <w:tmpl w:val="083059D8"/>
    <w:lvl w:ilvl="0" w:tplc="D2E2CFB0">
      <w:start w:val="1"/>
      <w:numFmt w:val="lowerLetter"/>
      <w:lvlText w:val="%1)"/>
      <w:lvlJc w:val="left"/>
      <w:pPr>
        <w:tabs>
          <w:tab w:val="num" w:pos="1065"/>
        </w:tabs>
        <w:ind w:left="1065" w:hanging="360"/>
      </w:pPr>
      <w:rPr>
        <w:rFonts w:cs="Times New Roman" w:hint="default"/>
      </w:rPr>
    </w:lvl>
    <w:lvl w:ilvl="1" w:tplc="04180019" w:tentative="1">
      <w:start w:val="1"/>
      <w:numFmt w:val="lowerLetter"/>
      <w:lvlText w:val="%2."/>
      <w:lvlJc w:val="left"/>
      <w:pPr>
        <w:tabs>
          <w:tab w:val="num" w:pos="1785"/>
        </w:tabs>
        <w:ind w:left="1785" w:hanging="360"/>
      </w:pPr>
      <w:rPr>
        <w:rFonts w:cs="Times New Roman"/>
      </w:rPr>
    </w:lvl>
    <w:lvl w:ilvl="2" w:tplc="0418001B" w:tentative="1">
      <w:start w:val="1"/>
      <w:numFmt w:val="lowerRoman"/>
      <w:lvlText w:val="%3."/>
      <w:lvlJc w:val="right"/>
      <w:pPr>
        <w:tabs>
          <w:tab w:val="num" w:pos="2505"/>
        </w:tabs>
        <w:ind w:left="2505" w:hanging="180"/>
      </w:pPr>
      <w:rPr>
        <w:rFonts w:cs="Times New Roman"/>
      </w:rPr>
    </w:lvl>
    <w:lvl w:ilvl="3" w:tplc="0418000F" w:tentative="1">
      <w:start w:val="1"/>
      <w:numFmt w:val="decimal"/>
      <w:lvlText w:val="%4."/>
      <w:lvlJc w:val="left"/>
      <w:pPr>
        <w:tabs>
          <w:tab w:val="num" w:pos="3225"/>
        </w:tabs>
        <w:ind w:left="3225" w:hanging="360"/>
      </w:pPr>
      <w:rPr>
        <w:rFonts w:cs="Times New Roman"/>
      </w:rPr>
    </w:lvl>
    <w:lvl w:ilvl="4" w:tplc="04180019" w:tentative="1">
      <w:start w:val="1"/>
      <w:numFmt w:val="lowerLetter"/>
      <w:lvlText w:val="%5."/>
      <w:lvlJc w:val="left"/>
      <w:pPr>
        <w:tabs>
          <w:tab w:val="num" w:pos="3945"/>
        </w:tabs>
        <w:ind w:left="3945" w:hanging="360"/>
      </w:pPr>
      <w:rPr>
        <w:rFonts w:cs="Times New Roman"/>
      </w:rPr>
    </w:lvl>
    <w:lvl w:ilvl="5" w:tplc="0418001B" w:tentative="1">
      <w:start w:val="1"/>
      <w:numFmt w:val="lowerRoman"/>
      <w:lvlText w:val="%6."/>
      <w:lvlJc w:val="right"/>
      <w:pPr>
        <w:tabs>
          <w:tab w:val="num" w:pos="4665"/>
        </w:tabs>
        <w:ind w:left="4665" w:hanging="180"/>
      </w:pPr>
      <w:rPr>
        <w:rFonts w:cs="Times New Roman"/>
      </w:rPr>
    </w:lvl>
    <w:lvl w:ilvl="6" w:tplc="0418000F" w:tentative="1">
      <w:start w:val="1"/>
      <w:numFmt w:val="decimal"/>
      <w:lvlText w:val="%7."/>
      <w:lvlJc w:val="left"/>
      <w:pPr>
        <w:tabs>
          <w:tab w:val="num" w:pos="5385"/>
        </w:tabs>
        <w:ind w:left="5385" w:hanging="360"/>
      </w:pPr>
      <w:rPr>
        <w:rFonts w:cs="Times New Roman"/>
      </w:rPr>
    </w:lvl>
    <w:lvl w:ilvl="7" w:tplc="04180019" w:tentative="1">
      <w:start w:val="1"/>
      <w:numFmt w:val="lowerLetter"/>
      <w:lvlText w:val="%8."/>
      <w:lvlJc w:val="left"/>
      <w:pPr>
        <w:tabs>
          <w:tab w:val="num" w:pos="6105"/>
        </w:tabs>
        <w:ind w:left="6105" w:hanging="360"/>
      </w:pPr>
      <w:rPr>
        <w:rFonts w:cs="Times New Roman"/>
      </w:rPr>
    </w:lvl>
    <w:lvl w:ilvl="8" w:tplc="0418001B" w:tentative="1">
      <w:start w:val="1"/>
      <w:numFmt w:val="lowerRoman"/>
      <w:lvlText w:val="%9."/>
      <w:lvlJc w:val="right"/>
      <w:pPr>
        <w:tabs>
          <w:tab w:val="num" w:pos="6825"/>
        </w:tabs>
        <w:ind w:left="6825" w:hanging="180"/>
      </w:pPr>
      <w:rPr>
        <w:rFonts w:cs="Times New Roman"/>
      </w:rPr>
    </w:lvl>
  </w:abstractNum>
  <w:abstractNum w:abstractNumId="1">
    <w:nsid w:val="0C303BE8"/>
    <w:multiLevelType w:val="hybridMultilevel"/>
    <w:tmpl w:val="D6A6185A"/>
    <w:lvl w:ilvl="0" w:tplc="04180019">
      <w:start w:val="1"/>
      <w:numFmt w:val="lowerLetter"/>
      <w:lvlText w:val="%1."/>
      <w:lvlJc w:val="left"/>
      <w:pPr>
        <w:ind w:left="1068" w:hanging="360"/>
      </w:pPr>
      <w:rPr>
        <w:rFonts w:cs="Times New Roman" w:hint="default"/>
      </w:rPr>
    </w:lvl>
    <w:lvl w:ilvl="1" w:tplc="04180019" w:tentative="1">
      <w:start w:val="1"/>
      <w:numFmt w:val="lowerLetter"/>
      <w:lvlText w:val="%2."/>
      <w:lvlJc w:val="left"/>
      <w:pPr>
        <w:ind w:left="1788" w:hanging="360"/>
      </w:pPr>
      <w:rPr>
        <w:rFonts w:cs="Times New Roman"/>
      </w:rPr>
    </w:lvl>
    <w:lvl w:ilvl="2" w:tplc="0418001B" w:tentative="1">
      <w:start w:val="1"/>
      <w:numFmt w:val="lowerRoman"/>
      <w:lvlText w:val="%3."/>
      <w:lvlJc w:val="right"/>
      <w:pPr>
        <w:ind w:left="2508" w:hanging="180"/>
      </w:pPr>
      <w:rPr>
        <w:rFonts w:cs="Times New Roman"/>
      </w:rPr>
    </w:lvl>
    <w:lvl w:ilvl="3" w:tplc="0418000F" w:tentative="1">
      <w:start w:val="1"/>
      <w:numFmt w:val="decimal"/>
      <w:lvlText w:val="%4."/>
      <w:lvlJc w:val="left"/>
      <w:pPr>
        <w:ind w:left="3228" w:hanging="360"/>
      </w:pPr>
      <w:rPr>
        <w:rFonts w:cs="Times New Roman"/>
      </w:rPr>
    </w:lvl>
    <w:lvl w:ilvl="4" w:tplc="04180019" w:tentative="1">
      <w:start w:val="1"/>
      <w:numFmt w:val="lowerLetter"/>
      <w:lvlText w:val="%5."/>
      <w:lvlJc w:val="left"/>
      <w:pPr>
        <w:ind w:left="3948" w:hanging="360"/>
      </w:pPr>
      <w:rPr>
        <w:rFonts w:cs="Times New Roman"/>
      </w:rPr>
    </w:lvl>
    <w:lvl w:ilvl="5" w:tplc="0418001B" w:tentative="1">
      <w:start w:val="1"/>
      <w:numFmt w:val="lowerRoman"/>
      <w:lvlText w:val="%6."/>
      <w:lvlJc w:val="right"/>
      <w:pPr>
        <w:ind w:left="4668" w:hanging="180"/>
      </w:pPr>
      <w:rPr>
        <w:rFonts w:cs="Times New Roman"/>
      </w:rPr>
    </w:lvl>
    <w:lvl w:ilvl="6" w:tplc="0418000F" w:tentative="1">
      <w:start w:val="1"/>
      <w:numFmt w:val="decimal"/>
      <w:lvlText w:val="%7."/>
      <w:lvlJc w:val="left"/>
      <w:pPr>
        <w:ind w:left="5388" w:hanging="360"/>
      </w:pPr>
      <w:rPr>
        <w:rFonts w:cs="Times New Roman"/>
      </w:rPr>
    </w:lvl>
    <w:lvl w:ilvl="7" w:tplc="04180019" w:tentative="1">
      <w:start w:val="1"/>
      <w:numFmt w:val="lowerLetter"/>
      <w:lvlText w:val="%8."/>
      <w:lvlJc w:val="left"/>
      <w:pPr>
        <w:ind w:left="6108" w:hanging="360"/>
      </w:pPr>
      <w:rPr>
        <w:rFonts w:cs="Times New Roman"/>
      </w:rPr>
    </w:lvl>
    <w:lvl w:ilvl="8" w:tplc="0418001B" w:tentative="1">
      <w:start w:val="1"/>
      <w:numFmt w:val="lowerRoman"/>
      <w:lvlText w:val="%9."/>
      <w:lvlJc w:val="right"/>
      <w:pPr>
        <w:ind w:left="6828" w:hanging="180"/>
      </w:pPr>
      <w:rPr>
        <w:rFonts w:cs="Times New Roman"/>
      </w:rPr>
    </w:lvl>
  </w:abstractNum>
  <w:abstractNum w:abstractNumId="2">
    <w:nsid w:val="16B54ADB"/>
    <w:multiLevelType w:val="hybridMultilevel"/>
    <w:tmpl w:val="681A3B36"/>
    <w:lvl w:ilvl="0" w:tplc="16A646F4">
      <w:start w:val="35"/>
      <w:numFmt w:val="bullet"/>
      <w:lvlText w:val="-"/>
      <w:lvlJc w:val="left"/>
      <w:pPr>
        <w:ind w:left="720" w:hanging="360"/>
      </w:pPr>
      <w:rPr>
        <w:rFonts w:ascii="Gautami" w:eastAsia="Times New Roman" w:hAnsi="Gautami" w:cs="Gautam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384846"/>
    <w:multiLevelType w:val="hybridMultilevel"/>
    <w:tmpl w:val="AFD030BE"/>
    <w:lvl w:ilvl="0" w:tplc="0409000F">
      <w:start w:val="1"/>
      <w:numFmt w:val="decimal"/>
      <w:lvlText w:val="%1."/>
      <w:lvlJc w:val="left"/>
      <w:pPr>
        <w:ind w:left="1490" w:hanging="360"/>
      </w:pPr>
      <w:rPr>
        <w:rFonts w:cs="Times New Roman"/>
      </w:rPr>
    </w:lvl>
    <w:lvl w:ilvl="1" w:tplc="04090019" w:tentative="1">
      <w:start w:val="1"/>
      <w:numFmt w:val="lowerLetter"/>
      <w:lvlText w:val="%2."/>
      <w:lvlJc w:val="left"/>
      <w:pPr>
        <w:ind w:left="2210" w:hanging="360"/>
      </w:pPr>
      <w:rPr>
        <w:rFonts w:cs="Times New Roman"/>
      </w:rPr>
    </w:lvl>
    <w:lvl w:ilvl="2" w:tplc="0409001B" w:tentative="1">
      <w:start w:val="1"/>
      <w:numFmt w:val="lowerRoman"/>
      <w:lvlText w:val="%3."/>
      <w:lvlJc w:val="right"/>
      <w:pPr>
        <w:ind w:left="2930" w:hanging="180"/>
      </w:pPr>
      <w:rPr>
        <w:rFonts w:cs="Times New Roman"/>
      </w:rPr>
    </w:lvl>
    <w:lvl w:ilvl="3" w:tplc="0409000F" w:tentative="1">
      <w:start w:val="1"/>
      <w:numFmt w:val="decimal"/>
      <w:lvlText w:val="%4."/>
      <w:lvlJc w:val="left"/>
      <w:pPr>
        <w:ind w:left="3650" w:hanging="360"/>
      </w:pPr>
      <w:rPr>
        <w:rFonts w:cs="Times New Roman"/>
      </w:rPr>
    </w:lvl>
    <w:lvl w:ilvl="4" w:tplc="04090019" w:tentative="1">
      <w:start w:val="1"/>
      <w:numFmt w:val="lowerLetter"/>
      <w:lvlText w:val="%5."/>
      <w:lvlJc w:val="left"/>
      <w:pPr>
        <w:ind w:left="4370" w:hanging="360"/>
      </w:pPr>
      <w:rPr>
        <w:rFonts w:cs="Times New Roman"/>
      </w:rPr>
    </w:lvl>
    <w:lvl w:ilvl="5" w:tplc="0409001B" w:tentative="1">
      <w:start w:val="1"/>
      <w:numFmt w:val="lowerRoman"/>
      <w:lvlText w:val="%6."/>
      <w:lvlJc w:val="right"/>
      <w:pPr>
        <w:ind w:left="5090" w:hanging="180"/>
      </w:pPr>
      <w:rPr>
        <w:rFonts w:cs="Times New Roman"/>
      </w:rPr>
    </w:lvl>
    <w:lvl w:ilvl="6" w:tplc="0409000F" w:tentative="1">
      <w:start w:val="1"/>
      <w:numFmt w:val="decimal"/>
      <w:lvlText w:val="%7."/>
      <w:lvlJc w:val="left"/>
      <w:pPr>
        <w:ind w:left="5810" w:hanging="360"/>
      </w:pPr>
      <w:rPr>
        <w:rFonts w:cs="Times New Roman"/>
      </w:rPr>
    </w:lvl>
    <w:lvl w:ilvl="7" w:tplc="04090019" w:tentative="1">
      <w:start w:val="1"/>
      <w:numFmt w:val="lowerLetter"/>
      <w:lvlText w:val="%8."/>
      <w:lvlJc w:val="left"/>
      <w:pPr>
        <w:ind w:left="6530" w:hanging="360"/>
      </w:pPr>
      <w:rPr>
        <w:rFonts w:cs="Times New Roman"/>
      </w:rPr>
    </w:lvl>
    <w:lvl w:ilvl="8" w:tplc="0409001B" w:tentative="1">
      <w:start w:val="1"/>
      <w:numFmt w:val="lowerRoman"/>
      <w:lvlText w:val="%9."/>
      <w:lvlJc w:val="right"/>
      <w:pPr>
        <w:ind w:left="7250" w:hanging="180"/>
      </w:pPr>
      <w:rPr>
        <w:rFonts w:cs="Times New Roman"/>
      </w:rPr>
    </w:lvl>
  </w:abstractNum>
  <w:abstractNum w:abstractNumId="4">
    <w:nsid w:val="2D4D0F62"/>
    <w:multiLevelType w:val="hybridMultilevel"/>
    <w:tmpl w:val="81342B5A"/>
    <w:lvl w:ilvl="0" w:tplc="2766B64E">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5">
    <w:nsid w:val="2D820CCC"/>
    <w:multiLevelType w:val="hybridMultilevel"/>
    <w:tmpl w:val="6566882C"/>
    <w:lvl w:ilvl="0" w:tplc="04180019">
      <w:start w:val="1"/>
      <w:numFmt w:val="lowerLetter"/>
      <w:lvlText w:val="%1."/>
      <w:lvlJc w:val="left"/>
      <w:pPr>
        <w:ind w:left="1080" w:hanging="360"/>
      </w:pPr>
      <w:rPr>
        <w:rFonts w:cs="Times New Roman"/>
      </w:rPr>
    </w:lvl>
    <w:lvl w:ilvl="1" w:tplc="04180019">
      <w:start w:val="1"/>
      <w:numFmt w:val="lowerLetter"/>
      <w:lvlText w:val="%2."/>
      <w:lvlJc w:val="left"/>
      <w:pPr>
        <w:ind w:left="1800" w:hanging="360"/>
      </w:pPr>
      <w:rPr>
        <w:rFonts w:cs="Times New Roman"/>
      </w:rPr>
    </w:lvl>
    <w:lvl w:ilvl="2" w:tplc="0418001B">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6">
    <w:nsid w:val="344325DA"/>
    <w:multiLevelType w:val="hybridMultilevel"/>
    <w:tmpl w:val="9B408624"/>
    <w:lvl w:ilvl="0" w:tplc="04180001">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7">
    <w:nsid w:val="36772711"/>
    <w:multiLevelType w:val="hybridMultilevel"/>
    <w:tmpl w:val="184C9F96"/>
    <w:lvl w:ilvl="0" w:tplc="C50C0E12">
      <w:start w:val="1"/>
      <w:numFmt w:val="lowerLetter"/>
      <w:lvlText w:val="%1."/>
      <w:lvlJc w:val="left"/>
      <w:pPr>
        <w:tabs>
          <w:tab w:val="num" w:pos="1065"/>
        </w:tabs>
        <w:ind w:left="1065" w:hanging="360"/>
      </w:pPr>
      <w:rPr>
        <w:rFonts w:cs="Times New Roman" w:hint="default"/>
      </w:rPr>
    </w:lvl>
    <w:lvl w:ilvl="1" w:tplc="04180019" w:tentative="1">
      <w:start w:val="1"/>
      <w:numFmt w:val="lowerLetter"/>
      <w:lvlText w:val="%2."/>
      <w:lvlJc w:val="left"/>
      <w:pPr>
        <w:tabs>
          <w:tab w:val="num" w:pos="1785"/>
        </w:tabs>
        <w:ind w:left="1785" w:hanging="360"/>
      </w:pPr>
      <w:rPr>
        <w:rFonts w:cs="Times New Roman"/>
      </w:rPr>
    </w:lvl>
    <w:lvl w:ilvl="2" w:tplc="0418001B" w:tentative="1">
      <w:start w:val="1"/>
      <w:numFmt w:val="lowerRoman"/>
      <w:lvlText w:val="%3."/>
      <w:lvlJc w:val="right"/>
      <w:pPr>
        <w:tabs>
          <w:tab w:val="num" w:pos="2505"/>
        </w:tabs>
        <w:ind w:left="2505" w:hanging="180"/>
      </w:pPr>
      <w:rPr>
        <w:rFonts w:cs="Times New Roman"/>
      </w:rPr>
    </w:lvl>
    <w:lvl w:ilvl="3" w:tplc="0418000F" w:tentative="1">
      <w:start w:val="1"/>
      <w:numFmt w:val="decimal"/>
      <w:lvlText w:val="%4."/>
      <w:lvlJc w:val="left"/>
      <w:pPr>
        <w:tabs>
          <w:tab w:val="num" w:pos="3225"/>
        </w:tabs>
        <w:ind w:left="3225" w:hanging="360"/>
      </w:pPr>
      <w:rPr>
        <w:rFonts w:cs="Times New Roman"/>
      </w:rPr>
    </w:lvl>
    <w:lvl w:ilvl="4" w:tplc="04180019" w:tentative="1">
      <w:start w:val="1"/>
      <w:numFmt w:val="lowerLetter"/>
      <w:lvlText w:val="%5."/>
      <w:lvlJc w:val="left"/>
      <w:pPr>
        <w:tabs>
          <w:tab w:val="num" w:pos="3945"/>
        </w:tabs>
        <w:ind w:left="3945" w:hanging="360"/>
      </w:pPr>
      <w:rPr>
        <w:rFonts w:cs="Times New Roman"/>
      </w:rPr>
    </w:lvl>
    <w:lvl w:ilvl="5" w:tplc="0418001B" w:tentative="1">
      <w:start w:val="1"/>
      <w:numFmt w:val="lowerRoman"/>
      <w:lvlText w:val="%6."/>
      <w:lvlJc w:val="right"/>
      <w:pPr>
        <w:tabs>
          <w:tab w:val="num" w:pos="4665"/>
        </w:tabs>
        <w:ind w:left="4665" w:hanging="180"/>
      </w:pPr>
      <w:rPr>
        <w:rFonts w:cs="Times New Roman"/>
      </w:rPr>
    </w:lvl>
    <w:lvl w:ilvl="6" w:tplc="0418000F" w:tentative="1">
      <w:start w:val="1"/>
      <w:numFmt w:val="decimal"/>
      <w:lvlText w:val="%7."/>
      <w:lvlJc w:val="left"/>
      <w:pPr>
        <w:tabs>
          <w:tab w:val="num" w:pos="5385"/>
        </w:tabs>
        <w:ind w:left="5385" w:hanging="360"/>
      </w:pPr>
      <w:rPr>
        <w:rFonts w:cs="Times New Roman"/>
      </w:rPr>
    </w:lvl>
    <w:lvl w:ilvl="7" w:tplc="04180019" w:tentative="1">
      <w:start w:val="1"/>
      <w:numFmt w:val="lowerLetter"/>
      <w:lvlText w:val="%8."/>
      <w:lvlJc w:val="left"/>
      <w:pPr>
        <w:tabs>
          <w:tab w:val="num" w:pos="6105"/>
        </w:tabs>
        <w:ind w:left="6105" w:hanging="360"/>
      </w:pPr>
      <w:rPr>
        <w:rFonts w:cs="Times New Roman"/>
      </w:rPr>
    </w:lvl>
    <w:lvl w:ilvl="8" w:tplc="0418001B" w:tentative="1">
      <w:start w:val="1"/>
      <w:numFmt w:val="lowerRoman"/>
      <w:lvlText w:val="%9."/>
      <w:lvlJc w:val="right"/>
      <w:pPr>
        <w:tabs>
          <w:tab w:val="num" w:pos="6825"/>
        </w:tabs>
        <w:ind w:left="6825" w:hanging="180"/>
      </w:pPr>
      <w:rPr>
        <w:rFonts w:cs="Times New Roman"/>
      </w:rPr>
    </w:lvl>
  </w:abstractNum>
  <w:abstractNum w:abstractNumId="8">
    <w:nsid w:val="3FCB0BEF"/>
    <w:multiLevelType w:val="hybridMultilevel"/>
    <w:tmpl w:val="F24A8D1C"/>
    <w:lvl w:ilvl="0" w:tplc="04180019">
      <w:start w:val="1"/>
      <w:numFmt w:val="lowerLetter"/>
      <w:lvlText w:val="%1."/>
      <w:lvlJc w:val="left"/>
      <w:pPr>
        <w:ind w:left="1080" w:hanging="360"/>
      </w:pPr>
      <w:rPr>
        <w:rFonts w:cs="Times New Roman"/>
      </w:rPr>
    </w:lvl>
    <w:lvl w:ilvl="1" w:tplc="B2BA039C">
      <w:start w:val="7"/>
      <w:numFmt w:val="bullet"/>
      <w:lvlText w:val="-"/>
      <w:lvlJc w:val="left"/>
      <w:pPr>
        <w:ind w:left="1800" w:hanging="360"/>
      </w:pPr>
      <w:rPr>
        <w:rFonts w:ascii="Times New Roman" w:eastAsia="Times New Roman" w:hAnsi="Times New Roman" w:hint="default"/>
      </w:rPr>
    </w:lvl>
    <w:lvl w:ilvl="2" w:tplc="0418001B">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9">
    <w:nsid w:val="48D31642"/>
    <w:multiLevelType w:val="hybridMultilevel"/>
    <w:tmpl w:val="AE7680CA"/>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nsid w:val="53E66EBF"/>
    <w:multiLevelType w:val="hybridMultilevel"/>
    <w:tmpl w:val="E1D4FCE6"/>
    <w:lvl w:ilvl="0" w:tplc="04180001">
      <w:start w:val="1"/>
      <w:numFmt w:val="bullet"/>
      <w:lvlText w:val=""/>
      <w:lvlJc w:val="left"/>
      <w:pPr>
        <w:tabs>
          <w:tab w:val="num" w:pos="1428"/>
        </w:tabs>
        <w:ind w:left="1428" w:hanging="360"/>
      </w:pPr>
      <w:rPr>
        <w:rFonts w:ascii="Symbol" w:hAnsi="Symbol" w:hint="default"/>
      </w:rPr>
    </w:lvl>
    <w:lvl w:ilvl="1" w:tplc="04180003" w:tentative="1">
      <w:start w:val="1"/>
      <w:numFmt w:val="bullet"/>
      <w:lvlText w:val="o"/>
      <w:lvlJc w:val="left"/>
      <w:pPr>
        <w:tabs>
          <w:tab w:val="num" w:pos="2148"/>
        </w:tabs>
        <w:ind w:left="2148" w:hanging="360"/>
      </w:pPr>
      <w:rPr>
        <w:rFonts w:ascii="Courier New" w:hAnsi="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11">
    <w:nsid w:val="5C0D2CD2"/>
    <w:multiLevelType w:val="hybridMultilevel"/>
    <w:tmpl w:val="3C0879B8"/>
    <w:lvl w:ilvl="0" w:tplc="04180019">
      <w:start w:val="1"/>
      <w:numFmt w:val="lowerLetter"/>
      <w:lvlText w:val="%1."/>
      <w:lvlJc w:val="left"/>
      <w:pPr>
        <w:ind w:left="1080" w:hanging="360"/>
      </w:pPr>
      <w:rPr>
        <w:rFonts w:cs="Times New Roman"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nsid w:val="6079538A"/>
    <w:multiLevelType w:val="hybridMultilevel"/>
    <w:tmpl w:val="20F6C6C0"/>
    <w:lvl w:ilvl="0" w:tplc="453EEBCC">
      <w:start w:val="1"/>
      <w:numFmt w:val="lowerLetter"/>
      <w:lvlText w:val="%1)"/>
      <w:lvlJc w:val="left"/>
      <w:pPr>
        <w:tabs>
          <w:tab w:val="num" w:pos="1653"/>
        </w:tabs>
        <w:ind w:left="1653" w:hanging="945"/>
      </w:pPr>
      <w:rPr>
        <w:rFonts w:ascii="Times New Roman" w:eastAsia="Times New Roman" w:hAnsi="Times New Roman" w:cs="Times New Roman"/>
      </w:rPr>
    </w:lvl>
    <w:lvl w:ilvl="1" w:tplc="04180019" w:tentative="1">
      <w:start w:val="1"/>
      <w:numFmt w:val="lowerLetter"/>
      <w:lvlText w:val="%2."/>
      <w:lvlJc w:val="left"/>
      <w:pPr>
        <w:tabs>
          <w:tab w:val="num" w:pos="1788"/>
        </w:tabs>
        <w:ind w:left="1788" w:hanging="360"/>
      </w:pPr>
      <w:rPr>
        <w:rFonts w:cs="Times New Roman"/>
      </w:rPr>
    </w:lvl>
    <w:lvl w:ilvl="2" w:tplc="0418001B" w:tentative="1">
      <w:start w:val="1"/>
      <w:numFmt w:val="lowerRoman"/>
      <w:lvlText w:val="%3."/>
      <w:lvlJc w:val="right"/>
      <w:pPr>
        <w:tabs>
          <w:tab w:val="num" w:pos="2508"/>
        </w:tabs>
        <w:ind w:left="2508" w:hanging="180"/>
      </w:pPr>
      <w:rPr>
        <w:rFonts w:cs="Times New Roman"/>
      </w:rPr>
    </w:lvl>
    <w:lvl w:ilvl="3" w:tplc="0418000F" w:tentative="1">
      <w:start w:val="1"/>
      <w:numFmt w:val="decimal"/>
      <w:lvlText w:val="%4."/>
      <w:lvlJc w:val="left"/>
      <w:pPr>
        <w:tabs>
          <w:tab w:val="num" w:pos="3228"/>
        </w:tabs>
        <w:ind w:left="3228" w:hanging="360"/>
      </w:pPr>
      <w:rPr>
        <w:rFonts w:cs="Times New Roman"/>
      </w:rPr>
    </w:lvl>
    <w:lvl w:ilvl="4" w:tplc="04180019" w:tentative="1">
      <w:start w:val="1"/>
      <w:numFmt w:val="lowerLetter"/>
      <w:lvlText w:val="%5."/>
      <w:lvlJc w:val="left"/>
      <w:pPr>
        <w:tabs>
          <w:tab w:val="num" w:pos="3948"/>
        </w:tabs>
        <w:ind w:left="3948" w:hanging="360"/>
      </w:pPr>
      <w:rPr>
        <w:rFonts w:cs="Times New Roman"/>
      </w:rPr>
    </w:lvl>
    <w:lvl w:ilvl="5" w:tplc="0418001B" w:tentative="1">
      <w:start w:val="1"/>
      <w:numFmt w:val="lowerRoman"/>
      <w:lvlText w:val="%6."/>
      <w:lvlJc w:val="right"/>
      <w:pPr>
        <w:tabs>
          <w:tab w:val="num" w:pos="4668"/>
        </w:tabs>
        <w:ind w:left="4668" w:hanging="180"/>
      </w:pPr>
      <w:rPr>
        <w:rFonts w:cs="Times New Roman"/>
      </w:rPr>
    </w:lvl>
    <w:lvl w:ilvl="6" w:tplc="0418000F" w:tentative="1">
      <w:start w:val="1"/>
      <w:numFmt w:val="decimal"/>
      <w:lvlText w:val="%7."/>
      <w:lvlJc w:val="left"/>
      <w:pPr>
        <w:tabs>
          <w:tab w:val="num" w:pos="5388"/>
        </w:tabs>
        <w:ind w:left="5388" w:hanging="360"/>
      </w:pPr>
      <w:rPr>
        <w:rFonts w:cs="Times New Roman"/>
      </w:rPr>
    </w:lvl>
    <w:lvl w:ilvl="7" w:tplc="04180019" w:tentative="1">
      <w:start w:val="1"/>
      <w:numFmt w:val="lowerLetter"/>
      <w:lvlText w:val="%8."/>
      <w:lvlJc w:val="left"/>
      <w:pPr>
        <w:tabs>
          <w:tab w:val="num" w:pos="6108"/>
        </w:tabs>
        <w:ind w:left="6108" w:hanging="360"/>
      </w:pPr>
      <w:rPr>
        <w:rFonts w:cs="Times New Roman"/>
      </w:rPr>
    </w:lvl>
    <w:lvl w:ilvl="8" w:tplc="0418001B" w:tentative="1">
      <w:start w:val="1"/>
      <w:numFmt w:val="lowerRoman"/>
      <w:lvlText w:val="%9."/>
      <w:lvlJc w:val="right"/>
      <w:pPr>
        <w:tabs>
          <w:tab w:val="num" w:pos="6828"/>
        </w:tabs>
        <w:ind w:left="6828" w:hanging="180"/>
      </w:pPr>
      <w:rPr>
        <w:rFonts w:cs="Times New Roman"/>
      </w:rPr>
    </w:lvl>
  </w:abstractNum>
  <w:abstractNum w:abstractNumId="13">
    <w:nsid w:val="71DE0FAD"/>
    <w:multiLevelType w:val="hybridMultilevel"/>
    <w:tmpl w:val="81342B5A"/>
    <w:lvl w:ilvl="0" w:tplc="2766B64E">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4">
    <w:nsid w:val="722F4B1A"/>
    <w:multiLevelType w:val="hybridMultilevel"/>
    <w:tmpl w:val="81342B5A"/>
    <w:lvl w:ilvl="0" w:tplc="2766B64E">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5">
    <w:nsid w:val="737F1B0B"/>
    <w:multiLevelType w:val="hybridMultilevel"/>
    <w:tmpl w:val="33406A24"/>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16">
    <w:nsid w:val="77AC4DAF"/>
    <w:multiLevelType w:val="multilevel"/>
    <w:tmpl w:val="29AC08AA"/>
    <w:lvl w:ilvl="0">
      <w:start w:val="1"/>
      <w:numFmt w:val="decimal"/>
      <w:lvlText w:val="%1."/>
      <w:lvlJc w:val="left"/>
      <w:pPr>
        <w:ind w:left="1080" w:hanging="360"/>
      </w:pPr>
      <w:rPr>
        <w:rFonts w:cs="Times New Roman" w:hint="default"/>
      </w:rPr>
    </w:lvl>
    <w:lvl w:ilvl="1">
      <w:start w:val="9"/>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7">
    <w:nsid w:val="7A403407"/>
    <w:multiLevelType w:val="hybridMultilevel"/>
    <w:tmpl w:val="8C7AA838"/>
    <w:lvl w:ilvl="0" w:tplc="F05C8E90">
      <w:start w:val="1"/>
      <w:numFmt w:val="lowerLetter"/>
      <w:lvlText w:val="%1."/>
      <w:lvlJc w:val="left"/>
      <w:pPr>
        <w:tabs>
          <w:tab w:val="num" w:pos="1065"/>
        </w:tabs>
        <w:ind w:left="1065" w:hanging="360"/>
      </w:pPr>
      <w:rPr>
        <w:rFonts w:cs="Times New Roman" w:hint="default"/>
      </w:rPr>
    </w:lvl>
    <w:lvl w:ilvl="1" w:tplc="04180019" w:tentative="1">
      <w:start w:val="1"/>
      <w:numFmt w:val="lowerLetter"/>
      <w:lvlText w:val="%2."/>
      <w:lvlJc w:val="left"/>
      <w:pPr>
        <w:tabs>
          <w:tab w:val="num" w:pos="1785"/>
        </w:tabs>
        <w:ind w:left="1785" w:hanging="360"/>
      </w:pPr>
      <w:rPr>
        <w:rFonts w:cs="Times New Roman"/>
      </w:rPr>
    </w:lvl>
    <w:lvl w:ilvl="2" w:tplc="0418001B" w:tentative="1">
      <w:start w:val="1"/>
      <w:numFmt w:val="lowerRoman"/>
      <w:lvlText w:val="%3."/>
      <w:lvlJc w:val="right"/>
      <w:pPr>
        <w:tabs>
          <w:tab w:val="num" w:pos="2505"/>
        </w:tabs>
        <w:ind w:left="2505" w:hanging="180"/>
      </w:pPr>
      <w:rPr>
        <w:rFonts w:cs="Times New Roman"/>
      </w:rPr>
    </w:lvl>
    <w:lvl w:ilvl="3" w:tplc="0418000F" w:tentative="1">
      <w:start w:val="1"/>
      <w:numFmt w:val="decimal"/>
      <w:lvlText w:val="%4."/>
      <w:lvlJc w:val="left"/>
      <w:pPr>
        <w:tabs>
          <w:tab w:val="num" w:pos="3225"/>
        </w:tabs>
        <w:ind w:left="3225" w:hanging="360"/>
      </w:pPr>
      <w:rPr>
        <w:rFonts w:cs="Times New Roman"/>
      </w:rPr>
    </w:lvl>
    <w:lvl w:ilvl="4" w:tplc="04180019" w:tentative="1">
      <w:start w:val="1"/>
      <w:numFmt w:val="lowerLetter"/>
      <w:lvlText w:val="%5."/>
      <w:lvlJc w:val="left"/>
      <w:pPr>
        <w:tabs>
          <w:tab w:val="num" w:pos="3945"/>
        </w:tabs>
        <w:ind w:left="3945" w:hanging="360"/>
      </w:pPr>
      <w:rPr>
        <w:rFonts w:cs="Times New Roman"/>
      </w:rPr>
    </w:lvl>
    <w:lvl w:ilvl="5" w:tplc="0418001B" w:tentative="1">
      <w:start w:val="1"/>
      <w:numFmt w:val="lowerRoman"/>
      <w:lvlText w:val="%6."/>
      <w:lvlJc w:val="right"/>
      <w:pPr>
        <w:tabs>
          <w:tab w:val="num" w:pos="4665"/>
        </w:tabs>
        <w:ind w:left="4665" w:hanging="180"/>
      </w:pPr>
      <w:rPr>
        <w:rFonts w:cs="Times New Roman"/>
      </w:rPr>
    </w:lvl>
    <w:lvl w:ilvl="6" w:tplc="0418000F" w:tentative="1">
      <w:start w:val="1"/>
      <w:numFmt w:val="decimal"/>
      <w:lvlText w:val="%7."/>
      <w:lvlJc w:val="left"/>
      <w:pPr>
        <w:tabs>
          <w:tab w:val="num" w:pos="5385"/>
        </w:tabs>
        <w:ind w:left="5385" w:hanging="360"/>
      </w:pPr>
      <w:rPr>
        <w:rFonts w:cs="Times New Roman"/>
      </w:rPr>
    </w:lvl>
    <w:lvl w:ilvl="7" w:tplc="04180019" w:tentative="1">
      <w:start w:val="1"/>
      <w:numFmt w:val="lowerLetter"/>
      <w:lvlText w:val="%8."/>
      <w:lvlJc w:val="left"/>
      <w:pPr>
        <w:tabs>
          <w:tab w:val="num" w:pos="6105"/>
        </w:tabs>
        <w:ind w:left="6105" w:hanging="360"/>
      </w:pPr>
      <w:rPr>
        <w:rFonts w:cs="Times New Roman"/>
      </w:rPr>
    </w:lvl>
    <w:lvl w:ilvl="8" w:tplc="0418001B" w:tentative="1">
      <w:start w:val="1"/>
      <w:numFmt w:val="lowerRoman"/>
      <w:lvlText w:val="%9."/>
      <w:lvlJc w:val="right"/>
      <w:pPr>
        <w:tabs>
          <w:tab w:val="num" w:pos="6825"/>
        </w:tabs>
        <w:ind w:left="6825" w:hanging="180"/>
      </w:pPr>
      <w:rPr>
        <w:rFonts w:cs="Times New Roman"/>
      </w:rPr>
    </w:lvl>
  </w:abstractNum>
  <w:num w:numId="1">
    <w:abstractNumId w:val="3"/>
  </w:num>
  <w:num w:numId="2">
    <w:abstractNumId w:val="10"/>
  </w:num>
  <w:num w:numId="3">
    <w:abstractNumId w:val="7"/>
  </w:num>
  <w:num w:numId="4">
    <w:abstractNumId w:val="12"/>
  </w:num>
  <w:num w:numId="5">
    <w:abstractNumId w:val="17"/>
  </w:num>
  <w:num w:numId="6">
    <w:abstractNumId w:val="0"/>
  </w:num>
  <w:num w:numId="7">
    <w:abstractNumId w:val="9"/>
  </w:num>
  <w:num w:numId="8">
    <w:abstractNumId w:val="11"/>
  </w:num>
  <w:num w:numId="9">
    <w:abstractNumId w:val="1"/>
  </w:num>
  <w:num w:numId="10">
    <w:abstractNumId w:val="5"/>
  </w:num>
  <w:num w:numId="11">
    <w:abstractNumId w:val="8"/>
  </w:num>
  <w:num w:numId="12">
    <w:abstractNumId w:val="16"/>
  </w:num>
  <w:num w:numId="13">
    <w:abstractNumId w:val="4"/>
  </w:num>
  <w:num w:numId="14">
    <w:abstractNumId w:val="14"/>
  </w:num>
  <w:num w:numId="15">
    <w:abstractNumId w:val="13"/>
  </w:num>
  <w:num w:numId="16">
    <w:abstractNumId w:val="15"/>
  </w:num>
  <w:num w:numId="17">
    <w:abstractNumId w:val="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4951"/>
    <w:rsid w:val="0000026C"/>
    <w:rsid w:val="0000146F"/>
    <w:rsid w:val="00002130"/>
    <w:rsid w:val="00002D94"/>
    <w:rsid w:val="0000314E"/>
    <w:rsid w:val="000031AF"/>
    <w:rsid w:val="000038D4"/>
    <w:rsid w:val="00004814"/>
    <w:rsid w:val="00004B67"/>
    <w:rsid w:val="000055AD"/>
    <w:rsid w:val="00006ED6"/>
    <w:rsid w:val="000074F8"/>
    <w:rsid w:val="00007F2B"/>
    <w:rsid w:val="00011B7A"/>
    <w:rsid w:val="0001254E"/>
    <w:rsid w:val="00012768"/>
    <w:rsid w:val="00012871"/>
    <w:rsid w:val="00012A22"/>
    <w:rsid w:val="0001375F"/>
    <w:rsid w:val="0001467A"/>
    <w:rsid w:val="0001572C"/>
    <w:rsid w:val="00016743"/>
    <w:rsid w:val="00016D9C"/>
    <w:rsid w:val="00017919"/>
    <w:rsid w:val="00017C38"/>
    <w:rsid w:val="000202D6"/>
    <w:rsid w:val="0002053F"/>
    <w:rsid w:val="00020594"/>
    <w:rsid w:val="00022A1A"/>
    <w:rsid w:val="00022CF5"/>
    <w:rsid w:val="00023180"/>
    <w:rsid w:val="000244D0"/>
    <w:rsid w:val="00024CA7"/>
    <w:rsid w:val="000273B1"/>
    <w:rsid w:val="00030186"/>
    <w:rsid w:val="000315FB"/>
    <w:rsid w:val="000319AC"/>
    <w:rsid w:val="00034AF6"/>
    <w:rsid w:val="00034B75"/>
    <w:rsid w:val="000351AD"/>
    <w:rsid w:val="00036895"/>
    <w:rsid w:val="00040EB8"/>
    <w:rsid w:val="00041613"/>
    <w:rsid w:val="00041642"/>
    <w:rsid w:val="0004237A"/>
    <w:rsid w:val="00044711"/>
    <w:rsid w:val="00045242"/>
    <w:rsid w:val="00045498"/>
    <w:rsid w:val="0004655F"/>
    <w:rsid w:val="000476E3"/>
    <w:rsid w:val="00047C7F"/>
    <w:rsid w:val="000502DE"/>
    <w:rsid w:val="0005033F"/>
    <w:rsid w:val="000503CC"/>
    <w:rsid w:val="00051CE6"/>
    <w:rsid w:val="00051E1A"/>
    <w:rsid w:val="00052CD3"/>
    <w:rsid w:val="00052D57"/>
    <w:rsid w:val="000538A1"/>
    <w:rsid w:val="00053F67"/>
    <w:rsid w:val="00054591"/>
    <w:rsid w:val="0005522F"/>
    <w:rsid w:val="0005598C"/>
    <w:rsid w:val="00057B41"/>
    <w:rsid w:val="00061F9D"/>
    <w:rsid w:val="000621EA"/>
    <w:rsid w:val="00063149"/>
    <w:rsid w:val="0006341D"/>
    <w:rsid w:val="000634CB"/>
    <w:rsid w:val="000648C1"/>
    <w:rsid w:val="00064FAA"/>
    <w:rsid w:val="00065466"/>
    <w:rsid w:val="00065805"/>
    <w:rsid w:val="00065A79"/>
    <w:rsid w:val="00065C99"/>
    <w:rsid w:val="00065FFF"/>
    <w:rsid w:val="00067079"/>
    <w:rsid w:val="000674C2"/>
    <w:rsid w:val="00070387"/>
    <w:rsid w:val="0007080B"/>
    <w:rsid w:val="000729B9"/>
    <w:rsid w:val="0007405A"/>
    <w:rsid w:val="000740BC"/>
    <w:rsid w:val="000751EA"/>
    <w:rsid w:val="00075B20"/>
    <w:rsid w:val="0007690D"/>
    <w:rsid w:val="00076E1B"/>
    <w:rsid w:val="000770B8"/>
    <w:rsid w:val="00081371"/>
    <w:rsid w:val="00082195"/>
    <w:rsid w:val="00083F84"/>
    <w:rsid w:val="00085F05"/>
    <w:rsid w:val="000877FC"/>
    <w:rsid w:val="000921F5"/>
    <w:rsid w:val="00092B84"/>
    <w:rsid w:val="0009462E"/>
    <w:rsid w:val="00094ACD"/>
    <w:rsid w:val="00094AE4"/>
    <w:rsid w:val="0009523E"/>
    <w:rsid w:val="00095968"/>
    <w:rsid w:val="00096298"/>
    <w:rsid w:val="00096813"/>
    <w:rsid w:val="00096858"/>
    <w:rsid w:val="000976B6"/>
    <w:rsid w:val="000978FD"/>
    <w:rsid w:val="000A19A3"/>
    <w:rsid w:val="000A1BBA"/>
    <w:rsid w:val="000A40F0"/>
    <w:rsid w:val="000A4A45"/>
    <w:rsid w:val="000A4DE5"/>
    <w:rsid w:val="000A4E02"/>
    <w:rsid w:val="000A4E91"/>
    <w:rsid w:val="000A6081"/>
    <w:rsid w:val="000A60E8"/>
    <w:rsid w:val="000A63B0"/>
    <w:rsid w:val="000A6410"/>
    <w:rsid w:val="000A6FD5"/>
    <w:rsid w:val="000B032D"/>
    <w:rsid w:val="000B2548"/>
    <w:rsid w:val="000B3706"/>
    <w:rsid w:val="000B3CD4"/>
    <w:rsid w:val="000B7168"/>
    <w:rsid w:val="000B7562"/>
    <w:rsid w:val="000B7AC3"/>
    <w:rsid w:val="000B7BEB"/>
    <w:rsid w:val="000B7F4B"/>
    <w:rsid w:val="000C00AA"/>
    <w:rsid w:val="000C029E"/>
    <w:rsid w:val="000C0EA2"/>
    <w:rsid w:val="000C1FBC"/>
    <w:rsid w:val="000C3BEC"/>
    <w:rsid w:val="000C4C5C"/>
    <w:rsid w:val="000C505E"/>
    <w:rsid w:val="000C527F"/>
    <w:rsid w:val="000C55F1"/>
    <w:rsid w:val="000C7A86"/>
    <w:rsid w:val="000D0617"/>
    <w:rsid w:val="000D078F"/>
    <w:rsid w:val="000D251F"/>
    <w:rsid w:val="000D2C5B"/>
    <w:rsid w:val="000D4D39"/>
    <w:rsid w:val="000D579C"/>
    <w:rsid w:val="000D6A08"/>
    <w:rsid w:val="000D70DB"/>
    <w:rsid w:val="000E0178"/>
    <w:rsid w:val="000E0A97"/>
    <w:rsid w:val="000E1F10"/>
    <w:rsid w:val="000E33DD"/>
    <w:rsid w:val="000E36FE"/>
    <w:rsid w:val="000E3C7E"/>
    <w:rsid w:val="000E47A4"/>
    <w:rsid w:val="000E5544"/>
    <w:rsid w:val="000E681B"/>
    <w:rsid w:val="000E6987"/>
    <w:rsid w:val="000E7E37"/>
    <w:rsid w:val="000F026F"/>
    <w:rsid w:val="000F2069"/>
    <w:rsid w:val="000F21BE"/>
    <w:rsid w:val="000F22A3"/>
    <w:rsid w:val="000F2D0D"/>
    <w:rsid w:val="000F3180"/>
    <w:rsid w:val="000F3A23"/>
    <w:rsid w:val="000F4BB7"/>
    <w:rsid w:val="000F5C01"/>
    <w:rsid w:val="000F69CC"/>
    <w:rsid w:val="000F6FED"/>
    <w:rsid w:val="000F7505"/>
    <w:rsid w:val="000F7AEE"/>
    <w:rsid w:val="000F7C4C"/>
    <w:rsid w:val="00100052"/>
    <w:rsid w:val="00102D71"/>
    <w:rsid w:val="00102F8F"/>
    <w:rsid w:val="0010369B"/>
    <w:rsid w:val="00104703"/>
    <w:rsid w:val="00104FB1"/>
    <w:rsid w:val="001050C2"/>
    <w:rsid w:val="001051FC"/>
    <w:rsid w:val="001067EE"/>
    <w:rsid w:val="001079A6"/>
    <w:rsid w:val="0011106D"/>
    <w:rsid w:val="00111F15"/>
    <w:rsid w:val="001130B6"/>
    <w:rsid w:val="00113685"/>
    <w:rsid w:val="00113A17"/>
    <w:rsid w:val="00114406"/>
    <w:rsid w:val="00115561"/>
    <w:rsid w:val="0011734B"/>
    <w:rsid w:val="00117491"/>
    <w:rsid w:val="00117B48"/>
    <w:rsid w:val="00117D06"/>
    <w:rsid w:val="00117D9A"/>
    <w:rsid w:val="001208FA"/>
    <w:rsid w:val="00121BA9"/>
    <w:rsid w:val="00121BCA"/>
    <w:rsid w:val="0012207C"/>
    <w:rsid w:val="00122DEA"/>
    <w:rsid w:val="00122E8C"/>
    <w:rsid w:val="00123868"/>
    <w:rsid w:val="00123F21"/>
    <w:rsid w:val="00126AED"/>
    <w:rsid w:val="001303C3"/>
    <w:rsid w:val="00131BC5"/>
    <w:rsid w:val="0013205B"/>
    <w:rsid w:val="00133314"/>
    <w:rsid w:val="00133B75"/>
    <w:rsid w:val="00134616"/>
    <w:rsid w:val="001355BA"/>
    <w:rsid w:val="00135741"/>
    <w:rsid w:val="00136C6D"/>
    <w:rsid w:val="0013709D"/>
    <w:rsid w:val="001403AE"/>
    <w:rsid w:val="001403EB"/>
    <w:rsid w:val="001404D5"/>
    <w:rsid w:val="00140E4E"/>
    <w:rsid w:val="001419D1"/>
    <w:rsid w:val="001422F8"/>
    <w:rsid w:val="00142A8D"/>
    <w:rsid w:val="001439E0"/>
    <w:rsid w:val="00144DEC"/>
    <w:rsid w:val="00144FDE"/>
    <w:rsid w:val="00146F96"/>
    <w:rsid w:val="00151C3B"/>
    <w:rsid w:val="00152CD6"/>
    <w:rsid w:val="00153461"/>
    <w:rsid w:val="00153627"/>
    <w:rsid w:val="00153FB8"/>
    <w:rsid w:val="00154713"/>
    <w:rsid w:val="00154ECD"/>
    <w:rsid w:val="001559C6"/>
    <w:rsid w:val="001564A6"/>
    <w:rsid w:val="001564CC"/>
    <w:rsid w:val="00156AEB"/>
    <w:rsid w:val="0015795A"/>
    <w:rsid w:val="001579C3"/>
    <w:rsid w:val="00157CC6"/>
    <w:rsid w:val="00157D97"/>
    <w:rsid w:val="0016056B"/>
    <w:rsid w:val="001615FD"/>
    <w:rsid w:val="001654C6"/>
    <w:rsid w:val="00166CE2"/>
    <w:rsid w:val="00167592"/>
    <w:rsid w:val="0017003D"/>
    <w:rsid w:val="00170100"/>
    <w:rsid w:val="00171E93"/>
    <w:rsid w:val="00171F14"/>
    <w:rsid w:val="0017279C"/>
    <w:rsid w:val="00173BDB"/>
    <w:rsid w:val="00174FA5"/>
    <w:rsid w:val="00176233"/>
    <w:rsid w:val="00176CF7"/>
    <w:rsid w:val="00177B50"/>
    <w:rsid w:val="001803ED"/>
    <w:rsid w:val="0018103C"/>
    <w:rsid w:val="00182175"/>
    <w:rsid w:val="00183060"/>
    <w:rsid w:val="001840D9"/>
    <w:rsid w:val="001841AE"/>
    <w:rsid w:val="001842D0"/>
    <w:rsid w:val="0018455F"/>
    <w:rsid w:val="001853E4"/>
    <w:rsid w:val="00185A0A"/>
    <w:rsid w:val="00186587"/>
    <w:rsid w:val="00186988"/>
    <w:rsid w:val="001873BB"/>
    <w:rsid w:val="00187612"/>
    <w:rsid w:val="001877F4"/>
    <w:rsid w:val="00187AF6"/>
    <w:rsid w:val="00187D91"/>
    <w:rsid w:val="00187F60"/>
    <w:rsid w:val="00190D17"/>
    <w:rsid w:val="00190E9B"/>
    <w:rsid w:val="0019239D"/>
    <w:rsid w:val="001923CF"/>
    <w:rsid w:val="001925B5"/>
    <w:rsid w:val="001926CB"/>
    <w:rsid w:val="00192881"/>
    <w:rsid w:val="00192BBE"/>
    <w:rsid w:val="00192EFE"/>
    <w:rsid w:val="00193B4A"/>
    <w:rsid w:val="00194406"/>
    <w:rsid w:val="0019513C"/>
    <w:rsid w:val="001A0CA2"/>
    <w:rsid w:val="001A1440"/>
    <w:rsid w:val="001A16F6"/>
    <w:rsid w:val="001A17F5"/>
    <w:rsid w:val="001A1B4F"/>
    <w:rsid w:val="001A32DA"/>
    <w:rsid w:val="001A44C8"/>
    <w:rsid w:val="001A7FEA"/>
    <w:rsid w:val="001B00F0"/>
    <w:rsid w:val="001B24A3"/>
    <w:rsid w:val="001B2F24"/>
    <w:rsid w:val="001B31CC"/>
    <w:rsid w:val="001B3C43"/>
    <w:rsid w:val="001B65C3"/>
    <w:rsid w:val="001B6E93"/>
    <w:rsid w:val="001C05E1"/>
    <w:rsid w:val="001C1968"/>
    <w:rsid w:val="001C2E13"/>
    <w:rsid w:val="001C2FE4"/>
    <w:rsid w:val="001C3BEC"/>
    <w:rsid w:val="001C439E"/>
    <w:rsid w:val="001C4412"/>
    <w:rsid w:val="001C447A"/>
    <w:rsid w:val="001C4BA5"/>
    <w:rsid w:val="001C526C"/>
    <w:rsid w:val="001C5C07"/>
    <w:rsid w:val="001C61FB"/>
    <w:rsid w:val="001C7BAD"/>
    <w:rsid w:val="001C7E68"/>
    <w:rsid w:val="001D1B8D"/>
    <w:rsid w:val="001D2049"/>
    <w:rsid w:val="001D30C1"/>
    <w:rsid w:val="001D33F5"/>
    <w:rsid w:val="001D3E5F"/>
    <w:rsid w:val="001D5996"/>
    <w:rsid w:val="001D70B5"/>
    <w:rsid w:val="001D7F22"/>
    <w:rsid w:val="001E02F1"/>
    <w:rsid w:val="001E066F"/>
    <w:rsid w:val="001E12E8"/>
    <w:rsid w:val="001E136D"/>
    <w:rsid w:val="001E174E"/>
    <w:rsid w:val="001E3D8B"/>
    <w:rsid w:val="001E4005"/>
    <w:rsid w:val="001E4772"/>
    <w:rsid w:val="001E6814"/>
    <w:rsid w:val="001E6AFD"/>
    <w:rsid w:val="001E6C68"/>
    <w:rsid w:val="001E6DF6"/>
    <w:rsid w:val="001F0AA2"/>
    <w:rsid w:val="001F1907"/>
    <w:rsid w:val="001F21AC"/>
    <w:rsid w:val="001F272E"/>
    <w:rsid w:val="001F3CFF"/>
    <w:rsid w:val="001F528A"/>
    <w:rsid w:val="001F5461"/>
    <w:rsid w:val="001F6176"/>
    <w:rsid w:val="001F61A5"/>
    <w:rsid w:val="001F65C0"/>
    <w:rsid w:val="0020045D"/>
    <w:rsid w:val="00201B28"/>
    <w:rsid w:val="002028D4"/>
    <w:rsid w:val="002045EB"/>
    <w:rsid w:val="002047FA"/>
    <w:rsid w:val="0020496C"/>
    <w:rsid w:val="002052B1"/>
    <w:rsid w:val="00205B47"/>
    <w:rsid w:val="00207471"/>
    <w:rsid w:val="00207EAD"/>
    <w:rsid w:val="0021114D"/>
    <w:rsid w:val="00211C3A"/>
    <w:rsid w:val="002121C7"/>
    <w:rsid w:val="002144B5"/>
    <w:rsid w:val="00217042"/>
    <w:rsid w:val="002172C7"/>
    <w:rsid w:val="00220500"/>
    <w:rsid w:val="002224D7"/>
    <w:rsid w:val="002229FA"/>
    <w:rsid w:val="00223594"/>
    <w:rsid w:val="00223BE2"/>
    <w:rsid w:val="00223C96"/>
    <w:rsid w:val="002251F1"/>
    <w:rsid w:val="00225693"/>
    <w:rsid w:val="00225A34"/>
    <w:rsid w:val="00226207"/>
    <w:rsid w:val="002303D7"/>
    <w:rsid w:val="00230D88"/>
    <w:rsid w:val="00231C3E"/>
    <w:rsid w:val="00233296"/>
    <w:rsid w:val="002332F1"/>
    <w:rsid w:val="002334F2"/>
    <w:rsid w:val="00234048"/>
    <w:rsid w:val="00234756"/>
    <w:rsid w:val="002349EF"/>
    <w:rsid w:val="00234D43"/>
    <w:rsid w:val="00234F0E"/>
    <w:rsid w:val="0023579F"/>
    <w:rsid w:val="0023657F"/>
    <w:rsid w:val="002371CF"/>
    <w:rsid w:val="00237EB2"/>
    <w:rsid w:val="002416FE"/>
    <w:rsid w:val="002418DA"/>
    <w:rsid w:val="00242A88"/>
    <w:rsid w:val="0024329B"/>
    <w:rsid w:val="00244004"/>
    <w:rsid w:val="002447C8"/>
    <w:rsid w:val="00244DD1"/>
    <w:rsid w:val="002456B5"/>
    <w:rsid w:val="002458D3"/>
    <w:rsid w:val="00245A69"/>
    <w:rsid w:val="0024688C"/>
    <w:rsid w:val="00246986"/>
    <w:rsid w:val="00246B51"/>
    <w:rsid w:val="00247A68"/>
    <w:rsid w:val="00247AC0"/>
    <w:rsid w:val="00250B77"/>
    <w:rsid w:val="00250BE4"/>
    <w:rsid w:val="0025174F"/>
    <w:rsid w:val="0025177C"/>
    <w:rsid w:val="0025389F"/>
    <w:rsid w:val="00253975"/>
    <w:rsid w:val="00254CB3"/>
    <w:rsid w:val="002556F8"/>
    <w:rsid w:val="00255D08"/>
    <w:rsid w:val="00257B8E"/>
    <w:rsid w:val="002600C3"/>
    <w:rsid w:val="002605FD"/>
    <w:rsid w:val="00260F74"/>
    <w:rsid w:val="002620D2"/>
    <w:rsid w:val="0026215F"/>
    <w:rsid w:val="002623B6"/>
    <w:rsid w:val="002646C5"/>
    <w:rsid w:val="00265AD1"/>
    <w:rsid w:val="0026634D"/>
    <w:rsid w:val="002674B9"/>
    <w:rsid w:val="002676E4"/>
    <w:rsid w:val="002706E0"/>
    <w:rsid w:val="0027088B"/>
    <w:rsid w:val="002709DC"/>
    <w:rsid w:val="00270BEE"/>
    <w:rsid w:val="00271274"/>
    <w:rsid w:val="00272438"/>
    <w:rsid w:val="00272C46"/>
    <w:rsid w:val="00274023"/>
    <w:rsid w:val="00274A3F"/>
    <w:rsid w:val="00274C6F"/>
    <w:rsid w:val="00274D97"/>
    <w:rsid w:val="00274EFC"/>
    <w:rsid w:val="00276558"/>
    <w:rsid w:val="00276D9C"/>
    <w:rsid w:val="002818D6"/>
    <w:rsid w:val="002830CD"/>
    <w:rsid w:val="002843A9"/>
    <w:rsid w:val="00284627"/>
    <w:rsid w:val="00286885"/>
    <w:rsid w:val="00287635"/>
    <w:rsid w:val="0028778E"/>
    <w:rsid w:val="002905EE"/>
    <w:rsid w:val="00290DFB"/>
    <w:rsid w:val="00292568"/>
    <w:rsid w:val="002925A5"/>
    <w:rsid w:val="00292788"/>
    <w:rsid w:val="00292CD1"/>
    <w:rsid w:val="00293005"/>
    <w:rsid w:val="002932E8"/>
    <w:rsid w:val="0029371B"/>
    <w:rsid w:val="00293884"/>
    <w:rsid w:val="00293D43"/>
    <w:rsid w:val="00294629"/>
    <w:rsid w:val="0029562F"/>
    <w:rsid w:val="0029663E"/>
    <w:rsid w:val="002977EF"/>
    <w:rsid w:val="00297D98"/>
    <w:rsid w:val="002A023A"/>
    <w:rsid w:val="002A14AB"/>
    <w:rsid w:val="002A21EB"/>
    <w:rsid w:val="002A331C"/>
    <w:rsid w:val="002A3BB5"/>
    <w:rsid w:val="002A4205"/>
    <w:rsid w:val="002A4738"/>
    <w:rsid w:val="002A4A2A"/>
    <w:rsid w:val="002A4F53"/>
    <w:rsid w:val="002A5224"/>
    <w:rsid w:val="002A5636"/>
    <w:rsid w:val="002A5B49"/>
    <w:rsid w:val="002A63DD"/>
    <w:rsid w:val="002A6C71"/>
    <w:rsid w:val="002A787C"/>
    <w:rsid w:val="002A7D3E"/>
    <w:rsid w:val="002B0A8C"/>
    <w:rsid w:val="002B0D43"/>
    <w:rsid w:val="002B1878"/>
    <w:rsid w:val="002B3DAA"/>
    <w:rsid w:val="002B4154"/>
    <w:rsid w:val="002B5867"/>
    <w:rsid w:val="002B6471"/>
    <w:rsid w:val="002C05E4"/>
    <w:rsid w:val="002C069C"/>
    <w:rsid w:val="002C0B9F"/>
    <w:rsid w:val="002C111F"/>
    <w:rsid w:val="002C181E"/>
    <w:rsid w:val="002C1B7A"/>
    <w:rsid w:val="002C2894"/>
    <w:rsid w:val="002C44AB"/>
    <w:rsid w:val="002C57A4"/>
    <w:rsid w:val="002C64FF"/>
    <w:rsid w:val="002D078C"/>
    <w:rsid w:val="002D0C73"/>
    <w:rsid w:val="002D1B3E"/>
    <w:rsid w:val="002D2187"/>
    <w:rsid w:val="002D29C3"/>
    <w:rsid w:val="002D2EB8"/>
    <w:rsid w:val="002D2EF4"/>
    <w:rsid w:val="002D3893"/>
    <w:rsid w:val="002D43E0"/>
    <w:rsid w:val="002D4841"/>
    <w:rsid w:val="002D4931"/>
    <w:rsid w:val="002D56E6"/>
    <w:rsid w:val="002D585B"/>
    <w:rsid w:val="002D5FC2"/>
    <w:rsid w:val="002D6488"/>
    <w:rsid w:val="002D72A5"/>
    <w:rsid w:val="002D732E"/>
    <w:rsid w:val="002D786F"/>
    <w:rsid w:val="002E105B"/>
    <w:rsid w:val="002E1065"/>
    <w:rsid w:val="002E12BB"/>
    <w:rsid w:val="002E16BE"/>
    <w:rsid w:val="002E1992"/>
    <w:rsid w:val="002E2A81"/>
    <w:rsid w:val="002E349F"/>
    <w:rsid w:val="002E3765"/>
    <w:rsid w:val="002E3E25"/>
    <w:rsid w:val="002E41B7"/>
    <w:rsid w:val="002E4F8D"/>
    <w:rsid w:val="002E5266"/>
    <w:rsid w:val="002E53D4"/>
    <w:rsid w:val="002E5508"/>
    <w:rsid w:val="002E592B"/>
    <w:rsid w:val="002E5A0C"/>
    <w:rsid w:val="002E60FE"/>
    <w:rsid w:val="002E6567"/>
    <w:rsid w:val="002E755D"/>
    <w:rsid w:val="002F00E4"/>
    <w:rsid w:val="002F22D6"/>
    <w:rsid w:val="002F2726"/>
    <w:rsid w:val="002F378D"/>
    <w:rsid w:val="002F4D8A"/>
    <w:rsid w:val="002F4E57"/>
    <w:rsid w:val="002F52FA"/>
    <w:rsid w:val="002F58BA"/>
    <w:rsid w:val="002F5CFF"/>
    <w:rsid w:val="002F5EE1"/>
    <w:rsid w:val="002F7338"/>
    <w:rsid w:val="002F79E7"/>
    <w:rsid w:val="002F7A9B"/>
    <w:rsid w:val="00300379"/>
    <w:rsid w:val="00302856"/>
    <w:rsid w:val="003028DA"/>
    <w:rsid w:val="00304C29"/>
    <w:rsid w:val="00304F9B"/>
    <w:rsid w:val="00306D66"/>
    <w:rsid w:val="00311396"/>
    <w:rsid w:val="00311B96"/>
    <w:rsid w:val="0031292E"/>
    <w:rsid w:val="00313A00"/>
    <w:rsid w:val="0031422C"/>
    <w:rsid w:val="003159D5"/>
    <w:rsid w:val="00316D7B"/>
    <w:rsid w:val="00324109"/>
    <w:rsid w:val="003243B4"/>
    <w:rsid w:val="00324874"/>
    <w:rsid w:val="00327612"/>
    <w:rsid w:val="00327B5C"/>
    <w:rsid w:val="00330494"/>
    <w:rsid w:val="00331B6D"/>
    <w:rsid w:val="00332B2F"/>
    <w:rsid w:val="00334363"/>
    <w:rsid w:val="0033499B"/>
    <w:rsid w:val="00335314"/>
    <w:rsid w:val="003354B3"/>
    <w:rsid w:val="003358EC"/>
    <w:rsid w:val="00335ADE"/>
    <w:rsid w:val="0033674A"/>
    <w:rsid w:val="00337FCC"/>
    <w:rsid w:val="003407CD"/>
    <w:rsid w:val="00341174"/>
    <w:rsid w:val="003418B7"/>
    <w:rsid w:val="00341EF6"/>
    <w:rsid w:val="0034264D"/>
    <w:rsid w:val="00342EEB"/>
    <w:rsid w:val="003437BE"/>
    <w:rsid w:val="003439C6"/>
    <w:rsid w:val="00343B5F"/>
    <w:rsid w:val="00343B9E"/>
    <w:rsid w:val="003444BF"/>
    <w:rsid w:val="0034461F"/>
    <w:rsid w:val="00344A95"/>
    <w:rsid w:val="0034513A"/>
    <w:rsid w:val="00346046"/>
    <w:rsid w:val="00346342"/>
    <w:rsid w:val="00346CDA"/>
    <w:rsid w:val="00347441"/>
    <w:rsid w:val="00350CFD"/>
    <w:rsid w:val="003518A2"/>
    <w:rsid w:val="00351D57"/>
    <w:rsid w:val="00352426"/>
    <w:rsid w:val="00352508"/>
    <w:rsid w:val="00352C2A"/>
    <w:rsid w:val="0036105E"/>
    <w:rsid w:val="003611FA"/>
    <w:rsid w:val="0036157A"/>
    <w:rsid w:val="00362380"/>
    <w:rsid w:val="00362814"/>
    <w:rsid w:val="003633B1"/>
    <w:rsid w:val="00363BA4"/>
    <w:rsid w:val="0036502C"/>
    <w:rsid w:val="00366830"/>
    <w:rsid w:val="00366B50"/>
    <w:rsid w:val="00367947"/>
    <w:rsid w:val="00367F5D"/>
    <w:rsid w:val="00370334"/>
    <w:rsid w:val="0037068E"/>
    <w:rsid w:val="003718C8"/>
    <w:rsid w:val="00371CEC"/>
    <w:rsid w:val="00372F2E"/>
    <w:rsid w:val="003733E9"/>
    <w:rsid w:val="00374CC3"/>
    <w:rsid w:val="0037660A"/>
    <w:rsid w:val="00377660"/>
    <w:rsid w:val="00380165"/>
    <w:rsid w:val="00380C06"/>
    <w:rsid w:val="00381BF0"/>
    <w:rsid w:val="00382284"/>
    <w:rsid w:val="003827F4"/>
    <w:rsid w:val="00382C6E"/>
    <w:rsid w:val="00383BA9"/>
    <w:rsid w:val="00384769"/>
    <w:rsid w:val="00384DBD"/>
    <w:rsid w:val="00384EC9"/>
    <w:rsid w:val="003852F1"/>
    <w:rsid w:val="00385554"/>
    <w:rsid w:val="003855E4"/>
    <w:rsid w:val="00385FFA"/>
    <w:rsid w:val="00387957"/>
    <w:rsid w:val="00387C7D"/>
    <w:rsid w:val="00391251"/>
    <w:rsid w:val="00391AD5"/>
    <w:rsid w:val="003920E7"/>
    <w:rsid w:val="0039310F"/>
    <w:rsid w:val="0039358D"/>
    <w:rsid w:val="00393D2F"/>
    <w:rsid w:val="00394871"/>
    <w:rsid w:val="00394E8E"/>
    <w:rsid w:val="00396579"/>
    <w:rsid w:val="00396903"/>
    <w:rsid w:val="00397C44"/>
    <w:rsid w:val="003A081D"/>
    <w:rsid w:val="003A23A6"/>
    <w:rsid w:val="003A312F"/>
    <w:rsid w:val="003A61DD"/>
    <w:rsid w:val="003A6327"/>
    <w:rsid w:val="003A6464"/>
    <w:rsid w:val="003A70C1"/>
    <w:rsid w:val="003A7DE2"/>
    <w:rsid w:val="003B10E5"/>
    <w:rsid w:val="003B14E9"/>
    <w:rsid w:val="003B2C16"/>
    <w:rsid w:val="003B3421"/>
    <w:rsid w:val="003B3CB6"/>
    <w:rsid w:val="003B421A"/>
    <w:rsid w:val="003B4C23"/>
    <w:rsid w:val="003B4CDF"/>
    <w:rsid w:val="003B5075"/>
    <w:rsid w:val="003B5F10"/>
    <w:rsid w:val="003B69D6"/>
    <w:rsid w:val="003B6B49"/>
    <w:rsid w:val="003B7BB0"/>
    <w:rsid w:val="003C092E"/>
    <w:rsid w:val="003C128A"/>
    <w:rsid w:val="003C1639"/>
    <w:rsid w:val="003C16B6"/>
    <w:rsid w:val="003C21F0"/>
    <w:rsid w:val="003C38F4"/>
    <w:rsid w:val="003C3FA0"/>
    <w:rsid w:val="003C4371"/>
    <w:rsid w:val="003C4A8E"/>
    <w:rsid w:val="003C6C31"/>
    <w:rsid w:val="003C71D8"/>
    <w:rsid w:val="003C7D23"/>
    <w:rsid w:val="003D0E73"/>
    <w:rsid w:val="003D1EAC"/>
    <w:rsid w:val="003D3A7B"/>
    <w:rsid w:val="003D45F0"/>
    <w:rsid w:val="003D47DF"/>
    <w:rsid w:val="003D4B8A"/>
    <w:rsid w:val="003D4BFC"/>
    <w:rsid w:val="003D54AA"/>
    <w:rsid w:val="003D652B"/>
    <w:rsid w:val="003D67C6"/>
    <w:rsid w:val="003E31F5"/>
    <w:rsid w:val="003E3E15"/>
    <w:rsid w:val="003E4CEB"/>
    <w:rsid w:val="003E4E0D"/>
    <w:rsid w:val="003E58BC"/>
    <w:rsid w:val="003E5A28"/>
    <w:rsid w:val="003E5A82"/>
    <w:rsid w:val="003E6D78"/>
    <w:rsid w:val="003E724F"/>
    <w:rsid w:val="003E754C"/>
    <w:rsid w:val="003E7D88"/>
    <w:rsid w:val="003F0A05"/>
    <w:rsid w:val="003F0CC3"/>
    <w:rsid w:val="003F3039"/>
    <w:rsid w:val="003F3F6A"/>
    <w:rsid w:val="003F5A10"/>
    <w:rsid w:val="003F5A16"/>
    <w:rsid w:val="003F5E33"/>
    <w:rsid w:val="003F6709"/>
    <w:rsid w:val="003F6AB9"/>
    <w:rsid w:val="003F6DE5"/>
    <w:rsid w:val="003F6EBC"/>
    <w:rsid w:val="003F6F55"/>
    <w:rsid w:val="003F72DB"/>
    <w:rsid w:val="003F7F9A"/>
    <w:rsid w:val="00400DF0"/>
    <w:rsid w:val="00401D72"/>
    <w:rsid w:val="0040281D"/>
    <w:rsid w:val="00402F2B"/>
    <w:rsid w:val="00404353"/>
    <w:rsid w:val="00405859"/>
    <w:rsid w:val="00405B4D"/>
    <w:rsid w:val="00407160"/>
    <w:rsid w:val="0041026D"/>
    <w:rsid w:val="004105FF"/>
    <w:rsid w:val="004116F5"/>
    <w:rsid w:val="00412353"/>
    <w:rsid w:val="00413E72"/>
    <w:rsid w:val="0041442F"/>
    <w:rsid w:val="0041524D"/>
    <w:rsid w:val="00415AD6"/>
    <w:rsid w:val="00415B79"/>
    <w:rsid w:val="00415CAC"/>
    <w:rsid w:val="0041694A"/>
    <w:rsid w:val="0041774A"/>
    <w:rsid w:val="00420050"/>
    <w:rsid w:val="00420428"/>
    <w:rsid w:val="0042178D"/>
    <w:rsid w:val="00421C00"/>
    <w:rsid w:val="00421F1A"/>
    <w:rsid w:val="00421F5C"/>
    <w:rsid w:val="004220CA"/>
    <w:rsid w:val="004234D2"/>
    <w:rsid w:val="004241F3"/>
    <w:rsid w:val="00425B50"/>
    <w:rsid w:val="00425EB4"/>
    <w:rsid w:val="004272F6"/>
    <w:rsid w:val="004276AA"/>
    <w:rsid w:val="00430D55"/>
    <w:rsid w:val="004314F7"/>
    <w:rsid w:val="00431C7B"/>
    <w:rsid w:val="00432CD6"/>
    <w:rsid w:val="00433FA4"/>
    <w:rsid w:val="004368F0"/>
    <w:rsid w:val="00437977"/>
    <w:rsid w:val="00437F1E"/>
    <w:rsid w:val="00441056"/>
    <w:rsid w:val="004411DA"/>
    <w:rsid w:val="00441CEF"/>
    <w:rsid w:val="00441D47"/>
    <w:rsid w:val="00443572"/>
    <w:rsid w:val="0044632F"/>
    <w:rsid w:val="0044758E"/>
    <w:rsid w:val="004478BA"/>
    <w:rsid w:val="00447B21"/>
    <w:rsid w:val="00447B3F"/>
    <w:rsid w:val="00450221"/>
    <w:rsid w:val="00450614"/>
    <w:rsid w:val="00451A3E"/>
    <w:rsid w:val="004532D4"/>
    <w:rsid w:val="00453904"/>
    <w:rsid w:val="0045458B"/>
    <w:rsid w:val="00457CCC"/>
    <w:rsid w:val="004609CC"/>
    <w:rsid w:val="0046104F"/>
    <w:rsid w:val="00461C50"/>
    <w:rsid w:val="004630B4"/>
    <w:rsid w:val="00463528"/>
    <w:rsid w:val="00463FF0"/>
    <w:rsid w:val="00464E15"/>
    <w:rsid w:val="00465164"/>
    <w:rsid w:val="004666B7"/>
    <w:rsid w:val="004679BC"/>
    <w:rsid w:val="00467B5B"/>
    <w:rsid w:val="00467D9F"/>
    <w:rsid w:val="0047008F"/>
    <w:rsid w:val="00470B0F"/>
    <w:rsid w:val="004719A8"/>
    <w:rsid w:val="004743E0"/>
    <w:rsid w:val="00476906"/>
    <w:rsid w:val="00477441"/>
    <w:rsid w:val="00477B2C"/>
    <w:rsid w:val="0048055B"/>
    <w:rsid w:val="00481CB3"/>
    <w:rsid w:val="00482BD8"/>
    <w:rsid w:val="00482CF1"/>
    <w:rsid w:val="004833C6"/>
    <w:rsid w:val="00483DDE"/>
    <w:rsid w:val="00483E0B"/>
    <w:rsid w:val="0048452B"/>
    <w:rsid w:val="004845D3"/>
    <w:rsid w:val="00484722"/>
    <w:rsid w:val="00486275"/>
    <w:rsid w:val="004863EB"/>
    <w:rsid w:val="00486A18"/>
    <w:rsid w:val="00486E1E"/>
    <w:rsid w:val="00487599"/>
    <w:rsid w:val="00487687"/>
    <w:rsid w:val="00487F76"/>
    <w:rsid w:val="00487FD4"/>
    <w:rsid w:val="004908CA"/>
    <w:rsid w:val="00491C42"/>
    <w:rsid w:val="0049462F"/>
    <w:rsid w:val="00495471"/>
    <w:rsid w:val="00496502"/>
    <w:rsid w:val="0049724B"/>
    <w:rsid w:val="00497688"/>
    <w:rsid w:val="004A0224"/>
    <w:rsid w:val="004A0B4B"/>
    <w:rsid w:val="004A0E19"/>
    <w:rsid w:val="004A23B0"/>
    <w:rsid w:val="004A32C3"/>
    <w:rsid w:val="004A3DE0"/>
    <w:rsid w:val="004A4EC1"/>
    <w:rsid w:val="004A5E3E"/>
    <w:rsid w:val="004A64AE"/>
    <w:rsid w:val="004A6A1A"/>
    <w:rsid w:val="004B0469"/>
    <w:rsid w:val="004B0896"/>
    <w:rsid w:val="004B1A86"/>
    <w:rsid w:val="004B2005"/>
    <w:rsid w:val="004B3AC7"/>
    <w:rsid w:val="004B400C"/>
    <w:rsid w:val="004B49F0"/>
    <w:rsid w:val="004B508D"/>
    <w:rsid w:val="004B7629"/>
    <w:rsid w:val="004C052A"/>
    <w:rsid w:val="004C058F"/>
    <w:rsid w:val="004C0632"/>
    <w:rsid w:val="004C0855"/>
    <w:rsid w:val="004C1FFF"/>
    <w:rsid w:val="004C26DF"/>
    <w:rsid w:val="004C348B"/>
    <w:rsid w:val="004C454B"/>
    <w:rsid w:val="004C5DAE"/>
    <w:rsid w:val="004C5F20"/>
    <w:rsid w:val="004C67FF"/>
    <w:rsid w:val="004C6BC2"/>
    <w:rsid w:val="004C6C87"/>
    <w:rsid w:val="004D03A0"/>
    <w:rsid w:val="004D06C5"/>
    <w:rsid w:val="004D0A07"/>
    <w:rsid w:val="004D1F62"/>
    <w:rsid w:val="004D228F"/>
    <w:rsid w:val="004D27E3"/>
    <w:rsid w:val="004D41A1"/>
    <w:rsid w:val="004D427B"/>
    <w:rsid w:val="004D4AC4"/>
    <w:rsid w:val="004D5256"/>
    <w:rsid w:val="004D5A4A"/>
    <w:rsid w:val="004D6E4A"/>
    <w:rsid w:val="004E13E7"/>
    <w:rsid w:val="004E1CBB"/>
    <w:rsid w:val="004E225F"/>
    <w:rsid w:val="004E3221"/>
    <w:rsid w:val="004E3540"/>
    <w:rsid w:val="004E3CC2"/>
    <w:rsid w:val="004E4C91"/>
    <w:rsid w:val="004E4F92"/>
    <w:rsid w:val="004E6AC4"/>
    <w:rsid w:val="004E7E70"/>
    <w:rsid w:val="004F0559"/>
    <w:rsid w:val="004F087D"/>
    <w:rsid w:val="004F3055"/>
    <w:rsid w:val="004F3FCF"/>
    <w:rsid w:val="004F535E"/>
    <w:rsid w:val="004F5EFB"/>
    <w:rsid w:val="004F6C68"/>
    <w:rsid w:val="004F6E80"/>
    <w:rsid w:val="004F7122"/>
    <w:rsid w:val="004F783B"/>
    <w:rsid w:val="004F78A4"/>
    <w:rsid w:val="0050032B"/>
    <w:rsid w:val="0050100B"/>
    <w:rsid w:val="00502399"/>
    <w:rsid w:val="00503160"/>
    <w:rsid w:val="00504E24"/>
    <w:rsid w:val="00505E09"/>
    <w:rsid w:val="0050709D"/>
    <w:rsid w:val="0050737C"/>
    <w:rsid w:val="00511FFB"/>
    <w:rsid w:val="0051222B"/>
    <w:rsid w:val="00513A4B"/>
    <w:rsid w:val="00514E14"/>
    <w:rsid w:val="00514EEF"/>
    <w:rsid w:val="0051554A"/>
    <w:rsid w:val="0051598C"/>
    <w:rsid w:val="00517332"/>
    <w:rsid w:val="005173FE"/>
    <w:rsid w:val="005223BB"/>
    <w:rsid w:val="00523784"/>
    <w:rsid w:val="00523AAE"/>
    <w:rsid w:val="00523B19"/>
    <w:rsid w:val="00523E5C"/>
    <w:rsid w:val="00524E87"/>
    <w:rsid w:val="00524FE6"/>
    <w:rsid w:val="00525BD7"/>
    <w:rsid w:val="00525D46"/>
    <w:rsid w:val="00525D71"/>
    <w:rsid w:val="00526B92"/>
    <w:rsid w:val="005303C4"/>
    <w:rsid w:val="00531268"/>
    <w:rsid w:val="00531C3C"/>
    <w:rsid w:val="00532B5D"/>
    <w:rsid w:val="00533047"/>
    <w:rsid w:val="0053388B"/>
    <w:rsid w:val="00534451"/>
    <w:rsid w:val="00534A76"/>
    <w:rsid w:val="00535025"/>
    <w:rsid w:val="0053530B"/>
    <w:rsid w:val="00535BA3"/>
    <w:rsid w:val="00536042"/>
    <w:rsid w:val="00536519"/>
    <w:rsid w:val="00536C3B"/>
    <w:rsid w:val="00536C8B"/>
    <w:rsid w:val="005370B2"/>
    <w:rsid w:val="00537CA6"/>
    <w:rsid w:val="005411F9"/>
    <w:rsid w:val="005418C0"/>
    <w:rsid w:val="0054225D"/>
    <w:rsid w:val="00542721"/>
    <w:rsid w:val="0054367C"/>
    <w:rsid w:val="00543AC4"/>
    <w:rsid w:val="00543BA2"/>
    <w:rsid w:val="00543F0F"/>
    <w:rsid w:val="0054458F"/>
    <w:rsid w:val="00546A59"/>
    <w:rsid w:val="00546E4A"/>
    <w:rsid w:val="005472C1"/>
    <w:rsid w:val="005500AE"/>
    <w:rsid w:val="00550437"/>
    <w:rsid w:val="005514BF"/>
    <w:rsid w:val="005517CD"/>
    <w:rsid w:val="00551D62"/>
    <w:rsid w:val="00552BC4"/>
    <w:rsid w:val="00552C44"/>
    <w:rsid w:val="00552DC3"/>
    <w:rsid w:val="00554918"/>
    <w:rsid w:val="00555179"/>
    <w:rsid w:val="0055595A"/>
    <w:rsid w:val="00555B45"/>
    <w:rsid w:val="00557B7D"/>
    <w:rsid w:val="00557D21"/>
    <w:rsid w:val="00560656"/>
    <w:rsid w:val="00561879"/>
    <w:rsid w:val="00561958"/>
    <w:rsid w:val="00562C09"/>
    <w:rsid w:val="00565847"/>
    <w:rsid w:val="00566419"/>
    <w:rsid w:val="00566440"/>
    <w:rsid w:val="0056725B"/>
    <w:rsid w:val="005719F5"/>
    <w:rsid w:val="0057260E"/>
    <w:rsid w:val="00572F3A"/>
    <w:rsid w:val="0057392A"/>
    <w:rsid w:val="00573A08"/>
    <w:rsid w:val="00574FE6"/>
    <w:rsid w:val="005766EC"/>
    <w:rsid w:val="005801BB"/>
    <w:rsid w:val="00580ADF"/>
    <w:rsid w:val="00580D60"/>
    <w:rsid w:val="00580F12"/>
    <w:rsid w:val="00581A82"/>
    <w:rsid w:val="005824F9"/>
    <w:rsid w:val="0058277B"/>
    <w:rsid w:val="005827E4"/>
    <w:rsid w:val="00582996"/>
    <w:rsid w:val="00583D29"/>
    <w:rsid w:val="0058608C"/>
    <w:rsid w:val="005861BF"/>
    <w:rsid w:val="005900E1"/>
    <w:rsid w:val="00590731"/>
    <w:rsid w:val="00590AB3"/>
    <w:rsid w:val="00592778"/>
    <w:rsid w:val="005933CB"/>
    <w:rsid w:val="00593719"/>
    <w:rsid w:val="005938DB"/>
    <w:rsid w:val="005939A8"/>
    <w:rsid w:val="0059548A"/>
    <w:rsid w:val="005956E1"/>
    <w:rsid w:val="00595C93"/>
    <w:rsid w:val="00596A44"/>
    <w:rsid w:val="00596B92"/>
    <w:rsid w:val="005A0BE1"/>
    <w:rsid w:val="005A0F6E"/>
    <w:rsid w:val="005A1B70"/>
    <w:rsid w:val="005A1C4C"/>
    <w:rsid w:val="005A35C8"/>
    <w:rsid w:val="005A3A63"/>
    <w:rsid w:val="005A4D11"/>
    <w:rsid w:val="005A551E"/>
    <w:rsid w:val="005A66CC"/>
    <w:rsid w:val="005B0555"/>
    <w:rsid w:val="005B10B8"/>
    <w:rsid w:val="005B1A08"/>
    <w:rsid w:val="005B1B42"/>
    <w:rsid w:val="005B1E53"/>
    <w:rsid w:val="005B2026"/>
    <w:rsid w:val="005B5908"/>
    <w:rsid w:val="005B5951"/>
    <w:rsid w:val="005B5FE3"/>
    <w:rsid w:val="005B65C0"/>
    <w:rsid w:val="005B78CD"/>
    <w:rsid w:val="005B7E72"/>
    <w:rsid w:val="005C2D14"/>
    <w:rsid w:val="005C3D31"/>
    <w:rsid w:val="005C3EEF"/>
    <w:rsid w:val="005C50A7"/>
    <w:rsid w:val="005C581C"/>
    <w:rsid w:val="005C65AE"/>
    <w:rsid w:val="005C7043"/>
    <w:rsid w:val="005C72DF"/>
    <w:rsid w:val="005C7BD2"/>
    <w:rsid w:val="005D0649"/>
    <w:rsid w:val="005D1549"/>
    <w:rsid w:val="005D24F3"/>
    <w:rsid w:val="005D3527"/>
    <w:rsid w:val="005D37D8"/>
    <w:rsid w:val="005D3EA2"/>
    <w:rsid w:val="005D44AA"/>
    <w:rsid w:val="005D505E"/>
    <w:rsid w:val="005D5F0D"/>
    <w:rsid w:val="005D6101"/>
    <w:rsid w:val="005D72BB"/>
    <w:rsid w:val="005D773D"/>
    <w:rsid w:val="005E0F68"/>
    <w:rsid w:val="005E24C0"/>
    <w:rsid w:val="005E4C1E"/>
    <w:rsid w:val="005E4D43"/>
    <w:rsid w:val="005E5964"/>
    <w:rsid w:val="005E6114"/>
    <w:rsid w:val="005E7F20"/>
    <w:rsid w:val="005F047F"/>
    <w:rsid w:val="005F053F"/>
    <w:rsid w:val="005F19DD"/>
    <w:rsid w:val="005F2321"/>
    <w:rsid w:val="005F3C43"/>
    <w:rsid w:val="005F5A90"/>
    <w:rsid w:val="005F68A4"/>
    <w:rsid w:val="005F7116"/>
    <w:rsid w:val="0060005E"/>
    <w:rsid w:val="00602E15"/>
    <w:rsid w:val="00603208"/>
    <w:rsid w:val="00604212"/>
    <w:rsid w:val="00604324"/>
    <w:rsid w:val="00604CBC"/>
    <w:rsid w:val="00604D30"/>
    <w:rsid w:val="00606808"/>
    <w:rsid w:val="0060687A"/>
    <w:rsid w:val="006068C5"/>
    <w:rsid w:val="00606FAA"/>
    <w:rsid w:val="00607561"/>
    <w:rsid w:val="006131C7"/>
    <w:rsid w:val="00614D65"/>
    <w:rsid w:val="00615269"/>
    <w:rsid w:val="00616C3D"/>
    <w:rsid w:val="006175CD"/>
    <w:rsid w:val="00617697"/>
    <w:rsid w:val="0061799B"/>
    <w:rsid w:val="00617BCD"/>
    <w:rsid w:val="006200B8"/>
    <w:rsid w:val="0062095F"/>
    <w:rsid w:val="00620C33"/>
    <w:rsid w:val="00620F1B"/>
    <w:rsid w:val="00621823"/>
    <w:rsid w:val="00621E55"/>
    <w:rsid w:val="00624380"/>
    <w:rsid w:val="00624F41"/>
    <w:rsid w:val="006270FC"/>
    <w:rsid w:val="00627A90"/>
    <w:rsid w:val="00627D19"/>
    <w:rsid w:val="00630894"/>
    <w:rsid w:val="00630EE1"/>
    <w:rsid w:val="00633542"/>
    <w:rsid w:val="006336CA"/>
    <w:rsid w:val="0063373D"/>
    <w:rsid w:val="006338E1"/>
    <w:rsid w:val="00633997"/>
    <w:rsid w:val="00636788"/>
    <w:rsid w:val="00636C30"/>
    <w:rsid w:val="00637557"/>
    <w:rsid w:val="00637656"/>
    <w:rsid w:val="006376FB"/>
    <w:rsid w:val="00637FC7"/>
    <w:rsid w:val="006422DC"/>
    <w:rsid w:val="00644206"/>
    <w:rsid w:val="0064532F"/>
    <w:rsid w:val="00646AD1"/>
    <w:rsid w:val="00646C5E"/>
    <w:rsid w:val="00646C63"/>
    <w:rsid w:val="00647035"/>
    <w:rsid w:val="0064792B"/>
    <w:rsid w:val="006501BF"/>
    <w:rsid w:val="00651C5B"/>
    <w:rsid w:val="00652F53"/>
    <w:rsid w:val="00653A32"/>
    <w:rsid w:val="00654BB6"/>
    <w:rsid w:val="00655E9E"/>
    <w:rsid w:val="00655F47"/>
    <w:rsid w:val="00657AFF"/>
    <w:rsid w:val="00661932"/>
    <w:rsid w:val="00662332"/>
    <w:rsid w:val="00663206"/>
    <w:rsid w:val="006634EA"/>
    <w:rsid w:val="00663C3A"/>
    <w:rsid w:val="00663D83"/>
    <w:rsid w:val="0066414A"/>
    <w:rsid w:val="006653CE"/>
    <w:rsid w:val="00665F1F"/>
    <w:rsid w:val="00666397"/>
    <w:rsid w:val="00667523"/>
    <w:rsid w:val="00667FE6"/>
    <w:rsid w:val="0067051C"/>
    <w:rsid w:val="006707AE"/>
    <w:rsid w:val="00672364"/>
    <w:rsid w:val="0067256F"/>
    <w:rsid w:val="006729DB"/>
    <w:rsid w:val="0067325F"/>
    <w:rsid w:val="0067395F"/>
    <w:rsid w:val="006753BD"/>
    <w:rsid w:val="00675DD7"/>
    <w:rsid w:val="00676EB7"/>
    <w:rsid w:val="006773AA"/>
    <w:rsid w:val="00682635"/>
    <w:rsid w:val="00682CC2"/>
    <w:rsid w:val="00682D5C"/>
    <w:rsid w:val="00683437"/>
    <w:rsid w:val="006834FF"/>
    <w:rsid w:val="006839A1"/>
    <w:rsid w:val="00683A3A"/>
    <w:rsid w:val="00683C24"/>
    <w:rsid w:val="00684939"/>
    <w:rsid w:val="00685547"/>
    <w:rsid w:val="0068563E"/>
    <w:rsid w:val="00685859"/>
    <w:rsid w:val="00685FDD"/>
    <w:rsid w:val="00687033"/>
    <w:rsid w:val="00687AC0"/>
    <w:rsid w:val="0069002E"/>
    <w:rsid w:val="00691717"/>
    <w:rsid w:val="0069192B"/>
    <w:rsid w:val="00692A48"/>
    <w:rsid w:val="006933B0"/>
    <w:rsid w:val="006936F0"/>
    <w:rsid w:val="00693A65"/>
    <w:rsid w:val="00693DF0"/>
    <w:rsid w:val="0069431E"/>
    <w:rsid w:val="0069447A"/>
    <w:rsid w:val="006952D0"/>
    <w:rsid w:val="0069659E"/>
    <w:rsid w:val="00696C23"/>
    <w:rsid w:val="006970D1"/>
    <w:rsid w:val="006979E9"/>
    <w:rsid w:val="00697A32"/>
    <w:rsid w:val="00697A3F"/>
    <w:rsid w:val="00697C45"/>
    <w:rsid w:val="00697C92"/>
    <w:rsid w:val="00697EBD"/>
    <w:rsid w:val="006A0C99"/>
    <w:rsid w:val="006A1695"/>
    <w:rsid w:val="006A2817"/>
    <w:rsid w:val="006A2D60"/>
    <w:rsid w:val="006A3AAF"/>
    <w:rsid w:val="006A3CFF"/>
    <w:rsid w:val="006A48DC"/>
    <w:rsid w:val="006A5ADF"/>
    <w:rsid w:val="006A68F8"/>
    <w:rsid w:val="006A6A13"/>
    <w:rsid w:val="006B0DE2"/>
    <w:rsid w:val="006B13E6"/>
    <w:rsid w:val="006B1EB3"/>
    <w:rsid w:val="006B2838"/>
    <w:rsid w:val="006B3447"/>
    <w:rsid w:val="006B37B6"/>
    <w:rsid w:val="006B4C0C"/>
    <w:rsid w:val="006B5349"/>
    <w:rsid w:val="006B56E7"/>
    <w:rsid w:val="006B7109"/>
    <w:rsid w:val="006B7432"/>
    <w:rsid w:val="006B77BE"/>
    <w:rsid w:val="006C045D"/>
    <w:rsid w:val="006C08E1"/>
    <w:rsid w:val="006C10FE"/>
    <w:rsid w:val="006C1907"/>
    <w:rsid w:val="006C23E6"/>
    <w:rsid w:val="006C2CED"/>
    <w:rsid w:val="006C37CA"/>
    <w:rsid w:val="006C420B"/>
    <w:rsid w:val="006C4522"/>
    <w:rsid w:val="006C52C5"/>
    <w:rsid w:val="006C60A3"/>
    <w:rsid w:val="006D0432"/>
    <w:rsid w:val="006D054B"/>
    <w:rsid w:val="006D1D8E"/>
    <w:rsid w:val="006D4B45"/>
    <w:rsid w:val="006D71E6"/>
    <w:rsid w:val="006D78FD"/>
    <w:rsid w:val="006E0F46"/>
    <w:rsid w:val="006E1AC3"/>
    <w:rsid w:val="006E35AC"/>
    <w:rsid w:val="006E4016"/>
    <w:rsid w:val="006E4C82"/>
    <w:rsid w:val="006E5F26"/>
    <w:rsid w:val="006E6FBF"/>
    <w:rsid w:val="006F0516"/>
    <w:rsid w:val="006F0553"/>
    <w:rsid w:val="006F1AEE"/>
    <w:rsid w:val="006F1FF6"/>
    <w:rsid w:val="006F21AC"/>
    <w:rsid w:val="006F2820"/>
    <w:rsid w:val="006F3735"/>
    <w:rsid w:val="006F3D42"/>
    <w:rsid w:val="006F46CE"/>
    <w:rsid w:val="006F57BC"/>
    <w:rsid w:val="006F5A24"/>
    <w:rsid w:val="006F5E46"/>
    <w:rsid w:val="006F723C"/>
    <w:rsid w:val="00700F05"/>
    <w:rsid w:val="0070113A"/>
    <w:rsid w:val="00701203"/>
    <w:rsid w:val="00701AED"/>
    <w:rsid w:val="00704E83"/>
    <w:rsid w:val="00705301"/>
    <w:rsid w:val="00706065"/>
    <w:rsid w:val="007074EB"/>
    <w:rsid w:val="007075B4"/>
    <w:rsid w:val="00710202"/>
    <w:rsid w:val="007104FF"/>
    <w:rsid w:val="0071117F"/>
    <w:rsid w:val="00711B33"/>
    <w:rsid w:val="00712326"/>
    <w:rsid w:val="00713076"/>
    <w:rsid w:val="00715E30"/>
    <w:rsid w:val="007161E7"/>
    <w:rsid w:val="00716C28"/>
    <w:rsid w:val="007176C3"/>
    <w:rsid w:val="00717915"/>
    <w:rsid w:val="0072270C"/>
    <w:rsid w:val="00722A58"/>
    <w:rsid w:val="00722B54"/>
    <w:rsid w:val="00723C03"/>
    <w:rsid w:val="00723E91"/>
    <w:rsid w:val="00724461"/>
    <w:rsid w:val="00724D4C"/>
    <w:rsid w:val="007256AC"/>
    <w:rsid w:val="00730C3D"/>
    <w:rsid w:val="00730C7D"/>
    <w:rsid w:val="00730F37"/>
    <w:rsid w:val="007315A0"/>
    <w:rsid w:val="007317A5"/>
    <w:rsid w:val="00731D1E"/>
    <w:rsid w:val="00732590"/>
    <w:rsid w:val="00732B6A"/>
    <w:rsid w:val="00732C79"/>
    <w:rsid w:val="00733957"/>
    <w:rsid w:val="00733CB8"/>
    <w:rsid w:val="00734523"/>
    <w:rsid w:val="00735415"/>
    <w:rsid w:val="00735CF2"/>
    <w:rsid w:val="0073676C"/>
    <w:rsid w:val="00736CD0"/>
    <w:rsid w:val="00736E93"/>
    <w:rsid w:val="00737EDF"/>
    <w:rsid w:val="00740470"/>
    <w:rsid w:val="00740730"/>
    <w:rsid w:val="00740D99"/>
    <w:rsid w:val="00741B4F"/>
    <w:rsid w:val="00742686"/>
    <w:rsid w:val="0074285A"/>
    <w:rsid w:val="00742CCD"/>
    <w:rsid w:val="00742DFA"/>
    <w:rsid w:val="00743471"/>
    <w:rsid w:val="00743665"/>
    <w:rsid w:val="0074400F"/>
    <w:rsid w:val="0074681D"/>
    <w:rsid w:val="00746E2B"/>
    <w:rsid w:val="007479F1"/>
    <w:rsid w:val="007520F9"/>
    <w:rsid w:val="007521DA"/>
    <w:rsid w:val="00752FF8"/>
    <w:rsid w:val="0075410A"/>
    <w:rsid w:val="00755CE7"/>
    <w:rsid w:val="00755D71"/>
    <w:rsid w:val="0075614D"/>
    <w:rsid w:val="00756502"/>
    <w:rsid w:val="00760D12"/>
    <w:rsid w:val="00761038"/>
    <w:rsid w:val="00762B24"/>
    <w:rsid w:val="0076356B"/>
    <w:rsid w:val="00763879"/>
    <w:rsid w:val="00765C21"/>
    <w:rsid w:val="00767878"/>
    <w:rsid w:val="00767A81"/>
    <w:rsid w:val="00770A30"/>
    <w:rsid w:val="00771625"/>
    <w:rsid w:val="007728B8"/>
    <w:rsid w:val="00775756"/>
    <w:rsid w:val="007772A5"/>
    <w:rsid w:val="00777EA5"/>
    <w:rsid w:val="00780C44"/>
    <w:rsid w:val="00780E13"/>
    <w:rsid w:val="00781043"/>
    <w:rsid w:val="007812EA"/>
    <w:rsid w:val="007812FC"/>
    <w:rsid w:val="0078233D"/>
    <w:rsid w:val="007826ED"/>
    <w:rsid w:val="00782CE8"/>
    <w:rsid w:val="00782E8B"/>
    <w:rsid w:val="00782FCD"/>
    <w:rsid w:val="00784447"/>
    <w:rsid w:val="00784795"/>
    <w:rsid w:val="00784D95"/>
    <w:rsid w:val="00784E20"/>
    <w:rsid w:val="0078623F"/>
    <w:rsid w:val="00786BCB"/>
    <w:rsid w:val="00787E61"/>
    <w:rsid w:val="007906D6"/>
    <w:rsid w:val="007913A9"/>
    <w:rsid w:val="00791972"/>
    <w:rsid w:val="00791AF9"/>
    <w:rsid w:val="00793452"/>
    <w:rsid w:val="00794A6F"/>
    <w:rsid w:val="00794E30"/>
    <w:rsid w:val="007951F9"/>
    <w:rsid w:val="00796EC0"/>
    <w:rsid w:val="00797874"/>
    <w:rsid w:val="007A197B"/>
    <w:rsid w:val="007A4D62"/>
    <w:rsid w:val="007A514E"/>
    <w:rsid w:val="007A56B8"/>
    <w:rsid w:val="007A5BBD"/>
    <w:rsid w:val="007A5CF3"/>
    <w:rsid w:val="007A67AB"/>
    <w:rsid w:val="007A73F3"/>
    <w:rsid w:val="007B1706"/>
    <w:rsid w:val="007B2241"/>
    <w:rsid w:val="007B2BC9"/>
    <w:rsid w:val="007B3B09"/>
    <w:rsid w:val="007B4B5E"/>
    <w:rsid w:val="007B5369"/>
    <w:rsid w:val="007B55D6"/>
    <w:rsid w:val="007B5E26"/>
    <w:rsid w:val="007B5F0C"/>
    <w:rsid w:val="007B7509"/>
    <w:rsid w:val="007B7ABA"/>
    <w:rsid w:val="007B7CC5"/>
    <w:rsid w:val="007C00C5"/>
    <w:rsid w:val="007C0108"/>
    <w:rsid w:val="007C0B9E"/>
    <w:rsid w:val="007C0C53"/>
    <w:rsid w:val="007C1279"/>
    <w:rsid w:val="007C1CDA"/>
    <w:rsid w:val="007C1D95"/>
    <w:rsid w:val="007C29BC"/>
    <w:rsid w:val="007C4C9F"/>
    <w:rsid w:val="007C5309"/>
    <w:rsid w:val="007C5E81"/>
    <w:rsid w:val="007C610A"/>
    <w:rsid w:val="007C7DEA"/>
    <w:rsid w:val="007D17C3"/>
    <w:rsid w:val="007D193C"/>
    <w:rsid w:val="007D23F4"/>
    <w:rsid w:val="007D3449"/>
    <w:rsid w:val="007D3C2E"/>
    <w:rsid w:val="007D3FF0"/>
    <w:rsid w:val="007D45B3"/>
    <w:rsid w:val="007D4641"/>
    <w:rsid w:val="007D46AC"/>
    <w:rsid w:val="007D47BC"/>
    <w:rsid w:val="007D7832"/>
    <w:rsid w:val="007D7B32"/>
    <w:rsid w:val="007D7C16"/>
    <w:rsid w:val="007D7DB1"/>
    <w:rsid w:val="007D7EE0"/>
    <w:rsid w:val="007E05BB"/>
    <w:rsid w:val="007E1C90"/>
    <w:rsid w:val="007E226E"/>
    <w:rsid w:val="007E24A1"/>
    <w:rsid w:val="007E2D42"/>
    <w:rsid w:val="007E3A88"/>
    <w:rsid w:val="007E4310"/>
    <w:rsid w:val="007E435F"/>
    <w:rsid w:val="007E4404"/>
    <w:rsid w:val="007E4626"/>
    <w:rsid w:val="007E535A"/>
    <w:rsid w:val="007E56A5"/>
    <w:rsid w:val="007E74B6"/>
    <w:rsid w:val="007F029F"/>
    <w:rsid w:val="007F047F"/>
    <w:rsid w:val="007F05B5"/>
    <w:rsid w:val="007F064E"/>
    <w:rsid w:val="007F26EA"/>
    <w:rsid w:val="007F2A61"/>
    <w:rsid w:val="007F362D"/>
    <w:rsid w:val="007F4862"/>
    <w:rsid w:val="007F5F9D"/>
    <w:rsid w:val="007F6587"/>
    <w:rsid w:val="007F6A57"/>
    <w:rsid w:val="007F7DDA"/>
    <w:rsid w:val="008007F2"/>
    <w:rsid w:val="00801530"/>
    <w:rsid w:val="00802B89"/>
    <w:rsid w:val="0080389B"/>
    <w:rsid w:val="00804939"/>
    <w:rsid w:val="00804D70"/>
    <w:rsid w:val="00805D71"/>
    <w:rsid w:val="008077B4"/>
    <w:rsid w:val="00813A71"/>
    <w:rsid w:val="008144EA"/>
    <w:rsid w:val="00815309"/>
    <w:rsid w:val="00815978"/>
    <w:rsid w:val="00815CC9"/>
    <w:rsid w:val="00817287"/>
    <w:rsid w:val="008175C3"/>
    <w:rsid w:val="00820BAE"/>
    <w:rsid w:val="008222B7"/>
    <w:rsid w:val="008226F3"/>
    <w:rsid w:val="008230D6"/>
    <w:rsid w:val="00823412"/>
    <w:rsid w:val="00823C2D"/>
    <w:rsid w:val="00824376"/>
    <w:rsid w:val="0082584F"/>
    <w:rsid w:val="00825A81"/>
    <w:rsid w:val="0082671A"/>
    <w:rsid w:val="00827984"/>
    <w:rsid w:val="00827BE2"/>
    <w:rsid w:val="008307DA"/>
    <w:rsid w:val="00830C35"/>
    <w:rsid w:val="00830F1F"/>
    <w:rsid w:val="008310EF"/>
    <w:rsid w:val="0083164C"/>
    <w:rsid w:val="00833D99"/>
    <w:rsid w:val="00834F87"/>
    <w:rsid w:val="0083586F"/>
    <w:rsid w:val="008367E6"/>
    <w:rsid w:val="00840C99"/>
    <w:rsid w:val="008413A2"/>
    <w:rsid w:val="00841BDB"/>
    <w:rsid w:val="00843FAD"/>
    <w:rsid w:val="008440FC"/>
    <w:rsid w:val="0084431B"/>
    <w:rsid w:val="00844691"/>
    <w:rsid w:val="00845175"/>
    <w:rsid w:val="008454FC"/>
    <w:rsid w:val="008461B9"/>
    <w:rsid w:val="00846A94"/>
    <w:rsid w:val="00846F92"/>
    <w:rsid w:val="008474CB"/>
    <w:rsid w:val="008504DC"/>
    <w:rsid w:val="00851993"/>
    <w:rsid w:val="008519AF"/>
    <w:rsid w:val="00851E17"/>
    <w:rsid w:val="00852023"/>
    <w:rsid w:val="00852174"/>
    <w:rsid w:val="008535DE"/>
    <w:rsid w:val="008540D7"/>
    <w:rsid w:val="00854603"/>
    <w:rsid w:val="00855B41"/>
    <w:rsid w:val="00860932"/>
    <w:rsid w:val="0086169B"/>
    <w:rsid w:val="00861986"/>
    <w:rsid w:val="00861C5B"/>
    <w:rsid w:val="00862126"/>
    <w:rsid w:val="0086213F"/>
    <w:rsid w:val="00862517"/>
    <w:rsid w:val="0086281D"/>
    <w:rsid w:val="0086286D"/>
    <w:rsid w:val="00864156"/>
    <w:rsid w:val="00864194"/>
    <w:rsid w:val="008643EC"/>
    <w:rsid w:val="008657C6"/>
    <w:rsid w:val="00866DAC"/>
    <w:rsid w:val="008670E1"/>
    <w:rsid w:val="00867775"/>
    <w:rsid w:val="00867835"/>
    <w:rsid w:val="0086790F"/>
    <w:rsid w:val="00870B86"/>
    <w:rsid w:val="0087158D"/>
    <w:rsid w:val="008722A4"/>
    <w:rsid w:val="00873BB9"/>
    <w:rsid w:val="00874DF6"/>
    <w:rsid w:val="00875BC6"/>
    <w:rsid w:val="008809FD"/>
    <w:rsid w:val="00881EA2"/>
    <w:rsid w:val="00883A08"/>
    <w:rsid w:val="00885076"/>
    <w:rsid w:val="008859C9"/>
    <w:rsid w:val="0088730D"/>
    <w:rsid w:val="008876EC"/>
    <w:rsid w:val="00887EBC"/>
    <w:rsid w:val="00887EC7"/>
    <w:rsid w:val="008912DA"/>
    <w:rsid w:val="00891C99"/>
    <w:rsid w:val="008928DC"/>
    <w:rsid w:val="008936EE"/>
    <w:rsid w:val="00893793"/>
    <w:rsid w:val="00893CC2"/>
    <w:rsid w:val="00895464"/>
    <w:rsid w:val="00896450"/>
    <w:rsid w:val="00896809"/>
    <w:rsid w:val="008969CF"/>
    <w:rsid w:val="00896C94"/>
    <w:rsid w:val="008975C3"/>
    <w:rsid w:val="008A07A6"/>
    <w:rsid w:val="008A10DC"/>
    <w:rsid w:val="008A1B05"/>
    <w:rsid w:val="008A1E6C"/>
    <w:rsid w:val="008A3586"/>
    <w:rsid w:val="008A3C74"/>
    <w:rsid w:val="008A44C3"/>
    <w:rsid w:val="008A4ADC"/>
    <w:rsid w:val="008A5E2E"/>
    <w:rsid w:val="008A6852"/>
    <w:rsid w:val="008A6997"/>
    <w:rsid w:val="008A69A9"/>
    <w:rsid w:val="008A7E66"/>
    <w:rsid w:val="008A7EE1"/>
    <w:rsid w:val="008B1473"/>
    <w:rsid w:val="008B1A15"/>
    <w:rsid w:val="008B2279"/>
    <w:rsid w:val="008B2520"/>
    <w:rsid w:val="008B25FC"/>
    <w:rsid w:val="008B34D1"/>
    <w:rsid w:val="008B3524"/>
    <w:rsid w:val="008B35CD"/>
    <w:rsid w:val="008B3BE6"/>
    <w:rsid w:val="008B62F6"/>
    <w:rsid w:val="008B7B2A"/>
    <w:rsid w:val="008C0BD6"/>
    <w:rsid w:val="008C20A0"/>
    <w:rsid w:val="008C21DD"/>
    <w:rsid w:val="008C46EA"/>
    <w:rsid w:val="008C641B"/>
    <w:rsid w:val="008C7418"/>
    <w:rsid w:val="008D0475"/>
    <w:rsid w:val="008D10A0"/>
    <w:rsid w:val="008D19C8"/>
    <w:rsid w:val="008D2012"/>
    <w:rsid w:val="008D284F"/>
    <w:rsid w:val="008D2CC2"/>
    <w:rsid w:val="008D2F49"/>
    <w:rsid w:val="008D3CEF"/>
    <w:rsid w:val="008D4674"/>
    <w:rsid w:val="008D4ECD"/>
    <w:rsid w:val="008E0399"/>
    <w:rsid w:val="008E0F95"/>
    <w:rsid w:val="008E1366"/>
    <w:rsid w:val="008E16F9"/>
    <w:rsid w:val="008E18FB"/>
    <w:rsid w:val="008E273C"/>
    <w:rsid w:val="008E3663"/>
    <w:rsid w:val="008E367C"/>
    <w:rsid w:val="008F009A"/>
    <w:rsid w:val="008F0332"/>
    <w:rsid w:val="008F12C9"/>
    <w:rsid w:val="008F1529"/>
    <w:rsid w:val="008F1567"/>
    <w:rsid w:val="008F1A8C"/>
    <w:rsid w:val="008F2C0F"/>
    <w:rsid w:val="008F35DD"/>
    <w:rsid w:val="008F5024"/>
    <w:rsid w:val="008F5C45"/>
    <w:rsid w:val="008F65F0"/>
    <w:rsid w:val="008F6ACA"/>
    <w:rsid w:val="008F7110"/>
    <w:rsid w:val="008F7CE8"/>
    <w:rsid w:val="00901576"/>
    <w:rsid w:val="00901A41"/>
    <w:rsid w:val="00901E4C"/>
    <w:rsid w:val="00904B39"/>
    <w:rsid w:val="00905477"/>
    <w:rsid w:val="009059C9"/>
    <w:rsid w:val="00906E90"/>
    <w:rsid w:val="009070D2"/>
    <w:rsid w:val="00910167"/>
    <w:rsid w:val="00910368"/>
    <w:rsid w:val="009111C7"/>
    <w:rsid w:val="0091201B"/>
    <w:rsid w:val="00912107"/>
    <w:rsid w:val="0091322B"/>
    <w:rsid w:val="009144EB"/>
    <w:rsid w:val="0091585F"/>
    <w:rsid w:val="00917783"/>
    <w:rsid w:val="00923F80"/>
    <w:rsid w:val="0092406E"/>
    <w:rsid w:val="009247A2"/>
    <w:rsid w:val="00924A50"/>
    <w:rsid w:val="009300C2"/>
    <w:rsid w:val="00930298"/>
    <w:rsid w:val="009311CB"/>
    <w:rsid w:val="00931BE7"/>
    <w:rsid w:val="00931F4C"/>
    <w:rsid w:val="00932D44"/>
    <w:rsid w:val="009335E4"/>
    <w:rsid w:val="00933CCE"/>
    <w:rsid w:val="00933DB0"/>
    <w:rsid w:val="00934778"/>
    <w:rsid w:val="00934808"/>
    <w:rsid w:val="00934FD2"/>
    <w:rsid w:val="00935AEE"/>
    <w:rsid w:val="00936674"/>
    <w:rsid w:val="00936D5E"/>
    <w:rsid w:val="00937FF6"/>
    <w:rsid w:val="00941737"/>
    <w:rsid w:val="00942107"/>
    <w:rsid w:val="00944039"/>
    <w:rsid w:val="00946EB8"/>
    <w:rsid w:val="00946FC4"/>
    <w:rsid w:val="00951457"/>
    <w:rsid w:val="009518C3"/>
    <w:rsid w:val="0095222C"/>
    <w:rsid w:val="009528EB"/>
    <w:rsid w:val="00952F03"/>
    <w:rsid w:val="00953477"/>
    <w:rsid w:val="0095370F"/>
    <w:rsid w:val="00955281"/>
    <w:rsid w:val="00955663"/>
    <w:rsid w:val="00955803"/>
    <w:rsid w:val="00957F9C"/>
    <w:rsid w:val="00960D58"/>
    <w:rsid w:val="00961013"/>
    <w:rsid w:val="009614FD"/>
    <w:rsid w:val="00961793"/>
    <w:rsid w:val="00961892"/>
    <w:rsid w:val="009632EC"/>
    <w:rsid w:val="009649E3"/>
    <w:rsid w:val="00964D12"/>
    <w:rsid w:val="00965EC4"/>
    <w:rsid w:val="00965F1A"/>
    <w:rsid w:val="00966138"/>
    <w:rsid w:val="00966871"/>
    <w:rsid w:val="00966DAA"/>
    <w:rsid w:val="00967238"/>
    <w:rsid w:val="009706EC"/>
    <w:rsid w:val="0097150A"/>
    <w:rsid w:val="00971B64"/>
    <w:rsid w:val="00971DA5"/>
    <w:rsid w:val="009725EE"/>
    <w:rsid w:val="00973181"/>
    <w:rsid w:val="009731E7"/>
    <w:rsid w:val="0097333C"/>
    <w:rsid w:val="00973600"/>
    <w:rsid w:val="00975305"/>
    <w:rsid w:val="00977228"/>
    <w:rsid w:val="009773F0"/>
    <w:rsid w:val="009808AD"/>
    <w:rsid w:val="00980FA7"/>
    <w:rsid w:val="00981FEE"/>
    <w:rsid w:val="00982AC9"/>
    <w:rsid w:val="00982D94"/>
    <w:rsid w:val="00982DE6"/>
    <w:rsid w:val="00982EC7"/>
    <w:rsid w:val="00982ED4"/>
    <w:rsid w:val="0098543C"/>
    <w:rsid w:val="00985A49"/>
    <w:rsid w:val="0098605C"/>
    <w:rsid w:val="0098645A"/>
    <w:rsid w:val="009870DA"/>
    <w:rsid w:val="009872CC"/>
    <w:rsid w:val="009872CF"/>
    <w:rsid w:val="00987A8C"/>
    <w:rsid w:val="009900B8"/>
    <w:rsid w:val="009909D5"/>
    <w:rsid w:val="0099279F"/>
    <w:rsid w:val="009933BB"/>
    <w:rsid w:val="00993F92"/>
    <w:rsid w:val="00995C58"/>
    <w:rsid w:val="0099686E"/>
    <w:rsid w:val="00996B9D"/>
    <w:rsid w:val="009975D0"/>
    <w:rsid w:val="009A011E"/>
    <w:rsid w:val="009A1284"/>
    <w:rsid w:val="009A145D"/>
    <w:rsid w:val="009A15BD"/>
    <w:rsid w:val="009A17D4"/>
    <w:rsid w:val="009A2531"/>
    <w:rsid w:val="009A2791"/>
    <w:rsid w:val="009A3198"/>
    <w:rsid w:val="009A4B9A"/>
    <w:rsid w:val="009A60AE"/>
    <w:rsid w:val="009A6D9F"/>
    <w:rsid w:val="009A77CE"/>
    <w:rsid w:val="009A79D7"/>
    <w:rsid w:val="009B0C40"/>
    <w:rsid w:val="009B10D6"/>
    <w:rsid w:val="009B134A"/>
    <w:rsid w:val="009B2297"/>
    <w:rsid w:val="009B2EC0"/>
    <w:rsid w:val="009B3400"/>
    <w:rsid w:val="009B4801"/>
    <w:rsid w:val="009B5367"/>
    <w:rsid w:val="009C0256"/>
    <w:rsid w:val="009C131A"/>
    <w:rsid w:val="009C1673"/>
    <w:rsid w:val="009C181C"/>
    <w:rsid w:val="009C1CA3"/>
    <w:rsid w:val="009C208A"/>
    <w:rsid w:val="009C237A"/>
    <w:rsid w:val="009C2F51"/>
    <w:rsid w:val="009C3175"/>
    <w:rsid w:val="009C3181"/>
    <w:rsid w:val="009C37B1"/>
    <w:rsid w:val="009C3A3A"/>
    <w:rsid w:val="009C5830"/>
    <w:rsid w:val="009C5C49"/>
    <w:rsid w:val="009C5E5F"/>
    <w:rsid w:val="009C63F5"/>
    <w:rsid w:val="009C6705"/>
    <w:rsid w:val="009D0931"/>
    <w:rsid w:val="009D17A2"/>
    <w:rsid w:val="009D1973"/>
    <w:rsid w:val="009D1A2C"/>
    <w:rsid w:val="009D1AB7"/>
    <w:rsid w:val="009D1AF9"/>
    <w:rsid w:val="009D1C40"/>
    <w:rsid w:val="009D20C7"/>
    <w:rsid w:val="009D2241"/>
    <w:rsid w:val="009D2E7B"/>
    <w:rsid w:val="009D2F0E"/>
    <w:rsid w:val="009D3475"/>
    <w:rsid w:val="009D4AC2"/>
    <w:rsid w:val="009D55A3"/>
    <w:rsid w:val="009D597A"/>
    <w:rsid w:val="009D5A20"/>
    <w:rsid w:val="009D5C38"/>
    <w:rsid w:val="009D61E4"/>
    <w:rsid w:val="009D6FD2"/>
    <w:rsid w:val="009D7603"/>
    <w:rsid w:val="009E0FC4"/>
    <w:rsid w:val="009E12DC"/>
    <w:rsid w:val="009E1F20"/>
    <w:rsid w:val="009E55D2"/>
    <w:rsid w:val="009E771D"/>
    <w:rsid w:val="009F0432"/>
    <w:rsid w:val="009F0935"/>
    <w:rsid w:val="009F0E1A"/>
    <w:rsid w:val="009F0F91"/>
    <w:rsid w:val="009F103F"/>
    <w:rsid w:val="009F2E01"/>
    <w:rsid w:val="009F35E5"/>
    <w:rsid w:val="009F3858"/>
    <w:rsid w:val="009F42DC"/>
    <w:rsid w:val="009F748F"/>
    <w:rsid w:val="009F7DF7"/>
    <w:rsid w:val="00A00A72"/>
    <w:rsid w:val="00A01423"/>
    <w:rsid w:val="00A03E2D"/>
    <w:rsid w:val="00A04A19"/>
    <w:rsid w:val="00A06045"/>
    <w:rsid w:val="00A064DC"/>
    <w:rsid w:val="00A06517"/>
    <w:rsid w:val="00A0783C"/>
    <w:rsid w:val="00A07A3C"/>
    <w:rsid w:val="00A107BC"/>
    <w:rsid w:val="00A10FF7"/>
    <w:rsid w:val="00A11D12"/>
    <w:rsid w:val="00A123AC"/>
    <w:rsid w:val="00A13112"/>
    <w:rsid w:val="00A13BB1"/>
    <w:rsid w:val="00A140BB"/>
    <w:rsid w:val="00A1495F"/>
    <w:rsid w:val="00A15559"/>
    <w:rsid w:val="00A1593A"/>
    <w:rsid w:val="00A15B35"/>
    <w:rsid w:val="00A170F7"/>
    <w:rsid w:val="00A17F1A"/>
    <w:rsid w:val="00A201A9"/>
    <w:rsid w:val="00A20809"/>
    <w:rsid w:val="00A21020"/>
    <w:rsid w:val="00A21DA2"/>
    <w:rsid w:val="00A22326"/>
    <w:rsid w:val="00A228B8"/>
    <w:rsid w:val="00A2311E"/>
    <w:rsid w:val="00A24AC8"/>
    <w:rsid w:val="00A25339"/>
    <w:rsid w:val="00A257CF"/>
    <w:rsid w:val="00A25C54"/>
    <w:rsid w:val="00A265FC"/>
    <w:rsid w:val="00A30888"/>
    <w:rsid w:val="00A30DC9"/>
    <w:rsid w:val="00A31687"/>
    <w:rsid w:val="00A31EED"/>
    <w:rsid w:val="00A32097"/>
    <w:rsid w:val="00A324D6"/>
    <w:rsid w:val="00A325B4"/>
    <w:rsid w:val="00A34995"/>
    <w:rsid w:val="00A34A75"/>
    <w:rsid w:val="00A34D37"/>
    <w:rsid w:val="00A357C9"/>
    <w:rsid w:val="00A358B9"/>
    <w:rsid w:val="00A361E9"/>
    <w:rsid w:val="00A368F5"/>
    <w:rsid w:val="00A3768F"/>
    <w:rsid w:val="00A411BB"/>
    <w:rsid w:val="00A412D5"/>
    <w:rsid w:val="00A41A48"/>
    <w:rsid w:val="00A42422"/>
    <w:rsid w:val="00A44AC1"/>
    <w:rsid w:val="00A455E0"/>
    <w:rsid w:val="00A508D3"/>
    <w:rsid w:val="00A51361"/>
    <w:rsid w:val="00A51BCB"/>
    <w:rsid w:val="00A520F2"/>
    <w:rsid w:val="00A52189"/>
    <w:rsid w:val="00A5314C"/>
    <w:rsid w:val="00A53361"/>
    <w:rsid w:val="00A533AA"/>
    <w:rsid w:val="00A538FA"/>
    <w:rsid w:val="00A53C1C"/>
    <w:rsid w:val="00A53D3A"/>
    <w:rsid w:val="00A540D6"/>
    <w:rsid w:val="00A5433E"/>
    <w:rsid w:val="00A54CF6"/>
    <w:rsid w:val="00A56159"/>
    <w:rsid w:val="00A56E56"/>
    <w:rsid w:val="00A57304"/>
    <w:rsid w:val="00A57901"/>
    <w:rsid w:val="00A60658"/>
    <w:rsid w:val="00A60929"/>
    <w:rsid w:val="00A60FD4"/>
    <w:rsid w:val="00A62CBC"/>
    <w:rsid w:val="00A63021"/>
    <w:rsid w:val="00A65AD6"/>
    <w:rsid w:val="00A67306"/>
    <w:rsid w:val="00A71792"/>
    <w:rsid w:val="00A717E5"/>
    <w:rsid w:val="00A71C14"/>
    <w:rsid w:val="00A71E4C"/>
    <w:rsid w:val="00A71F2B"/>
    <w:rsid w:val="00A7299D"/>
    <w:rsid w:val="00A7382E"/>
    <w:rsid w:val="00A73DED"/>
    <w:rsid w:val="00A740CE"/>
    <w:rsid w:val="00A75875"/>
    <w:rsid w:val="00A75C93"/>
    <w:rsid w:val="00A76380"/>
    <w:rsid w:val="00A76777"/>
    <w:rsid w:val="00A76A57"/>
    <w:rsid w:val="00A779BC"/>
    <w:rsid w:val="00A806BF"/>
    <w:rsid w:val="00A80A93"/>
    <w:rsid w:val="00A80EFD"/>
    <w:rsid w:val="00A80FEA"/>
    <w:rsid w:val="00A82198"/>
    <w:rsid w:val="00A8262C"/>
    <w:rsid w:val="00A8282C"/>
    <w:rsid w:val="00A82C4C"/>
    <w:rsid w:val="00A82EDE"/>
    <w:rsid w:val="00A832FE"/>
    <w:rsid w:val="00A838BD"/>
    <w:rsid w:val="00A83EEA"/>
    <w:rsid w:val="00A842B2"/>
    <w:rsid w:val="00A846CB"/>
    <w:rsid w:val="00A859D4"/>
    <w:rsid w:val="00A867FB"/>
    <w:rsid w:val="00A873D9"/>
    <w:rsid w:val="00A87C83"/>
    <w:rsid w:val="00A87EBB"/>
    <w:rsid w:val="00A902CF"/>
    <w:rsid w:val="00A91236"/>
    <w:rsid w:val="00A92118"/>
    <w:rsid w:val="00A92B33"/>
    <w:rsid w:val="00A93000"/>
    <w:rsid w:val="00A9444C"/>
    <w:rsid w:val="00A95A2B"/>
    <w:rsid w:val="00A95C43"/>
    <w:rsid w:val="00A95FF9"/>
    <w:rsid w:val="00A9683B"/>
    <w:rsid w:val="00A9720D"/>
    <w:rsid w:val="00A97794"/>
    <w:rsid w:val="00AA0E08"/>
    <w:rsid w:val="00AA12B4"/>
    <w:rsid w:val="00AA15DB"/>
    <w:rsid w:val="00AA206A"/>
    <w:rsid w:val="00AA2380"/>
    <w:rsid w:val="00AA2AD3"/>
    <w:rsid w:val="00AA2E9C"/>
    <w:rsid w:val="00AA483D"/>
    <w:rsid w:val="00AA5320"/>
    <w:rsid w:val="00AA564E"/>
    <w:rsid w:val="00AA6BD8"/>
    <w:rsid w:val="00AB00E0"/>
    <w:rsid w:val="00AB081F"/>
    <w:rsid w:val="00AB15A1"/>
    <w:rsid w:val="00AB4AA4"/>
    <w:rsid w:val="00AB5B64"/>
    <w:rsid w:val="00AB69DA"/>
    <w:rsid w:val="00AB7306"/>
    <w:rsid w:val="00AB770A"/>
    <w:rsid w:val="00AB7E26"/>
    <w:rsid w:val="00AC0D61"/>
    <w:rsid w:val="00AC1236"/>
    <w:rsid w:val="00AC158A"/>
    <w:rsid w:val="00AC27D3"/>
    <w:rsid w:val="00AC2979"/>
    <w:rsid w:val="00AC2A62"/>
    <w:rsid w:val="00AC3BDB"/>
    <w:rsid w:val="00AC3C25"/>
    <w:rsid w:val="00AC4B04"/>
    <w:rsid w:val="00AC6A10"/>
    <w:rsid w:val="00AC7314"/>
    <w:rsid w:val="00AD01E1"/>
    <w:rsid w:val="00AD0F75"/>
    <w:rsid w:val="00AD151C"/>
    <w:rsid w:val="00AD400F"/>
    <w:rsid w:val="00AD6095"/>
    <w:rsid w:val="00AD6822"/>
    <w:rsid w:val="00AD70E7"/>
    <w:rsid w:val="00AE0595"/>
    <w:rsid w:val="00AE08D4"/>
    <w:rsid w:val="00AE132C"/>
    <w:rsid w:val="00AE1A6C"/>
    <w:rsid w:val="00AE3142"/>
    <w:rsid w:val="00AE3637"/>
    <w:rsid w:val="00AE3D48"/>
    <w:rsid w:val="00AE4298"/>
    <w:rsid w:val="00AE42B3"/>
    <w:rsid w:val="00AE717B"/>
    <w:rsid w:val="00AE769A"/>
    <w:rsid w:val="00AF14CF"/>
    <w:rsid w:val="00AF2293"/>
    <w:rsid w:val="00AF2886"/>
    <w:rsid w:val="00AF2C06"/>
    <w:rsid w:val="00AF2E8B"/>
    <w:rsid w:val="00AF2EA7"/>
    <w:rsid w:val="00AF3E3E"/>
    <w:rsid w:val="00AF4620"/>
    <w:rsid w:val="00AF499D"/>
    <w:rsid w:val="00AF4B30"/>
    <w:rsid w:val="00AF5629"/>
    <w:rsid w:val="00AF57B7"/>
    <w:rsid w:val="00AF5880"/>
    <w:rsid w:val="00AF6020"/>
    <w:rsid w:val="00AF65DE"/>
    <w:rsid w:val="00AF7D4F"/>
    <w:rsid w:val="00B01003"/>
    <w:rsid w:val="00B030A4"/>
    <w:rsid w:val="00B032BC"/>
    <w:rsid w:val="00B04F33"/>
    <w:rsid w:val="00B06993"/>
    <w:rsid w:val="00B07F16"/>
    <w:rsid w:val="00B10EFB"/>
    <w:rsid w:val="00B1127A"/>
    <w:rsid w:val="00B114EB"/>
    <w:rsid w:val="00B1245F"/>
    <w:rsid w:val="00B14113"/>
    <w:rsid w:val="00B14612"/>
    <w:rsid w:val="00B15241"/>
    <w:rsid w:val="00B164E8"/>
    <w:rsid w:val="00B1739A"/>
    <w:rsid w:val="00B176DF"/>
    <w:rsid w:val="00B20934"/>
    <w:rsid w:val="00B20ABA"/>
    <w:rsid w:val="00B22F81"/>
    <w:rsid w:val="00B233AE"/>
    <w:rsid w:val="00B2368A"/>
    <w:rsid w:val="00B23B16"/>
    <w:rsid w:val="00B246D3"/>
    <w:rsid w:val="00B2499A"/>
    <w:rsid w:val="00B25B0F"/>
    <w:rsid w:val="00B26D35"/>
    <w:rsid w:val="00B2738D"/>
    <w:rsid w:val="00B27AE6"/>
    <w:rsid w:val="00B27DBA"/>
    <w:rsid w:val="00B315E7"/>
    <w:rsid w:val="00B31646"/>
    <w:rsid w:val="00B3222F"/>
    <w:rsid w:val="00B32454"/>
    <w:rsid w:val="00B32740"/>
    <w:rsid w:val="00B33C36"/>
    <w:rsid w:val="00B34D86"/>
    <w:rsid w:val="00B35CDC"/>
    <w:rsid w:val="00B40076"/>
    <w:rsid w:val="00B40B4F"/>
    <w:rsid w:val="00B43AEF"/>
    <w:rsid w:val="00B44206"/>
    <w:rsid w:val="00B4497B"/>
    <w:rsid w:val="00B4629A"/>
    <w:rsid w:val="00B476D7"/>
    <w:rsid w:val="00B524E8"/>
    <w:rsid w:val="00B53C24"/>
    <w:rsid w:val="00B53EC7"/>
    <w:rsid w:val="00B560DA"/>
    <w:rsid w:val="00B57AA0"/>
    <w:rsid w:val="00B60C70"/>
    <w:rsid w:val="00B6234E"/>
    <w:rsid w:val="00B624E3"/>
    <w:rsid w:val="00B62918"/>
    <w:rsid w:val="00B62E1E"/>
    <w:rsid w:val="00B62EC0"/>
    <w:rsid w:val="00B63834"/>
    <w:rsid w:val="00B64565"/>
    <w:rsid w:val="00B659E1"/>
    <w:rsid w:val="00B6717B"/>
    <w:rsid w:val="00B71719"/>
    <w:rsid w:val="00B71912"/>
    <w:rsid w:val="00B71A52"/>
    <w:rsid w:val="00B71A75"/>
    <w:rsid w:val="00B72316"/>
    <w:rsid w:val="00B734EA"/>
    <w:rsid w:val="00B73791"/>
    <w:rsid w:val="00B76BEC"/>
    <w:rsid w:val="00B76E33"/>
    <w:rsid w:val="00B81F71"/>
    <w:rsid w:val="00B82056"/>
    <w:rsid w:val="00B82C5C"/>
    <w:rsid w:val="00B83324"/>
    <w:rsid w:val="00B833F7"/>
    <w:rsid w:val="00B83F55"/>
    <w:rsid w:val="00B8576D"/>
    <w:rsid w:val="00B8738C"/>
    <w:rsid w:val="00B87BDA"/>
    <w:rsid w:val="00B87D32"/>
    <w:rsid w:val="00B87D94"/>
    <w:rsid w:val="00B91816"/>
    <w:rsid w:val="00B919BC"/>
    <w:rsid w:val="00B927FF"/>
    <w:rsid w:val="00B9302B"/>
    <w:rsid w:val="00B93F5C"/>
    <w:rsid w:val="00B9443C"/>
    <w:rsid w:val="00B94583"/>
    <w:rsid w:val="00B94C02"/>
    <w:rsid w:val="00B95177"/>
    <w:rsid w:val="00B9523A"/>
    <w:rsid w:val="00B965A2"/>
    <w:rsid w:val="00B977A2"/>
    <w:rsid w:val="00BA14C1"/>
    <w:rsid w:val="00BA14F3"/>
    <w:rsid w:val="00BA251B"/>
    <w:rsid w:val="00BA298A"/>
    <w:rsid w:val="00BA29F9"/>
    <w:rsid w:val="00BA3175"/>
    <w:rsid w:val="00BA3485"/>
    <w:rsid w:val="00BA4A09"/>
    <w:rsid w:val="00BA501D"/>
    <w:rsid w:val="00BA5964"/>
    <w:rsid w:val="00BB15ED"/>
    <w:rsid w:val="00BB1BA2"/>
    <w:rsid w:val="00BB36E1"/>
    <w:rsid w:val="00BB41D1"/>
    <w:rsid w:val="00BB4988"/>
    <w:rsid w:val="00BB6580"/>
    <w:rsid w:val="00BB6E4E"/>
    <w:rsid w:val="00BB7D7C"/>
    <w:rsid w:val="00BC06B7"/>
    <w:rsid w:val="00BC092E"/>
    <w:rsid w:val="00BC0D41"/>
    <w:rsid w:val="00BC1013"/>
    <w:rsid w:val="00BC1676"/>
    <w:rsid w:val="00BC1AC8"/>
    <w:rsid w:val="00BC2D5F"/>
    <w:rsid w:val="00BC32B8"/>
    <w:rsid w:val="00BC3429"/>
    <w:rsid w:val="00BC3A32"/>
    <w:rsid w:val="00BC5351"/>
    <w:rsid w:val="00BC53F6"/>
    <w:rsid w:val="00BC5E61"/>
    <w:rsid w:val="00BC68E7"/>
    <w:rsid w:val="00BC6B8E"/>
    <w:rsid w:val="00BC7540"/>
    <w:rsid w:val="00BC7A66"/>
    <w:rsid w:val="00BD0906"/>
    <w:rsid w:val="00BD128E"/>
    <w:rsid w:val="00BD1558"/>
    <w:rsid w:val="00BD1DD4"/>
    <w:rsid w:val="00BD2074"/>
    <w:rsid w:val="00BD24F5"/>
    <w:rsid w:val="00BD3832"/>
    <w:rsid w:val="00BD47D3"/>
    <w:rsid w:val="00BD4DB0"/>
    <w:rsid w:val="00BD56AA"/>
    <w:rsid w:val="00BD604A"/>
    <w:rsid w:val="00BD703A"/>
    <w:rsid w:val="00BE0C68"/>
    <w:rsid w:val="00BE1622"/>
    <w:rsid w:val="00BE245A"/>
    <w:rsid w:val="00BE255D"/>
    <w:rsid w:val="00BE2A57"/>
    <w:rsid w:val="00BE2F29"/>
    <w:rsid w:val="00BE3428"/>
    <w:rsid w:val="00BE3DCD"/>
    <w:rsid w:val="00BE593A"/>
    <w:rsid w:val="00BE6028"/>
    <w:rsid w:val="00BE6961"/>
    <w:rsid w:val="00BE6967"/>
    <w:rsid w:val="00BE6E65"/>
    <w:rsid w:val="00BE7021"/>
    <w:rsid w:val="00BE7E1E"/>
    <w:rsid w:val="00BF036F"/>
    <w:rsid w:val="00BF0399"/>
    <w:rsid w:val="00BF06E8"/>
    <w:rsid w:val="00BF191E"/>
    <w:rsid w:val="00BF1D60"/>
    <w:rsid w:val="00BF2453"/>
    <w:rsid w:val="00BF4435"/>
    <w:rsid w:val="00BF69D2"/>
    <w:rsid w:val="00BF6CE4"/>
    <w:rsid w:val="00BF6D4E"/>
    <w:rsid w:val="00C001A8"/>
    <w:rsid w:val="00C02AB2"/>
    <w:rsid w:val="00C03211"/>
    <w:rsid w:val="00C04D5E"/>
    <w:rsid w:val="00C04E24"/>
    <w:rsid w:val="00C050C6"/>
    <w:rsid w:val="00C05902"/>
    <w:rsid w:val="00C06B55"/>
    <w:rsid w:val="00C10483"/>
    <w:rsid w:val="00C10507"/>
    <w:rsid w:val="00C109EA"/>
    <w:rsid w:val="00C12BE1"/>
    <w:rsid w:val="00C13071"/>
    <w:rsid w:val="00C14628"/>
    <w:rsid w:val="00C16235"/>
    <w:rsid w:val="00C16836"/>
    <w:rsid w:val="00C16C44"/>
    <w:rsid w:val="00C20BC6"/>
    <w:rsid w:val="00C20D47"/>
    <w:rsid w:val="00C212C6"/>
    <w:rsid w:val="00C2179C"/>
    <w:rsid w:val="00C234E1"/>
    <w:rsid w:val="00C26A20"/>
    <w:rsid w:val="00C26DFD"/>
    <w:rsid w:val="00C271F6"/>
    <w:rsid w:val="00C27437"/>
    <w:rsid w:val="00C277FF"/>
    <w:rsid w:val="00C27DF3"/>
    <w:rsid w:val="00C308E8"/>
    <w:rsid w:val="00C30CC9"/>
    <w:rsid w:val="00C313B5"/>
    <w:rsid w:val="00C31CDA"/>
    <w:rsid w:val="00C31EB7"/>
    <w:rsid w:val="00C337FA"/>
    <w:rsid w:val="00C34108"/>
    <w:rsid w:val="00C34B87"/>
    <w:rsid w:val="00C357D7"/>
    <w:rsid w:val="00C3581D"/>
    <w:rsid w:val="00C403A5"/>
    <w:rsid w:val="00C41242"/>
    <w:rsid w:val="00C42CF8"/>
    <w:rsid w:val="00C4357E"/>
    <w:rsid w:val="00C436F9"/>
    <w:rsid w:val="00C446D7"/>
    <w:rsid w:val="00C44B47"/>
    <w:rsid w:val="00C44DCA"/>
    <w:rsid w:val="00C450EE"/>
    <w:rsid w:val="00C45A60"/>
    <w:rsid w:val="00C47529"/>
    <w:rsid w:val="00C47934"/>
    <w:rsid w:val="00C509C9"/>
    <w:rsid w:val="00C5282E"/>
    <w:rsid w:val="00C52F84"/>
    <w:rsid w:val="00C53002"/>
    <w:rsid w:val="00C53682"/>
    <w:rsid w:val="00C538CB"/>
    <w:rsid w:val="00C53CC0"/>
    <w:rsid w:val="00C5430C"/>
    <w:rsid w:val="00C55356"/>
    <w:rsid w:val="00C56823"/>
    <w:rsid w:val="00C56D15"/>
    <w:rsid w:val="00C62801"/>
    <w:rsid w:val="00C65043"/>
    <w:rsid w:val="00C65329"/>
    <w:rsid w:val="00C6580F"/>
    <w:rsid w:val="00C66DC9"/>
    <w:rsid w:val="00C71546"/>
    <w:rsid w:val="00C71585"/>
    <w:rsid w:val="00C719C6"/>
    <w:rsid w:val="00C7326D"/>
    <w:rsid w:val="00C73CC6"/>
    <w:rsid w:val="00C74994"/>
    <w:rsid w:val="00C75D0E"/>
    <w:rsid w:val="00C77823"/>
    <w:rsid w:val="00C8203C"/>
    <w:rsid w:val="00C82DAB"/>
    <w:rsid w:val="00C83220"/>
    <w:rsid w:val="00C8382A"/>
    <w:rsid w:val="00C83BC4"/>
    <w:rsid w:val="00C845DB"/>
    <w:rsid w:val="00C8483E"/>
    <w:rsid w:val="00C84DEA"/>
    <w:rsid w:val="00C85158"/>
    <w:rsid w:val="00C85341"/>
    <w:rsid w:val="00C857B7"/>
    <w:rsid w:val="00C865B8"/>
    <w:rsid w:val="00C8681B"/>
    <w:rsid w:val="00C86A7A"/>
    <w:rsid w:val="00C86FC0"/>
    <w:rsid w:val="00C93BE1"/>
    <w:rsid w:val="00C93FBE"/>
    <w:rsid w:val="00C94568"/>
    <w:rsid w:val="00C94749"/>
    <w:rsid w:val="00C965B6"/>
    <w:rsid w:val="00C9710C"/>
    <w:rsid w:val="00C97900"/>
    <w:rsid w:val="00CA002C"/>
    <w:rsid w:val="00CA17DB"/>
    <w:rsid w:val="00CA2A05"/>
    <w:rsid w:val="00CA2A13"/>
    <w:rsid w:val="00CA2AC1"/>
    <w:rsid w:val="00CA5834"/>
    <w:rsid w:val="00CA60FE"/>
    <w:rsid w:val="00CA6623"/>
    <w:rsid w:val="00CA6AD5"/>
    <w:rsid w:val="00CA7598"/>
    <w:rsid w:val="00CA7AAF"/>
    <w:rsid w:val="00CB0927"/>
    <w:rsid w:val="00CB0E92"/>
    <w:rsid w:val="00CB1750"/>
    <w:rsid w:val="00CB3E97"/>
    <w:rsid w:val="00CB3EC3"/>
    <w:rsid w:val="00CB5374"/>
    <w:rsid w:val="00CB5877"/>
    <w:rsid w:val="00CB6CBE"/>
    <w:rsid w:val="00CB789F"/>
    <w:rsid w:val="00CB7FCA"/>
    <w:rsid w:val="00CC1684"/>
    <w:rsid w:val="00CC27E8"/>
    <w:rsid w:val="00CC405F"/>
    <w:rsid w:val="00CC47ED"/>
    <w:rsid w:val="00CC49BD"/>
    <w:rsid w:val="00CC4C6D"/>
    <w:rsid w:val="00CC4C86"/>
    <w:rsid w:val="00CC4CAD"/>
    <w:rsid w:val="00CC5372"/>
    <w:rsid w:val="00CC5D6A"/>
    <w:rsid w:val="00CC61E9"/>
    <w:rsid w:val="00CC7301"/>
    <w:rsid w:val="00CC73A9"/>
    <w:rsid w:val="00CD07C9"/>
    <w:rsid w:val="00CD354C"/>
    <w:rsid w:val="00CD365A"/>
    <w:rsid w:val="00CD381C"/>
    <w:rsid w:val="00CD3E57"/>
    <w:rsid w:val="00CD60ED"/>
    <w:rsid w:val="00CD66B7"/>
    <w:rsid w:val="00CD6928"/>
    <w:rsid w:val="00CD6947"/>
    <w:rsid w:val="00CD6ED1"/>
    <w:rsid w:val="00CD6FBA"/>
    <w:rsid w:val="00CD7F57"/>
    <w:rsid w:val="00CE0AEA"/>
    <w:rsid w:val="00CE2169"/>
    <w:rsid w:val="00CE23C5"/>
    <w:rsid w:val="00CE31C2"/>
    <w:rsid w:val="00CE35DA"/>
    <w:rsid w:val="00CE394D"/>
    <w:rsid w:val="00CE3EAC"/>
    <w:rsid w:val="00CE407D"/>
    <w:rsid w:val="00CE5E06"/>
    <w:rsid w:val="00CE6B3D"/>
    <w:rsid w:val="00CE7A18"/>
    <w:rsid w:val="00CE7CD8"/>
    <w:rsid w:val="00CE7E76"/>
    <w:rsid w:val="00CF4421"/>
    <w:rsid w:val="00CF61A6"/>
    <w:rsid w:val="00CF6EEE"/>
    <w:rsid w:val="00CF7343"/>
    <w:rsid w:val="00D0081A"/>
    <w:rsid w:val="00D00CB9"/>
    <w:rsid w:val="00D01C83"/>
    <w:rsid w:val="00D024B6"/>
    <w:rsid w:val="00D02BFB"/>
    <w:rsid w:val="00D0340B"/>
    <w:rsid w:val="00D0369B"/>
    <w:rsid w:val="00D04841"/>
    <w:rsid w:val="00D04C0B"/>
    <w:rsid w:val="00D0713A"/>
    <w:rsid w:val="00D10932"/>
    <w:rsid w:val="00D14643"/>
    <w:rsid w:val="00D14DBB"/>
    <w:rsid w:val="00D17835"/>
    <w:rsid w:val="00D17894"/>
    <w:rsid w:val="00D20337"/>
    <w:rsid w:val="00D21805"/>
    <w:rsid w:val="00D22F3D"/>
    <w:rsid w:val="00D22FB9"/>
    <w:rsid w:val="00D23641"/>
    <w:rsid w:val="00D24C5B"/>
    <w:rsid w:val="00D264D5"/>
    <w:rsid w:val="00D26CE0"/>
    <w:rsid w:val="00D27DF8"/>
    <w:rsid w:val="00D31C86"/>
    <w:rsid w:val="00D32A5D"/>
    <w:rsid w:val="00D32C0B"/>
    <w:rsid w:val="00D3388E"/>
    <w:rsid w:val="00D3508B"/>
    <w:rsid w:val="00D35775"/>
    <w:rsid w:val="00D36F12"/>
    <w:rsid w:val="00D4008C"/>
    <w:rsid w:val="00D4011A"/>
    <w:rsid w:val="00D40CA3"/>
    <w:rsid w:val="00D41E97"/>
    <w:rsid w:val="00D4264F"/>
    <w:rsid w:val="00D43350"/>
    <w:rsid w:val="00D4424D"/>
    <w:rsid w:val="00D45744"/>
    <w:rsid w:val="00D457E3"/>
    <w:rsid w:val="00D46241"/>
    <w:rsid w:val="00D46FDB"/>
    <w:rsid w:val="00D52587"/>
    <w:rsid w:val="00D52898"/>
    <w:rsid w:val="00D528BC"/>
    <w:rsid w:val="00D52BA5"/>
    <w:rsid w:val="00D541C2"/>
    <w:rsid w:val="00D54525"/>
    <w:rsid w:val="00D56DF2"/>
    <w:rsid w:val="00D56FD9"/>
    <w:rsid w:val="00D57BBF"/>
    <w:rsid w:val="00D605A9"/>
    <w:rsid w:val="00D62B94"/>
    <w:rsid w:val="00D62DA3"/>
    <w:rsid w:val="00D6320D"/>
    <w:rsid w:val="00D63F73"/>
    <w:rsid w:val="00D644C8"/>
    <w:rsid w:val="00D64AEB"/>
    <w:rsid w:val="00D653E9"/>
    <w:rsid w:val="00D65BF5"/>
    <w:rsid w:val="00D66D5F"/>
    <w:rsid w:val="00D701E0"/>
    <w:rsid w:val="00D72C67"/>
    <w:rsid w:val="00D735F8"/>
    <w:rsid w:val="00D7544D"/>
    <w:rsid w:val="00D75D1C"/>
    <w:rsid w:val="00D75FC9"/>
    <w:rsid w:val="00D77D62"/>
    <w:rsid w:val="00D80741"/>
    <w:rsid w:val="00D81DD8"/>
    <w:rsid w:val="00D8234C"/>
    <w:rsid w:val="00D82865"/>
    <w:rsid w:val="00D8368F"/>
    <w:rsid w:val="00D8381A"/>
    <w:rsid w:val="00D84188"/>
    <w:rsid w:val="00D85894"/>
    <w:rsid w:val="00D863CD"/>
    <w:rsid w:val="00D877D5"/>
    <w:rsid w:val="00D87EE1"/>
    <w:rsid w:val="00D90357"/>
    <w:rsid w:val="00D91962"/>
    <w:rsid w:val="00D92645"/>
    <w:rsid w:val="00D926B0"/>
    <w:rsid w:val="00D92B11"/>
    <w:rsid w:val="00D937FE"/>
    <w:rsid w:val="00D93B8A"/>
    <w:rsid w:val="00D948AB"/>
    <w:rsid w:val="00D95B87"/>
    <w:rsid w:val="00D975DD"/>
    <w:rsid w:val="00D978F6"/>
    <w:rsid w:val="00DA0EAE"/>
    <w:rsid w:val="00DA0EF4"/>
    <w:rsid w:val="00DA10F0"/>
    <w:rsid w:val="00DA2572"/>
    <w:rsid w:val="00DA2750"/>
    <w:rsid w:val="00DA2D5E"/>
    <w:rsid w:val="00DA328F"/>
    <w:rsid w:val="00DA3E03"/>
    <w:rsid w:val="00DA455E"/>
    <w:rsid w:val="00DA4DD8"/>
    <w:rsid w:val="00DA5528"/>
    <w:rsid w:val="00DA5A24"/>
    <w:rsid w:val="00DA5A85"/>
    <w:rsid w:val="00DA618B"/>
    <w:rsid w:val="00DA6973"/>
    <w:rsid w:val="00DA79E5"/>
    <w:rsid w:val="00DB09EA"/>
    <w:rsid w:val="00DB1549"/>
    <w:rsid w:val="00DB2658"/>
    <w:rsid w:val="00DB3291"/>
    <w:rsid w:val="00DB3849"/>
    <w:rsid w:val="00DB4390"/>
    <w:rsid w:val="00DB45A4"/>
    <w:rsid w:val="00DB4E96"/>
    <w:rsid w:val="00DB5240"/>
    <w:rsid w:val="00DB5BAB"/>
    <w:rsid w:val="00DB6637"/>
    <w:rsid w:val="00DB774C"/>
    <w:rsid w:val="00DB7D2F"/>
    <w:rsid w:val="00DB7FC7"/>
    <w:rsid w:val="00DC07F1"/>
    <w:rsid w:val="00DC0853"/>
    <w:rsid w:val="00DC287B"/>
    <w:rsid w:val="00DC2E1A"/>
    <w:rsid w:val="00DC32C2"/>
    <w:rsid w:val="00DC335A"/>
    <w:rsid w:val="00DC3935"/>
    <w:rsid w:val="00DC4089"/>
    <w:rsid w:val="00DC709D"/>
    <w:rsid w:val="00DC7A74"/>
    <w:rsid w:val="00DD0084"/>
    <w:rsid w:val="00DD02AA"/>
    <w:rsid w:val="00DD077E"/>
    <w:rsid w:val="00DD0EA5"/>
    <w:rsid w:val="00DD1D3E"/>
    <w:rsid w:val="00DD2DCF"/>
    <w:rsid w:val="00DD2E55"/>
    <w:rsid w:val="00DD30DC"/>
    <w:rsid w:val="00DD36DE"/>
    <w:rsid w:val="00DD420F"/>
    <w:rsid w:val="00DD5414"/>
    <w:rsid w:val="00DD6023"/>
    <w:rsid w:val="00DD61AF"/>
    <w:rsid w:val="00DD6C47"/>
    <w:rsid w:val="00DD6F1B"/>
    <w:rsid w:val="00DD7F6F"/>
    <w:rsid w:val="00DE111C"/>
    <w:rsid w:val="00DE15A8"/>
    <w:rsid w:val="00DE2EC1"/>
    <w:rsid w:val="00DE3E96"/>
    <w:rsid w:val="00DE49A0"/>
    <w:rsid w:val="00DE51A2"/>
    <w:rsid w:val="00DE554A"/>
    <w:rsid w:val="00DE56BD"/>
    <w:rsid w:val="00DE5CDD"/>
    <w:rsid w:val="00DE5F0B"/>
    <w:rsid w:val="00DE6D9D"/>
    <w:rsid w:val="00DE7486"/>
    <w:rsid w:val="00DE7A54"/>
    <w:rsid w:val="00DE7F95"/>
    <w:rsid w:val="00DF00D2"/>
    <w:rsid w:val="00DF250C"/>
    <w:rsid w:val="00DF336A"/>
    <w:rsid w:val="00DF355E"/>
    <w:rsid w:val="00DF4718"/>
    <w:rsid w:val="00DF4AC9"/>
    <w:rsid w:val="00DF51AF"/>
    <w:rsid w:val="00DF5896"/>
    <w:rsid w:val="00DF5C01"/>
    <w:rsid w:val="00DF5CFD"/>
    <w:rsid w:val="00DF5F92"/>
    <w:rsid w:val="00DF65EB"/>
    <w:rsid w:val="00DF67F5"/>
    <w:rsid w:val="00DF7167"/>
    <w:rsid w:val="00DF74D6"/>
    <w:rsid w:val="00DF7787"/>
    <w:rsid w:val="00DF7D6F"/>
    <w:rsid w:val="00DF7D91"/>
    <w:rsid w:val="00E00208"/>
    <w:rsid w:val="00E002F1"/>
    <w:rsid w:val="00E003D2"/>
    <w:rsid w:val="00E00F56"/>
    <w:rsid w:val="00E00FE7"/>
    <w:rsid w:val="00E01C61"/>
    <w:rsid w:val="00E02B32"/>
    <w:rsid w:val="00E037F1"/>
    <w:rsid w:val="00E04951"/>
    <w:rsid w:val="00E053F8"/>
    <w:rsid w:val="00E05FBA"/>
    <w:rsid w:val="00E067AE"/>
    <w:rsid w:val="00E06EC0"/>
    <w:rsid w:val="00E07DE5"/>
    <w:rsid w:val="00E10582"/>
    <w:rsid w:val="00E10C28"/>
    <w:rsid w:val="00E11F7B"/>
    <w:rsid w:val="00E11FD3"/>
    <w:rsid w:val="00E12178"/>
    <w:rsid w:val="00E17278"/>
    <w:rsid w:val="00E17359"/>
    <w:rsid w:val="00E20ADF"/>
    <w:rsid w:val="00E20B70"/>
    <w:rsid w:val="00E23384"/>
    <w:rsid w:val="00E24F0C"/>
    <w:rsid w:val="00E255CF"/>
    <w:rsid w:val="00E25A0B"/>
    <w:rsid w:val="00E26564"/>
    <w:rsid w:val="00E270D5"/>
    <w:rsid w:val="00E277CF"/>
    <w:rsid w:val="00E3054A"/>
    <w:rsid w:val="00E31AAD"/>
    <w:rsid w:val="00E33D23"/>
    <w:rsid w:val="00E34C15"/>
    <w:rsid w:val="00E35319"/>
    <w:rsid w:val="00E353F4"/>
    <w:rsid w:val="00E35B77"/>
    <w:rsid w:val="00E36F39"/>
    <w:rsid w:val="00E40CAE"/>
    <w:rsid w:val="00E4142E"/>
    <w:rsid w:val="00E423C8"/>
    <w:rsid w:val="00E42848"/>
    <w:rsid w:val="00E42E38"/>
    <w:rsid w:val="00E44901"/>
    <w:rsid w:val="00E45692"/>
    <w:rsid w:val="00E4584A"/>
    <w:rsid w:val="00E47015"/>
    <w:rsid w:val="00E50083"/>
    <w:rsid w:val="00E50745"/>
    <w:rsid w:val="00E5077C"/>
    <w:rsid w:val="00E50787"/>
    <w:rsid w:val="00E51156"/>
    <w:rsid w:val="00E5148F"/>
    <w:rsid w:val="00E517A2"/>
    <w:rsid w:val="00E518A4"/>
    <w:rsid w:val="00E5192E"/>
    <w:rsid w:val="00E52622"/>
    <w:rsid w:val="00E52DB0"/>
    <w:rsid w:val="00E53377"/>
    <w:rsid w:val="00E5351B"/>
    <w:rsid w:val="00E540E8"/>
    <w:rsid w:val="00E544F2"/>
    <w:rsid w:val="00E5491A"/>
    <w:rsid w:val="00E54934"/>
    <w:rsid w:val="00E5585E"/>
    <w:rsid w:val="00E57986"/>
    <w:rsid w:val="00E601AC"/>
    <w:rsid w:val="00E627F0"/>
    <w:rsid w:val="00E62949"/>
    <w:rsid w:val="00E62C2B"/>
    <w:rsid w:val="00E63277"/>
    <w:rsid w:val="00E65424"/>
    <w:rsid w:val="00E668E2"/>
    <w:rsid w:val="00E66BB7"/>
    <w:rsid w:val="00E67155"/>
    <w:rsid w:val="00E6732C"/>
    <w:rsid w:val="00E67D91"/>
    <w:rsid w:val="00E70BEA"/>
    <w:rsid w:val="00E71133"/>
    <w:rsid w:val="00E713D3"/>
    <w:rsid w:val="00E72510"/>
    <w:rsid w:val="00E74AA8"/>
    <w:rsid w:val="00E74CA3"/>
    <w:rsid w:val="00E75ED1"/>
    <w:rsid w:val="00E7726A"/>
    <w:rsid w:val="00E812E8"/>
    <w:rsid w:val="00E832D1"/>
    <w:rsid w:val="00E84F39"/>
    <w:rsid w:val="00E851B2"/>
    <w:rsid w:val="00E852C2"/>
    <w:rsid w:val="00E8545C"/>
    <w:rsid w:val="00E860AA"/>
    <w:rsid w:val="00E87975"/>
    <w:rsid w:val="00E87A4A"/>
    <w:rsid w:val="00E87E34"/>
    <w:rsid w:val="00E9039C"/>
    <w:rsid w:val="00E91934"/>
    <w:rsid w:val="00E91E33"/>
    <w:rsid w:val="00E9212C"/>
    <w:rsid w:val="00E92297"/>
    <w:rsid w:val="00E937CF"/>
    <w:rsid w:val="00E93B46"/>
    <w:rsid w:val="00E94FEB"/>
    <w:rsid w:val="00E953A1"/>
    <w:rsid w:val="00E956BB"/>
    <w:rsid w:val="00E95FBC"/>
    <w:rsid w:val="00E972BB"/>
    <w:rsid w:val="00E97A9A"/>
    <w:rsid w:val="00EA030C"/>
    <w:rsid w:val="00EA0C94"/>
    <w:rsid w:val="00EA3FDF"/>
    <w:rsid w:val="00EA4269"/>
    <w:rsid w:val="00EA497B"/>
    <w:rsid w:val="00EA5DCE"/>
    <w:rsid w:val="00EA62E2"/>
    <w:rsid w:val="00EA6472"/>
    <w:rsid w:val="00EA67A8"/>
    <w:rsid w:val="00EB160B"/>
    <w:rsid w:val="00EB1D2C"/>
    <w:rsid w:val="00EB2ACB"/>
    <w:rsid w:val="00EB4452"/>
    <w:rsid w:val="00EB4DD5"/>
    <w:rsid w:val="00EB5075"/>
    <w:rsid w:val="00EB6F07"/>
    <w:rsid w:val="00EB7C2E"/>
    <w:rsid w:val="00EC2BE4"/>
    <w:rsid w:val="00EC2D30"/>
    <w:rsid w:val="00EC32BD"/>
    <w:rsid w:val="00EC3B90"/>
    <w:rsid w:val="00EC61B1"/>
    <w:rsid w:val="00EC6A2C"/>
    <w:rsid w:val="00EC6C1B"/>
    <w:rsid w:val="00EC6FFB"/>
    <w:rsid w:val="00ED0F61"/>
    <w:rsid w:val="00ED1AEB"/>
    <w:rsid w:val="00ED2E55"/>
    <w:rsid w:val="00ED336F"/>
    <w:rsid w:val="00ED3565"/>
    <w:rsid w:val="00ED3C25"/>
    <w:rsid w:val="00ED41CA"/>
    <w:rsid w:val="00ED4818"/>
    <w:rsid w:val="00ED5162"/>
    <w:rsid w:val="00ED57C5"/>
    <w:rsid w:val="00ED5BD5"/>
    <w:rsid w:val="00EE01CD"/>
    <w:rsid w:val="00EE0A94"/>
    <w:rsid w:val="00EE0CAC"/>
    <w:rsid w:val="00EE1343"/>
    <w:rsid w:val="00EE1A4C"/>
    <w:rsid w:val="00EE3161"/>
    <w:rsid w:val="00EE5806"/>
    <w:rsid w:val="00EE67CA"/>
    <w:rsid w:val="00EE7207"/>
    <w:rsid w:val="00EE7F7C"/>
    <w:rsid w:val="00EF0FA3"/>
    <w:rsid w:val="00EF1631"/>
    <w:rsid w:val="00EF2F6C"/>
    <w:rsid w:val="00EF3277"/>
    <w:rsid w:val="00EF3809"/>
    <w:rsid w:val="00EF457E"/>
    <w:rsid w:val="00EF47C7"/>
    <w:rsid w:val="00EF4B76"/>
    <w:rsid w:val="00EF63B3"/>
    <w:rsid w:val="00EF63DE"/>
    <w:rsid w:val="00EF64FC"/>
    <w:rsid w:val="00EF6949"/>
    <w:rsid w:val="00EF6F77"/>
    <w:rsid w:val="00EF7131"/>
    <w:rsid w:val="00EF7719"/>
    <w:rsid w:val="00EF79F2"/>
    <w:rsid w:val="00F00D2E"/>
    <w:rsid w:val="00F00E0F"/>
    <w:rsid w:val="00F014B0"/>
    <w:rsid w:val="00F01B6E"/>
    <w:rsid w:val="00F01DBA"/>
    <w:rsid w:val="00F021B1"/>
    <w:rsid w:val="00F025D6"/>
    <w:rsid w:val="00F03952"/>
    <w:rsid w:val="00F03EA6"/>
    <w:rsid w:val="00F042DD"/>
    <w:rsid w:val="00F0578F"/>
    <w:rsid w:val="00F05815"/>
    <w:rsid w:val="00F0704E"/>
    <w:rsid w:val="00F079B3"/>
    <w:rsid w:val="00F07E4B"/>
    <w:rsid w:val="00F1119C"/>
    <w:rsid w:val="00F11423"/>
    <w:rsid w:val="00F11806"/>
    <w:rsid w:val="00F1210B"/>
    <w:rsid w:val="00F126DE"/>
    <w:rsid w:val="00F12930"/>
    <w:rsid w:val="00F16DAE"/>
    <w:rsid w:val="00F170E7"/>
    <w:rsid w:val="00F17806"/>
    <w:rsid w:val="00F17960"/>
    <w:rsid w:val="00F17BC2"/>
    <w:rsid w:val="00F202A8"/>
    <w:rsid w:val="00F2379F"/>
    <w:rsid w:val="00F24080"/>
    <w:rsid w:val="00F24BF3"/>
    <w:rsid w:val="00F25F3F"/>
    <w:rsid w:val="00F26BC9"/>
    <w:rsid w:val="00F27578"/>
    <w:rsid w:val="00F30009"/>
    <w:rsid w:val="00F3144D"/>
    <w:rsid w:val="00F31A4F"/>
    <w:rsid w:val="00F32255"/>
    <w:rsid w:val="00F33A05"/>
    <w:rsid w:val="00F33AF2"/>
    <w:rsid w:val="00F33CA5"/>
    <w:rsid w:val="00F347E4"/>
    <w:rsid w:val="00F34A54"/>
    <w:rsid w:val="00F36175"/>
    <w:rsid w:val="00F36615"/>
    <w:rsid w:val="00F36930"/>
    <w:rsid w:val="00F3724B"/>
    <w:rsid w:val="00F404B8"/>
    <w:rsid w:val="00F42D37"/>
    <w:rsid w:val="00F43183"/>
    <w:rsid w:val="00F43400"/>
    <w:rsid w:val="00F43EE9"/>
    <w:rsid w:val="00F455C0"/>
    <w:rsid w:val="00F45C8F"/>
    <w:rsid w:val="00F46B1F"/>
    <w:rsid w:val="00F4763E"/>
    <w:rsid w:val="00F500A9"/>
    <w:rsid w:val="00F509A0"/>
    <w:rsid w:val="00F51D20"/>
    <w:rsid w:val="00F52102"/>
    <w:rsid w:val="00F534C0"/>
    <w:rsid w:val="00F535D5"/>
    <w:rsid w:val="00F5499F"/>
    <w:rsid w:val="00F54E9D"/>
    <w:rsid w:val="00F55BA4"/>
    <w:rsid w:val="00F566FD"/>
    <w:rsid w:val="00F56D4F"/>
    <w:rsid w:val="00F56E05"/>
    <w:rsid w:val="00F56EAC"/>
    <w:rsid w:val="00F600B2"/>
    <w:rsid w:val="00F603CA"/>
    <w:rsid w:val="00F6083B"/>
    <w:rsid w:val="00F61615"/>
    <w:rsid w:val="00F61EEA"/>
    <w:rsid w:val="00F62063"/>
    <w:rsid w:val="00F62566"/>
    <w:rsid w:val="00F638F1"/>
    <w:rsid w:val="00F64900"/>
    <w:rsid w:val="00F66A87"/>
    <w:rsid w:val="00F71542"/>
    <w:rsid w:val="00F7188E"/>
    <w:rsid w:val="00F71D67"/>
    <w:rsid w:val="00F725A3"/>
    <w:rsid w:val="00F726AB"/>
    <w:rsid w:val="00F73D3D"/>
    <w:rsid w:val="00F73EA6"/>
    <w:rsid w:val="00F748EE"/>
    <w:rsid w:val="00F7585E"/>
    <w:rsid w:val="00F759F9"/>
    <w:rsid w:val="00F75E52"/>
    <w:rsid w:val="00F75E8B"/>
    <w:rsid w:val="00F77413"/>
    <w:rsid w:val="00F77F9E"/>
    <w:rsid w:val="00F80D22"/>
    <w:rsid w:val="00F816E5"/>
    <w:rsid w:val="00F82879"/>
    <w:rsid w:val="00F82CCB"/>
    <w:rsid w:val="00F82CF5"/>
    <w:rsid w:val="00F84355"/>
    <w:rsid w:val="00F84904"/>
    <w:rsid w:val="00F85A12"/>
    <w:rsid w:val="00F86735"/>
    <w:rsid w:val="00F8769D"/>
    <w:rsid w:val="00F87F64"/>
    <w:rsid w:val="00F903CB"/>
    <w:rsid w:val="00F908B5"/>
    <w:rsid w:val="00F9173C"/>
    <w:rsid w:val="00F92053"/>
    <w:rsid w:val="00F92C89"/>
    <w:rsid w:val="00F931E2"/>
    <w:rsid w:val="00F938FF"/>
    <w:rsid w:val="00F93B84"/>
    <w:rsid w:val="00F95542"/>
    <w:rsid w:val="00F95BD4"/>
    <w:rsid w:val="00F95CC6"/>
    <w:rsid w:val="00F960BA"/>
    <w:rsid w:val="00F97609"/>
    <w:rsid w:val="00F97A76"/>
    <w:rsid w:val="00FA0A9F"/>
    <w:rsid w:val="00FA0FE6"/>
    <w:rsid w:val="00FA12F2"/>
    <w:rsid w:val="00FA1456"/>
    <w:rsid w:val="00FA1B21"/>
    <w:rsid w:val="00FA2994"/>
    <w:rsid w:val="00FA31EE"/>
    <w:rsid w:val="00FA35BE"/>
    <w:rsid w:val="00FA4579"/>
    <w:rsid w:val="00FA697A"/>
    <w:rsid w:val="00FB080F"/>
    <w:rsid w:val="00FB17C5"/>
    <w:rsid w:val="00FB3EF3"/>
    <w:rsid w:val="00FB4E23"/>
    <w:rsid w:val="00FB53FC"/>
    <w:rsid w:val="00FB65BE"/>
    <w:rsid w:val="00FB66F6"/>
    <w:rsid w:val="00FB67C4"/>
    <w:rsid w:val="00FB700B"/>
    <w:rsid w:val="00FB7255"/>
    <w:rsid w:val="00FC0A8B"/>
    <w:rsid w:val="00FC1D1A"/>
    <w:rsid w:val="00FC2590"/>
    <w:rsid w:val="00FC2A5D"/>
    <w:rsid w:val="00FC3562"/>
    <w:rsid w:val="00FC370D"/>
    <w:rsid w:val="00FC3B38"/>
    <w:rsid w:val="00FC4F4D"/>
    <w:rsid w:val="00FC6F35"/>
    <w:rsid w:val="00FC7BB9"/>
    <w:rsid w:val="00FC7FCE"/>
    <w:rsid w:val="00FD0DCF"/>
    <w:rsid w:val="00FD0FEC"/>
    <w:rsid w:val="00FD13D8"/>
    <w:rsid w:val="00FD163A"/>
    <w:rsid w:val="00FD165D"/>
    <w:rsid w:val="00FD1E8B"/>
    <w:rsid w:val="00FD20C8"/>
    <w:rsid w:val="00FD304E"/>
    <w:rsid w:val="00FD4BB0"/>
    <w:rsid w:val="00FD4EE2"/>
    <w:rsid w:val="00FD5BE8"/>
    <w:rsid w:val="00FD69D9"/>
    <w:rsid w:val="00FD6E84"/>
    <w:rsid w:val="00FE0121"/>
    <w:rsid w:val="00FE18F9"/>
    <w:rsid w:val="00FE2591"/>
    <w:rsid w:val="00FE297C"/>
    <w:rsid w:val="00FE2A90"/>
    <w:rsid w:val="00FE4275"/>
    <w:rsid w:val="00FE471C"/>
    <w:rsid w:val="00FE4E83"/>
    <w:rsid w:val="00FE514E"/>
    <w:rsid w:val="00FE56AD"/>
    <w:rsid w:val="00FE5888"/>
    <w:rsid w:val="00FE5EF7"/>
    <w:rsid w:val="00FE62B0"/>
    <w:rsid w:val="00FF0723"/>
    <w:rsid w:val="00FF0AB0"/>
    <w:rsid w:val="00FF0F84"/>
    <w:rsid w:val="00FF127B"/>
    <w:rsid w:val="00FF12F4"/>
    <w:rsid w:val="00FF1484"/>
    <w:rsid w:val="00FF55AD"/>
    <w:rsid w:val="00FF5977"/>
    <w:rsid w:val="00FF5C11"/>
    <w:rsid w:val="00FF68ED"/>
    <w:rsid w:val="00FF6C4B"/>
    <w:rsid w:val="00FF7554"/>
    <w:rsid w:val="00FF7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F8"/>
    <w:pPr>
      <w:spacing w:after="200" w:line="276" w:lineRule="auto"/>
    </w:pPr>
    <w:rPr>
      <w:rFonts w:ascii="Calibri" w:hAnsi="Calibri"/>
      <w:sz w:val="22"/>
      <w:szCs w:val="22"/>
    </w:rPr>
  </w:style>
  <w:style w:type="paragraph" w:styleId="Heading1">
    <w:name w:val="heading 1"/>
    <w:basedOn w:val="Normal"/>
    <w:next w:val="Normal"/>
    <w:link w:val="Heading1Char"/>
    <w:uiPriority w:val="99"/>
    <w:qFormat/>
    <w:rsid w:val="00E053F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9872CF"/>
    <w:pPr>
      <w:keepNext/>
      <w:spacing w:before="240" w:after="60"/>
      <w:outlineLvl w:val="2"/>
    </w:pPr>
    <w:rPr>
      <w:rFonts w:ascii="Cambria" w:hAnsi="Cambria" w:cs="Cambria"/>
      <w:b/>
      <w:bCs/>
      <w:sz w:val="26"/>
      <w:szCs w:val="26"/>
      <w:lang w:val="ro-RO"/>
    </w:rPr>
  </w:style>
  <w:style w:type="paragraph" w:styleId="Heading4">
    <w:name w:val="heading 4"/>
    <w:basedOn w:val="Normal"/>
    <w:next w:val="Normal"/>
    <w:link w:val="Heading4Char"/>
    <w:uiPriority w:val="99"/>
    <w:qFormat/>
    <w:rsid w:val="00E053F8"/>
    <w:pPr>
      <w:keepNext/>
      <w:spacing w:after="0" w:line="360" w:lineRule="auto"/>
      <w:jc w:val="right"/>
      <w:outlineLvl w:val="3"/>
    </w:pPr>
    <w:rPr>
      <w:rFonts w:ascii="Times New Roman" w:hAnsi="Times New Roman"/>
      <w:b/>
      <w:sz w:val="28"/>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975DD"/>
    <w:rPr>
      <w:rFonts w:ascii="Cambria" w:hAnsi="Cambria" w:cs="Times New Roman"/>
      <w:b/>
      <w:bCs/>
      <w:kern w:val="32"/>
      <w:sz w:val="32"/>
      <w:szCs w:val="32"/>
    </w:rPr>
  </w:style>
  <w:style w:type="character" w:customStyle="1" w:styleId="Heading3Char">
    <w:name w:val="Heading 3 Char"/>
    <w:link w:val="Heading3"/>
    <w:uiPriority w:val="99"/>
    <w:locked/>
    <w:rsid w:val="009872CF"/>
    <w:rPr>
      <w:rFonts w:ascii="Cambria" w:hAnsi="Cambria" w:cs="Times New Roman"/>
      <w:b/>
      <w:sz w:val="26"/>
      <w:lang w:val="ro-RO" w:eastAsia="en-US"/>
    </w:rPr>
  </w:style>
  <w:style w:type="character" w:customStyle="1" w:styleId="Heading4Char">
    <w:name w:val="Heading 4 Char"/>
    <w:link w:val="Heading4"/>
    <w:uiPriority w:val="99"/>
    <w:semiHidden/>
    <w:locked/>
    <w:rsid w:val="00D975DD"/>
    <w:rPr>
      <w:rFonts w:ascii="Calibri" w:hAnsi="Calibri" w:cs="Times New Roman"/>
      <w:b/>
      <w:bCs/>
      <w:sz w:val="28"/>
      <w:szCs w:val="28"/>
    </w:rPr>
  </w:style>
  <w:style w:type="paragraph" w:styleId="Header">
    <w:name w:val="header"/>
    <w:basedOn w:val="Normal"/>
    <w:link w:val="HeaderChar"/>
    <w:uiPriority w:val="99"/>
    <w:rsid w:val="006200B8"/>
    <w:pPr>
      <w:tabs>
        <w:tab w:val="center" w:pos="4536"/>
        <w:tab w:val="right" w:pos="9072"/>
      </w:tabs>
    </w:pPr>
  </w:style>
  <w:style w:type="character" w:customStyle="1" w:styleId="HeaderChar">
    <w:name w:val="Header Char"/>
    <w:link w:val="Header"/>
    <w:uiPriority w:val="99"/>
    <w:semiHidden/>
    <w:locked/>
    <w:rsid w:val="00D975DD"/>
    <w:rPr>
      <w:rFonts w:ascii="Calibri" w:hAnsi="Calibri" w:cs="Times New Roman"/>
    </w:rPr>
  </w:style>
  <w:style w:type="paragraph" w:styleId="Footer">
    <w:name w:val="footer"/>
    <w:basedOn w:val="Normal"/>
    <w:link w:val="FooterChar"/>
    <w:uiPriority w:val="99"/>
    <w:rsid w:val="006200B8"/>
    <w:pPr>
      <w:tabs>
        <w:tab w:val="center" w:pos="4536"/>
        <w:tab w:val="right" w:pos="9072"/>
      </w:tabs>
    </w:pPr>
  </w:style>
  <w:style w:type="character" w:customStyle="1" w:styleId="FooterChar">
    <w:name w:val="Footer Char"/>
    <w:link w:val="Footer"/>
    <w:uiPriority w:val="99"/>
    <w:locked/>
    <w:rsid w:val="002C57A4"/>
    <w:rPr>
      <w:rFonts w:ascii="Calibri" w:hAnsi="Calibri" w:cs="Times New Roman"/>
      <w:sz w:val="22"/>
      <w:lang w:val="en-US" w:eastAsia="en-US"/>
    </w:rPr>
  </w:style>
  <w:style w:type="paragraph" w:customStyle="1" w:styleId="Default">
    <w:name w:val="Default"/>
    <w:uiPriority w:val="99"/>
    <w:rsid w:val="00E053F8"/>
    <w:pPr>
      <w:autoSpaceDE w:val="0"/>
      <w:autoSpaceDN w:val="0"/>
      <w:adjustRightInd w:val="0"/>
    </w:pPr>
    <w:rPr>
      <w:color w:val="000000"/>
      <w:sz w:val="24"/>
      <w:szCs w:val="24"/>
      <w:lang w:val="ro-RO" w:eastAsia="ro-RO"/>
    </w:rPr>
  </w:style>
  <w:style w:type="paragraph" w:styleId="FootnoteText">
    <w:name w:val="footnote text"/>
    <w:basedOn w:val="Normal"/>
    <w:link w:val="FootnoteTextChar"/>
    <w:uiPriority w:val="99"/>
    <w:semiHidden/>
    <w:rsid w:val="00E053F8"/>
    <w:pPr>
      <w:spacing w:after="0" w:line="240" w:lineRule="auto"/>
    </w:pPr>
    <w:rPr>
      <w:rFonts w:ascii="Times New Roman" w:hAnsi="Times New Roman"/>
      <w:sz w:val="20"/>
      <w:szCs w:val="20"/>
    </w:rPr>
  </w:style>
  <w:style w:type="character" w:customStyle="1" w:styleId="FootnoteTextChar">
    <w:name w:val="Footnote Text Char"/>
    <w:link w:val="FootnoteText"/>
    <w:uiPriority w:val="99"/>
    <w:semiHidden/>
    <w:locked/>
    <w:rsid w:val="00BA3485"/>
    <w:rPr>
      <w:rFonts w:cs="Times New Roman"/>
      <w:lang w:eastAsia="en-US"/>
    </w:rPr>
  </w:style>
  <w:style w:type="character" w:styleId="FootnoteReference">
    <w:name w:val="footnote reference"/>
    <w:uiPriority w:val="99"/>
    <w:semiHidden/>
    <w:rsid w:val="00E053F8"/>
    <w:rPr>
      <w:rFonts w:cs="Times New Roman"/>
      <w:vertAlign w:val="superscript"/>
    </w:rPr>
  </w:style>
  <w:style w:type="paragraph" w:styleId="BodyTextIndent2">
    <w:name w:val="Body Text Indent 2"/>
    <w:basedOn w:val="Normal"/>
    <w:link w:val="BodyTextIndent2Char"/>
    <w:uiPriority w:val="99"/>
    <w:rsid w:val="00E053F8"/>
    <w:pPr>
      <w:spacing w:after="120" w:line="480" w:lineRule="auto"/>
      <w:ind w:left="283"/>
    </w:pPr>
  </w:style>
  <w:style w:type="character" w:customStyle="1" w:styleId="BodyTextIndent2Char">
    <w:name w:val="Body Text Indent 2 Char"/>
    <w:link w:val="BodyTextIndent2"/>
    <w:uiPriority w:val="99"/>
    <w:semiHidden/>
    <w:locked/>
    <w:rsid w:val="00D975DD"/>
    <w:rPr>
      <w:rFonts w:ascii="Calibri" w:hAnsi="Calibri" w:cs="Times New Roman"/>
    </w:rPr>
  </w:style>
  <w:style w:type="character" w:styleId="Strong">
    <w:name w:val="Strong"/>
    <w:uiPriority w:val="99"/>
    <w:qFormat/>
    <w:rsid w:val="00FC0A8B"/>
    <w:rPr>
      <w:rFonts w:cs="Times New Roman"/>
      <w:b/>
    </w:rPr>
  </w:style>
  <w:style w:type="paragraph" w:styleId="ListParagraph">
    <w:name w:val="List Paragraph"/>
    <w:basedOn w:val="Normal"/>
    <w:uiPriority w:val="99"/>
    <w:qFormat/>
    <w:rsid w:val="007C0C53"/>
    <w:pPr>
      <w:ind w:left="720" w:hanging="357"/>
      <w:contextualSpacing/>
      <w:jc w:val="both"/>
    </w:pPr>
    <w:rPr>
      <w:rFonts w:eastAsia="SimSun"/>
      <w:lang w:val="ro-RO" w:eastAsia="zh-CN"/>
    </w:rPr>
  </w:style>
  <w:style w:type="table" w:styleId="TableGrid">
    <w:name w:val="Table Grid"/>
    <w:basedOn w:val="TableNormal"/>
    <w:uiPriority w:val="99"/>
    <w:rsid w:val="00682D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rsid w:val="00F2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link w:val="HTMLPreformatted"/>
    <w:uiPriority w:val="99"/>
    <w:semiHidden/>
    <w:locked/>
    <w:rsid w:val="00F26BC9"/>
    <w:rPr>
      <w:rFonts w:ascii="Courier New" w:hAnsi="Courier New" w:cs="Times New Roman"/>
    </w:rPr>
  </w:style>
  <w:style w:type="character" w:styleId="Hyperlink">
    <w:name w:val="Hyperlink"/>
    <w:uiPriority w:val="99"/>
    <w:rsid w:val="001923CF"/>
    <w:rPr>
      <w:rFonts w:cs="Times New Roman"/>
      <w:color w:val="0000FF"/>
      <w:u w:val="single"/>
    </w:rPr>
  </w:style>
  <w:style w:type="character" w:customStyle="1" w:styleId="xu">
    <w:name w:val="xu"/>
    <w:uiPriority w:val="99"/>
    <w:rsid w:val="006F1FF6"/>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6794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rncis.ro/portal/page?_pageid=117,70218&amp;_dad=portal&amp;_schema=PORT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I:\acreditare\Audit%20Inginerie%20mecanica-FAUR-11.2013\template-uri\2013_Syllabus_Fisa_disciplinei-Template_mecanic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2013_Syllabus_Fisa_disciplinei-Template_mecanica.dotx</Template>
  <TotalTime>10</TotalTime>
  <Pages>4</Pages>
  <Words>852</Words>
  <Characters>4862</Characters>
  <Application>Microsoft Office Word</Application>
  <DocSecurity>8</DocSecurity>
  <Lines>40</Lines>
  <Paragraphs>11</Paragraphs>
  <ScaleCrop>false</ScaleCrop>
  <Company>TOSHIBA</Company>
  <LinksUpToDate>false</LinksUpToDate>
  <CharactersWithSpaces>5703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dc:title>
  <dc:subject/>
  <dc:creator>herisanu</dc:creator>
  <cp:keywords/>
  <dc:description/>
  <cp:lastModifiedBy>astuparu</cp:lastModifiedBy>
  <cp:revision>7</cp:revision>
  <cp:lastPrinted>2013-07-30T14:16:00Z</cp:lastPrinted>
  <dcterms:created xsi:type="dcterms:W3CDTF">2013-11-14T06:32:00Z</dcterms:created>
  <dcterms:modified xsi:type="dcterms:W3CDTF">2015-11-27T11:13:00Z</dcterms:modified>
</cp:coreProperties>
</file>